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57" w:rsidRDefault="00F54818" w:rsidP="00F54818">
      <w:pPr>
        <w:snapToGrid w:val="0"/>
        <w:spacing w:line="300" w:lineRule="auto"/>
        <w:ind w:leftChars="-200" w:left="-624" w:firstLineChars="181" w:firstLine="564"/>
        <w:rPr>
          <w:rFonts w:ascii="方正黑体_GBK" w:eastAsia="方正黑体_GBK" w:hAnsi="黑体" w:cs="仿宋"/>
          <w:szCs w:val="32"/>
        </w:rPr>
      </w:pPr>
      <w:r>
        <w:rPr>
          <w:rFonts w:ascii="方正黑体_GBK" w:eastAsia="方正黑体_GBK" w:hAnsi="黑体" w:cs="仿宋" w:hint="eastAsia"/>
          <w:szCs w:val="32"/>
        </w:rPr>
        <w:t>附件1：</w:t>
      </w:r>
    </w:p>
    <w:p w:rsidR="00D958CF" w:rsidRPr="00365DC7" w:rsidRDefault="00D958CF" w:rsidP="00D958CF">
      <w:pPr>
        <w:snapToGrid w:val="0"/>
        <w:spacing w:line="300" w:lineRule="auto"/>
        <w:ind w:leftChars="-200" w:left="-624" w:firstLineChars="131" w:firstLine="673"/>
        <w:rPr>
          <w:rFonts w:ascii="仿宋" w:eastAsia="仿宋" w:hAnsi="仿宋" w:cs="仿宋"/>
          <w:b/>
          <w:spacing w:val="20"/>
          <w:sz w:val="48"/>
          <w:szCs w:val="48"/>
        </w:rPr>
      </w:pPr>
    </w:p>
    <w:p w:rsidR="00077957" w:rsidRPr="00C00DAD" w:rsidRDefault="00077957" w:rsidP="00077957">
      <w:pPr>
        <w:snapToGrid w:val="0"/>
        <w:spacing w:line="336" w:lineRule="auto"/>
        <w:jc w:val="center"/>
        <w:rPr>
          <w:rFonts w:ascii="方正小标宋_GBK" w:eastAsia="方正小标宋_GBK" w:hAnsi="Times New Roman"/>
          <w:spacing w:val="20"/>
          <w:sz w:val="48"/>
          <w:szCs w:val="48"/>
        </w:rPr>
      </w:pPr>
      <w:r w:rsidRPr="00C00DAD">
        <w:rPr>
          <w:rFonts w:ascii="方正小标宋_GBK" w:eastAsia="方正小标宋_GBK" w:hAnsi="Times New Roman" w:hint="eastAsia"/>
          <w:spacing w:val="20"/>
          <w:sz w:val="48"/>
          <w:szCs w:val="48"/>
        </w:rPr>
        <w:t>专业技术资格评审申报表</w:t>
      </w:r>
    </w:p>
    <w:p w:rsidR="00077957" w:rsidRPr="00D958CF" w:rsidRDefault="00077957" w:rsidP="00077957">
      <w:pPr>
        <w:snapToGrid w:val="0"/>
        <w:spacing w:line="336" w:lineRule="auto"/>
        <w:jc w:val="center"/>
        <w:rPr>
          <w:rFonts w:ascii="Times New Roman" w:hAnsi="Times New Roman"/>
          <w:b/>
          <w:spacing w:val="20"/>
          <w:sz w:val="44"/>
          <w:szCs w:val="24"/>
        </w:rPr>
      </w:pPr>
    </w:p>
    <w:p w:rsidR="00C81BAF" w:rsidRPr="00077957" w:rsidRDefault="00C81BAF" w:rsidP="00077957">
      <w:pPr>
        <w:snapToGrid w:val="0"/>
        <w:spacing w:line="660" w:lineRule="exact"/>
        <w:ind w:firstLineChars="400" w:firstLine="1247"/>
        <w:rPr>
          <w:rFonts w:ascii="方正黑体_GBK" w:eastAsia="方正黑体_GBK" w:hAnsi="Times New Roman"/>
          <w:szCs w:val="36"/>
          <w:u w:val="single"/>
        </w:rPr>
      </w:pPr>
      <w:r w:rsidRPr="00077957">
        <w:rPr>
          <w:rFonts w:ascii="方正黑体_GBK" w:eastAsia="方正黑体_GBK" w:hAnsi="Times New Roman" w:hint="eastAsia"/>
          <w:szCs w:val="36"/>
        </w:rPr>
        <w:t>单</w:t>
      </w:r>
      <w:r w:rsidR="00077957">
        <w:rPr>
          <w:rFonts w:ascii="方正黑体_GBK" w:eastAsia="方正黑体_GBK" w:hAnsi="Times New Roman" w:hint="eastAsia"/>
          <w:szCs w:val="36"/>
        </w:rPr>
        <w:t xml:space="preserve">  </w:t>
      </w:r>
      <w:r w:rsidRPr="00077957">
        <w:rPr>
          <w:rFonts w:ascii="方正黑体_GBK" w:eastAsia="方正黑体_GBK" w:hAnsi="Times New Roman" w:hint="eastAsia"/>
          <w:szCs w:val="36"/>
        </w:rPr>
        <w:t>位：（盖章）</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36"/>
          <w:u w:val="single"/>
        </w:rPr>
      </w:pPr>
      <w:r w:rsidRPr="00077957">
        <w:rPr>
          <w:rFonts w:ascii="方正黑体_GBK" w:eastAsia="方正黑体_GBK" w:hAnsi="Times New Roman" w:hint="eastAsia"/>
          <w:szCs w:val="36"/>
        </w:rPr>
        <w:t>姓</w:t>
      </w:r>
      <w:r w:rsidR="00077957">
        <w:rPr>
          <w:rFonts w:ascii="方正黑体_GBK" w:eastAsia="方正黑体_GBK" w:hAnsi="Times New Roman" w:hint="eastAsia"/>
          <w:szCs w:val="36"/>
        </w:rPr>
        <w:t xml:space="preserve">  </w:t>
      </w:r>
      <w:r w:rsidRPr="00077957">
        <w:rPr>
          <w:rFonts w:ascii="方正黑体_GBK" w:eastAsia="方正黑体_GBK" w:hAnsi="Times New Roman" w:hint="eastAsia"/>
          <w:szCs w:val="36"/>
        </w:rPr>
        <w:t>名：</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Times New Roman"/>
          <w:szCs w:val="36"/>
        </w:rPr>
      </w:pPr>
      <w:r w:rsidRPr="00077957">
        <w:rPr>
          <w:rFonts w:ascii="方正黑体_GBK" w:eastAsia="方正黑体_GBK" w:hAnsi="Times New Roman" w:hint="eastAsia"/>
          <w:szCs w:val="36"/>
        </w:rPr>
        <w:t>项</w:t>
      </w:r>
      <w:r w:rsidR="00077957">
        <w:rPr>
          <w:rFonts w:ascii="方正黑体_GBK" w:eastAsia="方正黑体_GBK" w:hAnsi="Times New Roman" w:hint="eastAsia"/>
          <w:szCs w:val="36"/>
        </w:rPr>
        <w:t xml:space="preserve">  </w:t>
      </w:r>
      <w:r w:rsidRPr="00077957">
        <w:rPr>
          <w:rFonts w:ascii="方正黑体_GBK" w:eastAsia="方正黑体_GBK" w:hAnsi="Times New Roman" w:hint="eastAsia"/>
          <w:szCs w:val="36"/>
        </w:rPr>
        <w:t>目：</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rPr>
        <w:t xml:space="preserve"> </w:t>
      </w:r>
    </w:p>
    <w:p w:rsidR="00C81BAF" w:rsidRPr="00077957" w:rsidRDefault="00C81BAF" w:rsidP="00077957">
      <w:pPr>
        <w:snapToGrid w:val="0"/>
        <w:spacing w:line="660" w:lineRule="exact"/>
        <w:ind w:firstLineChars="400" w:firstLine="1247"/>
        <w:rPr>
          <w:rFonts w:ascii="方正黑体_GBK" w:eastAsia="方正黑体_GBK" w:hAnsi="Times New Roman"/>
          <w:szCs w:val="36"/>
        </w:rPr>
      </w:pPr>
      <w:r w:rsidRPr="00077957">
        <w:rPr>
          <w:rFonts w:ascii="方正黑体_GBK" w:eastAsia="方正黑体_GBK" w:hAnsi="Times New Roman" w:hint="eastAsia"/>
          <w:szCs w:val="36"/>
        </w:rPr>
        <w:t>现任专业技术职务：</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36"/>
          <w:u w:val="single"/>
        </w:rPr>
      </w:pPr>
      <w:r w:rsidRPr="00077957">
        <w:rPr>
          <w:rFonts w:ascii="方正黑体_GBK" w:eastAsia="方正黑体_GBK" w:hAnsi="Times New Roman" w:hint="eastAsia"/>
          <w:szCs w:val="36"/>
        </w:rPr>
        <w:t>申报专业技术任职资格：</w:t>
      </w:r>
      <w:r w:rsidRPr="00077957">
        <w:rPr>
          <w:rFonts w:ascii="方正黑体_GBK" w:eastAsia="方正黑体_GBK" w:hAnsi="宋体" w:hint="eastAsia"/>
          <w:szCs w:val="36"/>
          <w:u w:val="single"/>
        </w:rPr>
        <w:t xml:space="preserve">  </w:t>
      </w:r>
      <w:r w:rsidR="00465479">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32"/>
          <w:u w:val="single"/>
        </w:rPr>
      </w:pPr>
      <w:r w:rsidRPr="00077957">
        <w:rPr>
          <w:rFonts w:ascii="方正黑体_GBK" w:eastAsia="方正黑体_GBK" w:hAnsi="宋体" w:hint="eastAsia"/>
          <w:szCs w:val="32"/>
        </w:rPr>
        <w:t>执教方向（请在相应类别内选一项打钩）：</w:t>
      </w:r>
    </w:p>
    <w:p w:rsidR="00C81BAF" w:rsidRPr="00077957" w:rsidRDefault="00C81BAF" w:rsidP="00077957">
      <w:pPr>
        <w:snapToGrid w:val="0"/>
        <w:spacing w:line="660" w:lineRule="exact"/>
        <w:ind w:firstLineChars="400" w:firstLine="1247"/>
        <w:rPr>
          <w:rFonts w:ascii="方正黑体_GBK" w:eastAsia="方正黑体_GBK" w:hAnsi="宋体"/>
          <w:szCs w:val="32"/>
        </w:rPr>
      </w:pPr>
      <w:r w:rsidRPr="00077957">
        <w:rPr>
          <w:rFonts w:ascii="方正黑体_GBK" w:eastAsia="方正黑体_GBK" w:hAnsi="宋体" w:hint="eastAsia"/>
          <w:szCs w:val="32"/>
        </w:rPr>
        <w:t xml:space="preserve">1.竞技体育                 </w:t>
      </w:r>
      <w:r w:rsidR="00291900">
        <w:rPr>
          <w:rFonts w:ascii="方正黑体_GBK" w:eastAsia="方正黑体_GBK" w:hAnsi="宋体" w:hint="eastAsia"/>
          <w:szCs w:val="32"/>
        </w:rPr>
        <w:t>□</w:t>
      </w:r>
    </w:p>
    <w:p w:rsidR="00C81BAF" w:rsidRPr="00077957" w:rsidRDefault="00C81BAF" w:rsidP="00077957">
      <w:pPr>
        <w:snapToGrid w:val="0"/>
        <w:spacing w:line="660" w:lineRule="exact"/>
        <w:ind w:firstLineChars="400" w:firstLine="1247"/>
        <w:rPr>
          <w:rFonts w:ascii="方正黑体_GBK" w:eastAsia="方正黑体_GBK" w:hAnsi="宋体"/>
          <w:szCs w:val="32"/>
        </w:rPr>
      </w:pPr>
      <w:r w:rsidRPr="00077957">
        <w:rPr>
          <w:rFonts w:ascii="方正黑体_GBK" w:eastAsia="方正黑体_GBK" w:hAnsi="宋体" w:hint="eastAsia"/>
          <w:szCs w:val="32"/>
        </w:rPr>
        <w:t xml:space="preserve">2.体能                     </w:t>
      </w:r>
      <w:r w:rsidR="00291900">
        <w:rPr>
          <w:rFonts w:ascii="方正黑体_GBK" w:eastAsia="方正黑体_GBK" w:hAnsi="宋体" w:hint="eastAsia"/>
          <w:szCs w:val="32"/>
        </w:rPr>
        <w:t>□</w:t>
      </w:r>
    </w:p>
    <w:p w:rsidR="00C81BAF" w:rsidRPr="00077957" w:rsidRDefault="00C81BAF" w:rsidP="00077957">
      <w:pPr>
        <w:snapToGrid w:val="0"/>
        <w:spacing w:line="660" w:lineRule="exact"/>
        <w:ind w:firstLineChars="400" w:firstLine="1247"/>
        <w:rPr>
          <w:rFonts w:ascii="方正黑体_GBK" w:eastAsia="方正黑体_GBK" w:hAnsi="宋体"/>
          <w:szCs w:val="36"/>
          <w:u w:val="single"/>
        </w:rPr>
      </w:pPr>
      <w:r w:rsidRPr="00077957">
        <w:rPr>
          <w:rFonts w:ascii="方正黑体_GBK" w:eastAsia="方正黑体_GBK" w:hAnsi="宋体" w:hint="eastAsia"/>
          <w:szCs w:val="32"/>
        </w:rPr>
        <w:t xml:space="preserve">3.群众体育                 </w:t>
      </w:r>
      <w:r w:rsidR="00291900">
        <w:rPr>
          <w:rFonts w:ascii="方正黑体_GBK" w:eastAsia="方正黑体_GBK" w:hAnsi="宋体" w:hint="eastAsia"/>
          <w:szCs w:val="32"/>
        </w:rPr>
        <w:t>□</w:t>
      </w:r>
    </w:p>
    <w:p w:rsidR="00C81BAF" w:rsidRPr="00077957" w:rsidRDefault="00C81BAF" w:rsidP="00077957">
      <w:pPr>
        <w:snapToGrid w:val="0"/>
        <w:spacing w:line="660" w:lineRule="exact"/>
        <w:ind w:firstLineChars="400" w:firstLine="1247"/>
        <w:rPr>
          <w:rFonts w:ascii="方正黑体_GBK" w:eastAsia="方正黑体_GBK" w:hAnsi="Times New Roman"/>
          <w:szCs w:val="36"/>
          <w:u w:val="single"/>
        </w:rPr>
      </w:pPr>
      <w:r w:rsidRPr="00077957">
        <w:rPr>
          <w:rFonts w:ascii="方正黑体_GBK" w:eastAsia="方正黑体_GBK" w:hAnsi="Times New Roman" w:hint="eastAsia"/>
          <w:szCs w:val="36"/>
        </w:rPr>
        <w:t>联系（表格审核）人：</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24"/>
        </w:rPr>
      </w:pPr>
      <w:r w:rsidRPr="00077957">
        <w:rPr>
          <w:rFonts w:ascii="方正黑体_GBK" w:eastAsia="方正黑体_GBK" w:hAnsi="Times New Roman" w:hint="eastAsia"/>
          <w:szCs w:val="36"/>
        </w:rPr>
        <w:t>联系电话：</w:t>
      </w:r>
      <w:r w:rsidRPr="00077957">
        <w:rPr>
          <w:rFonts w:ascii="方正黑体_GBK" w:eastAsia="方正黑体_GBK" w:hAnsi="宋体" w:hint="eastAsia"/>
          <w:szCs w:val="36"/>
          <w:u w:val="single"/>
        </w:rPr>
        <w:t xml:space="preserve">                  </w:t>
      </w:r>
    </w:p>
    <w:p w:rsidR="00C81BAF" w:rsidRPr="00365DC7" w:rsidRDefault="00C81BAF" w:rsidP="00C81BAF">
      <w:pPr>
        <w:snapToGrid w:val="0"/>
        <w:rPr>
          <w:rFonts w:ascii="宋体" w:hAnsi="宋体"/>
          <w:b/>
          <w:spacing w:val="20"/>
          <w:szCs w:val="24"/>
        </w:rPr>
      </w:pPr>
    </w:p>
    <w:p w:rsidR="00077957" w:rsidRDefault="00077957" w:rsidP="00077957">
      <w:pPr>
        <w:snapToGrid w:val="0"/>
        <w:spacing w:line="440" w:lineRule="exact"/>
        <w:jc w:val="center"/>
        <w:rPr>
          <w:rFonts w:ascii="方正黑体_GBK" w:eastAsia="方正黑体_GBK" w:hAnsi="宋体"/>
          <w:szCs w:val="32"/>
        </w:rPr>
      </w:pPr>
    </w:p>
    <w:p w:rsidR="00077957" w:rsidRPr="00146AE3" w:rsidRDefault="00077957" w:rsidP="00077957">
      <w:pPr>
        <w:snapToGrid w:val="0"/>
        <w:spacing w:line="440" w:lineRule="exact"/>
        <w:jc w:val="center"/>
        <w:rPr>
          <w:rFonts w:ascii="方正黑体_GBK" w:eastAsia="方正黑体_GBK" w:hAnsi="宋体"/>
          <w:szCs w:val="32"/>
        </w:rPr>
      </w:pPr>
      <w:r w:rsidRPr="00146AE3">
        <w:rPr>
          <w:rFonts w:ascii="方正黑体_GBK" w:eastAsia="方正黑体_GBK" w:hAnsi="宋体" w:hint="eastAsia"/>
          <w:szCs w:val="32"/>
        </w:rPr>
        <w:t>填表时间：   年  月  日</w:t>
      </w:r>
    </w:p>
    <w:p w:rsidR="00C81BAF" w:rsidRPr="00365DC7" w:rsidRDefault="00C81BAF" w:rsidP="00C81BAF">
      <w:pPr>
        <w:jc w:val="center"/>
        <w:rPr>
          <w:rFonts w:ascii="宋体" w:hAnsi="宋体"/>
          <w:b/>
          <w:spacing w:val="20"/>
          <w:sz w:val="24"/>
          <w:szCs w:val="24"/>
        </w:rPr>
      </w:pPr>
    </w:p>
    <w:p w:rsidR="00C81BAF" w:rsidRPr="00077957" w:rsidRDefault="00C81BAF" w:rsidP="00077957">
      <w:pPr>
        <w:spacing w:line="400" w:lineRule="exact"/>
        <w:jc w:val="center"/>
        <w:rPr>
          <w:rFonts w:ascii="方正黑体_GBK" w:eastAsia="方正黑体_GBK" w:hAnsi="宋体"/>
          <w:spacing w:val="20"/>
          <w:sz w:val="28"/>
          <w:szCs w:val="28"/>
        </w:rPr>
      </w:pPr>
      <w:r w:rsidRPr="00077957">
        <w:rPr>
          <w:rFonts w:ascii="方正黑体_GBK" w:eastAsia="方正黑体_GBK" w:hAnsi="宋体" w:hint="eastAsia"/>
          <w:spacing w:val="20"/>
          <w:sz w:val="28"/>
          <w:szCs w:val="28"/>
        </w:rPr>
        <w:t>江苏省专业技术人员职称（职业资格）工作领导小组办公室制</w:t>
      </w:r>
    </w:p>
    <w:p w:rsidR="00C81BAF" w:rsidRPr="00077957" w:rsidRDefault="00C81BAF" w:rsidP="00077957">
      <w:pPr>
        <w:spacing w:line="400" w:lineRule="exact"/>
        <w:jc w:val="center"/>
        <w:rPr>
          <w:rFonts w:ascii="方正黑体_GBK" w:eastAsia="方正黑体_GBK"/>
          <w:sz w:val="28"/>
          <w:szCs w:val="28"/>
        </w:rPr>
        <w:sectPr w:rsidR="00C81BAF" w:rsidRPr="00077957" w:rsidSect="00851DB8">
          <w:footerReference w:type="even" r:id="rId8"/>
          <w:footerReference w:type="default" r:id="rId9"/>
          <w:pgSz w:w="11906" w:h="16838" w:code="9"/>
          <w:pgMar w:top="2041" w:right="1588" w:bottom="1985" w:left="1588" w:header="737" w:footer="1644" w:gutter="0"/>
          <w:pgNumType w:start="0"/>
          <w:cols w:space="425"/>
          <w:titlePg/>
          <w:docGrid w:type="linesAndChars" w:linePitch="580" w:charSpace="-1683"/>
        </w:sectPr>
      </w:pPr>
    </w:p>
    <w:p w:rsidR="00F3336B" w:rsidRPr="00E35E5D" w:rsidRDefault="00F3336B" w:rsidP="00F3336B">
      <w:pPr>
        <w:spacing w:line="600" w:lineRule="exact"/>
        <w:jc w:val="center"/>
        <w:rPr>
          <w:rFonts w:ascii="方正小标宋_GBK" w:eastAsia="方正小标宋_GBK" w:hAnsi="黑体"/>
          <w:bCs/>
          <w:sz w:val="44"/>
          <w:szCs w:val="44"/>
        </w:rPr>
      </w:pPr>
    </w:p>
    <w:p w:rsidR="00F3336B" w:rsidRPr="00E35E5D" w:rsidRDefault="00F3336B" w:rsidP="00F3336B">
      <w:pPr>
        <w:spacing w:line="600" w:lineRule="exact"/>
        <w:jc w:val="center"/>
        <w:rPr>
          <w:rFonts w:ascii="方正小标宋_GBK" w:eastAsia="方正小标宋_GBK" w:hAnsi="宋体"/>
          <w:sz w:val="44"/>
          <w:szCs w:val="44"/>
        </w:rPr>
      </w:pPr>
      <w:r w:rsidRPr="00E35E5D">
        <w:rPr>
          <w:rFonts w:ascii="方正小标宋_GBK" w:eastAsia="方正小标宋_GBK" w:hAnsi="黑体" w:hint="eastAsia"/>
          <w:bCs/>
          <w:sz w:val="44"/>
          <w:szCs w:val="44"/>
        </w:rPr>
        <w:t>个人承诺书</w:t>
      </w:r>
    </w:p>
    <w:p w:rsidR="00F3336B" w:rsidRPr="00E35E5D" w:rsidRDefault="00F3336B" w:rsidP="00F3336B">
      <w:pPr>
        <w:spacing w:line="600" w:lineRule="exact"/>
        <w:jc w:val="center"/>
        <w:rPr>
          <w:rFonts w:ascii="方正小标宋_GBK" w:eastAsia="方正小标宋_GBK" w:hAnsi="Times New Roman"/>
          <w:bCs/>
          <w:sz w:val="28"/>
          <w:szCs w:val="28"/>
        </w:rPr>
      </w:pPr>
    </w:p>
    <w:p w:rsidR="00C81BAF" w:rsidRPr="00F3336B" w:rsidRDefault="00C81BAF" w:rsidP="00F3336B">
      <w:pPr>
        <w:spacing w:line="550" w:lineRule="exact"/>
        <w:ind w:firstLineChars="200" w:firstLine="544"/>
        <w:rPr>
          <w:rFonts w:ascii="方正仿宋_GBK" w:eastAsia="方正仿宋_GBK" w:hAnsi="宋体"/>
          <w:sz w:val="28"/>
          <w:szCs w:val="28"/>
        </w:rPr>
      </w:pPr>
      <w:r w:rsidRPr="00F3336B">
        <w:rPr>
          <w:rFonts w:ascii="方正仿宋_GBK" w:eastAsia="方正仿宋_GBK" w:hAnsi="宋体" w:hint="eastAsia"/>
          <w:sz w:val="28"/>
          <w:szCs w:val="28"/>
        </w:rPr>
        <w:t xml:space="preserve">本人申报 </w:t>
      </w:r>
      <w:r w:rsidRPr="00F3336B">
        <w:rPr>
          <w:rFonts w:ascii="方正仿宋_GBK" w:eastAsia="方正仿宋_GBK" w:hAnsi="宋体" w:hint="eastAsia"/>
          <w:sz w:val="28"/>
          <w:szCs w:val="28"/>
          <w:u w:val="single"/>
        </w:rPr>
        <w:t xml:space="preserve">         </w:t>
      </w:r>
      <w:r w:rsid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rPr>
        <w:t xml:space="preserve"> 系列 </w:t>
      </w:r>
      <w:r w:rsidRPr="00F3336B">
        <w:rPr>
          <w:rFonts w:ascii="方正仿宋_GBK" w:eastAsia="方正仿宋_GBK" w:hAnsi="宋体" w:hint="eastAsia"/>
          <w:sz w:val="28"/>
          <w:szCs w:val="28"/>
          <w:u w:val="single"/>
        </w:rPr>
        <w:t xml:space="preserve">        </w:t>
      </w:r>
      <w:r w:rsid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rPr>
        <w:t xml:space="preserve"> 专业</w:t>
      </w:r>
      <w:r w:rsidR="00F3336B">
        <w:rPr>
          <w:rFonts w:ascii="方正仿宋_GBK" w:eastAsia="方正仿宋_GBK" w:hAnsi="宋体" w:hint="eastAsia"/>
          <w:sz w:val="28"/>
          <w:szCs w:val="28"/>
        </w:rPr>
        <w:t>（</w:t>
      </w:r>
      <w:r w:rsidRPr="00F3336B">
        <w:rPr>
          <w:rFonts w:ascii="方正仿宋_GBK" w:eastAsia="方正仿宋_GBK" w:hAnsi="宋体" w:hint="eastAsia"/>
          <w:sz w:val="28"/>
          <w:szCs w:val="28"/>
        </w:rPr>
        <w:t>学科</w:t>
      </w:r>
      <w:r w:rsidR="00F3336B">
        <w:rPr>
          <w:rFonts w:ascii="方正仿宋_GBK" w:eastAsia="方正仿宋_GBK" w:hAnsi="宋体" w:hint="eastAsia"/>
          <w:sz w:val="28"/>
          <w:szCs w:val="28"/>
        </w:rPr>
        <w:t>）</w:t>
      </w:r>
    </w:p>
    <w:p w:rsidR="00C81BAF" w:rsidRPr="00F3336B" w:rsidRDefault="00C81BAF" w:rsidP="00F3336B">
      <w:pPr>
        <w:spacing w:line="550" w:lineRule="exact"/>
        <w:rPr>
          <w:rFonts w:ascii="方正仿宋_GBK" w:eastAsia="方正仿宋_GBK" w:hAnsi="宋体"/>
          <w:sz w:val="28"/>
          <w:szCs w:val="28"/>
        </w:rPr>
      </w:pPr>
      <w:r w:rsidRP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rPr>
        <w:t xml:space="preserve"> 资格。现承诺本人在表中所填写的内容及所提供的参评材料均是真实准确的。如有任何不实或隐瞒，愿按专业技术资格评审的有关规定接受处理。</w:t>
      </w:r>
    </w:p>
    <w:p w:rsidR="00F3336B" w:rsidRPr="00572BA6" w:rsidRDefault="00F3336B" w:rsidP="00F3336B">
      <w:pPr>
        <w:rPr>
          <w:rFonts w:ascii="宋体" w:hAnsi="宋体"/>
          <w:sz w:val="28"/>
          <w:szCs w:val="28"/>
        </w:rPr>
      </w:pPr>
    </w:p>
    <w:p w:rsidR="00F3336B" w:rsidRPr="00E35E5D" w:rsidRDefault="00F3336B" w:rsidP="00F3336B">
      <w:pPr>
        <w:rPr>
          <w:rFonts w:ascii="方正仿宋_GBK" w:eastAsia="方正仿宋_GBK" w:hAnsi="宋体"/>
          <w:sz w:val="28"/>
          <w:szCs w:val="28"/>
        </w:rPr>
      </w:pPr>
      <w:r w:rsidRPr="00E35E5D">
        <w:rPr>
          <w:rFonts w:ascii="方正仿宋_GBK" w:eastAsia="方正仿宋_GBK" w:hAnsi="宋体" w:hint="eastAsia"/>
          <w:sz w:val="28"/>
          <w:szCs w:val="28"/>
        </w:rPr>
        <w:t xml:space="preserve">                      承诺人</w:t>
      </w:r>
      <w:r>
        <w:rPr>
          <w:rFonts w:ascii="方正仿宋_GBK" w:eastAsia="方正仿宋_GBK" w:hAnsi="宋体" w:hint="eastAsia"/>
          <w:sz w:val="28"/>
          <w:szCs w:val="28"/>
        </w:rPr>
        <w:t>（</w:t>
      </w:r>
      <w:r w:rsidRPr="00E35E5D">
        <w:rPr>
          <w:rFonts w:ascii="方正仿宋_GBK" w:eastAsia="方正仿宋_GBK" w:hAnsi="宋体" w:hint="eastAsia"/>
          <w:sz w:val="28"/>
          <w:szCs w:val="28"/>
        </w:rPr>
        <w:t>签字</w:t>
      </w:r>
      <w:r>
        <w:rPr>
          <w:rFonts w:ascii="方正仿宋_GBK" w:eastAsia="方正仿宋_GBK" w:hAnsi="宋体" w:hint="eastAsia"/>
          <w:sz w:val="28"/>
          <w:szCs w:val="28"/>
        </w:rPr>
        <w:t>）</w:t>
      </w:r>
      <w:r w:rsidRPr="00E35E5D">
        <w:rPr>
          <w:rFonts w:ascii="方正仿宋_GBK" w:eastAsia="方正仿宋_GBK" w:hAnsi="宋体" w:hint="eastAsia"/>
          <w:sz w:val="28"/>
          <w:szCs w:val="28"/>
        </w:rPr>
        <w:t>：</w:t>
      </w:r>
    </w:p>
    <w:p w:rsidR="00F3336B" w:rsidRPr="00E35E5D" w:rsidRDefault="00F3336B" w:rsidP="00F3336B">
      <w:pPr>
        <w:rPr>
          <w:rFonts w:ascii="方正仿宋_GBK" w:eastAsia="方正仿宋_GBK" w:hAnsi="宋体"/>
          <w:sz w:val="28"/>
          <w:szCs w:val="28"/>
        </w:rPr>
      </w:pPr>
    </w:p>
    <w:p w:rsidR="00F3336B" w:rsidRPr="00E35E5D" w:rsidRDefault="00F3336B" w:rsidP="00F3336B">
      <w:pPr>
        <w:rPr>
          <w:rFonts w:ascii="方正仿宋_GBK" w:eastAsia="方正仿宋_GBK" w:hAnsi="宋体"/>
          <w:sz w:val="28"/>
          <w:szCs w:val="28"/>
        </w:rPr>
      </w:pPr>
      <w:r w:rsidRPr="00E35E5D">
        <w:rPr>
          <w:rFonts w:ascii="方正仿宋_GBK" w:eastAsia="方正仿宋_GBK" w:hAnsi="宋体" w:hint="eastAsia"/>
          <w:sz w:val="28"/>
          <w:szCs w:val="28"/>
        </w:rPr>
        <w:t xml:space="preserve">                      日  期：         年    月    日</w:t>
      </w:r>
    </w:p>
    <w:p w:rsidR="00F3336B" w:rsidRPr="00572BA6" w:rsidRDefault="00F3336B" w:rsidP="00F3336B">
      <w:pPr>
        <w:rPr>
          <w:rFonts w:ascii="宋体" w:hAnsi="宋体"/>
          <w:sz w:val="28"/>
          <w:szCs w:val="28"/>
        </w:rPr>
      </w:pPr>
    </w:p>
    <w:p w:rsidR="00F3336B" w:rsidRPr="00572BA6" w:rsidRDefault="00F3336B" w:rsidP="00F3336B">
      <w:pPr>
        <w:spacing w:line="590" w:lineRule="exact"/>
        <w:rPr>
          <w:rFonts w:ascii="Times New Roman" w:eastAsia="仿宋_GB2312" w:hAnsi="Times New Roman"/>
          <w:szCs w:val="32"/>
          <w:u w:val="single"/>
        </w:rPr>
      </w:pPr>
      <w:r w:rsidRPr="00572BA6">
        <w:rPr>
          <w:rFonts w:ascii="Times New Roman" w:eastAsia="仿宋_GB2312" w:hAnsi="Times New Roman" w:hint="eastAsia"/>
          <w:szCs w:val="32"/>
          <w:u w:val="single"/>
        </w:rPr>
        <w:t xml:space="preserve">                                                        </w:t>
      </w:r>
    </w:p>
    <w:p w:rsidR="00F3336B" w:rsidRDefault="00F3336B" w:rsidP="00F3336B">
      <w:pPr>
        <w:spacing w:line="520" w:lineRule="exact"/>
        <w:jc w:val="center"/>
        <w:rPr>
          <w:rFonts w:ascii="黑体" w:eastAsia="黑体" w:hAnsi="黑体"/>
          <w:bCs/>
          <w:sz w:val="44"/>
          <w:szCs w:val="44"/>
        </w:rPr>
      </w:pPr>
    </w:p>
    <w:p w:rsidR="00F3336B" w:rsidRPr="00F3336B" w:rsidRDefault="00F3336B" w:rsidP="00F3336B">
      <w:pPr>
        <w:spacing w:line="520" w:lineRule="exact"/>
        <w:jc w:val="center"/>
        <w:rPr>
          <w:rFonts w:ascii="黑体" w:eastAsia="黑体" w:hAnsi="黑体"/>
          <w:bCs/>
          <w:sz w:val="44"/>
          <w:szCs w:val="44"/>
        </w:rPr>
      </w:pPr>
    </w:p>
    <w:p w:rsidR="00F3336B" w:rsidRPr="00E35E5D" w:rsidRDefault="00F3336B" w:rsidP="00F3336B">
      <w:pPr>
        <w:spacing w:line="600" w:lineRule="exact"/>
        <w:jc w:val="center"/>
        <w:rPr>
          <w:rFonts w:ascii="方正小标宋_GBK" w:eastAsia="方正小标宋_GBK" w:hAnsi="黑体"/>
          <w:bCs/>
          <w:sz w:val="44"/>
          <w:szCs w:val="44"/>
        </w:rPr>
      </w:pPr>
      <w:r w:rsidRPr="00E35E5D">
        <w:rPr>
          <w:rFonts w:ascii="方正小标宋_GBK" w:eastAsia="方正小标宋_GBK" w:hAnsi="黑体" w:hint="eastAsia"/>
          <w:bCs/>
          <w:sz w:val="44"/>
          <w:szCs w:val="44"/>
        </w:rPr>
        <w:t>填表说明</w:t>
      </w:r>
    </w:p>
    <w:p w:rsidR="00F3336B" w:rsidRPr="00572BA6" w:rsidRDefault="00F3336B" w:rsidP="00F3336B">
      <w:pPr>
        <w:spacing w:line="520" w:lineRule="exact"/>
        <w:rPr>
          <w:rFonts w:ascii="Times New Roman" w:hAnsi="Times New Roman"/>
          <w:szCs w:val="24"/>
        </w:rPr>
      </w:pPr>
    </w:p>
    <w:p w:rsidR="00C81BAF" w:rsidRPr="00F3336B" w:rsidRDefault="00C81BAF" w:rsidP="00F3336B">
      <w:pPr>
        <w:spacing w:line="550" w:lineRule="exact"/>
        <w:ind w:firstLineChars="200" w:firstLine="544"/>
        <w:rPr>
          <w:rFonts w:ascii="方正仿宋_GBK" w:eastAsia="方正仿宋_GBK" w:hAnsi="宋体"/>
          <w:sz w:val="28"/>
          <w:szCs w:val="28"/>
        </w:rPr>
      </w:pPr>
      <w:r w:rsidRPr="00F3336B">
        <w:rPr>
          <w:rFonts w:ascii="方正仿宋_GBK" w:eastAsia="方正仿宋_GBK" w:hAnsi="宋体" w:hint="eastAsia"/>
          <w:sz w:val="28"/>
          <w:szCs w:val="28"/>
        </w:rPr>
        <w:t>1</w:t>
      </w:r>
      <w:r w:rsidR="00F3336B" w:rsidRPr="00654E89">
        <w:rPr>
          <w:rFonts w:ascii="方正仿宋_GBK" w:eastAsia="方正仿宋_GBK" w:hint="eastAsia"/>
          <w:sz w:val="28"/>
          <w:szCs w:val="28"/>
        </w:rPr>
        <w:t>．</w:t>
      </w:r>
      <w:r w:rsidRPr="00F3336B">
        <w:rPr>
          <w:rFonts w:ascii="方正仿宋_GBK" w:eastAsia="方正仿宋_GBK" w:hAnsi="宋体" w:hint="eastAsia"/>
          <w:sz w:val="28"/>
          <w:szCs w:val="28"/>
        </w:rPr>
        <w:t>本表供评审专业技术资格使用</w:t>
      </w:r>
      <w:r w:rsidR="00ED0CFF">
        <w:rPr>
          <w:rFonts w:ascii="方正仿宋_GBK" w:eastAsia="方正仿宋_GBK" w:hAnsi="宋体" w:hint="eastAsia"/>
          <w:sz w:val="28"/>
          <w:szCs w:val="28"/>
        </w:rPr>
        <w:t>，</w:t>
      </w:r>
      <w:r w:rsidRPr="00F3336B">
        <w:rPr>
          <w:rFonts w:ascii="方正仿宋_GBK" w:eastAsia="方正仿宋_GBK" w:hAnsi="宋体" w:hint="eastAsia"/>
          <w:sz w:val="28"/>
          <w:szCs w:val="28"/>
        </w:rPr>
        <w:t>一式3份。</w:t>
      </w:r>
    </w:p>
    <w:p w:rsidR="00C81BAF" w:rsidRPr="00F3336B" w:rsidRDefault="00C81BAF" w:rsidP="00F3336B">
      <w:pPr>
        <w:spacing w:line="550" w:lineRule="exact"/>
        <w:ind w:firstLineChars="200" w:firstLine="544"/>
        <w:rPr>
          <w:rFonts w:ascii="方正仿宋_GBK" w:eastAsia="方正仿宋_GBK" w:hAnsi="宋体"/>
          <w:sz w:val="28"/>
          <w:szCs w:val="28"/>
        </w:rPr>
      </w:pPr>
      <w:r w:rsidRPr="00F3336B">
        <w:rPr>
          <w:rFonts w:ascii="方正仿宋_GBK" w:eastAsia="方正仿宋_GBK" w:hAnsi="宋体" w:hint="eastAsia"/>
          <w:sz w:val="28"/>
          <w:szCs w:val="28"/>
        </w:rPr>
        <w:t>2</w:t>
      </w:r>
      <w:r w:rsidR="00F3336B" w:rsidRPr="00654E89">
        <w:rPr>
          <w:rFonts w:ascii="方正仿宋_GBK" w:eastAsia="方正仿宋_GBK" w:hint="eastAsia"/>
          <w:sz w:val="28"/>
          <w:szCs w:val="28"/>
        </w:rPr>
        <w:t>．</w:t>
      </w:r>
      <w:r w:rsidRPr="00F3336B">
        <w:rPr>
          <w:rFonts w:ascii="方正仿宋_GBK" w:eastAsia="方正仿宋_GBK" w:hAnsi="宋体" w:hint="eastAsia"/>
          <w:sz w:val="28"/>
          <w:szCs w:val="28"/>
        </w:rPr>
        <w:t>填表内容应真实、准确、具体，并按表页下“注”的要求填写。表内填写不下时，可另加附页，并装订入内。</w:t>
      </w:r>
    </w:p>
    <w:p w:rsidR="00C81BAF" w:rsidRPr="00365DC7" w:rsidRDefault="00C81BAF" w:rsidP="00F3336B">
      <w:pPr>
        <w:spacing w:line="550" w:lineRule="exact"/>
        <w:ind w:firstLineChars="200" w:firstLine="544"/>
        <w:rPr>
          <w:rFonts w:ascii="Times New Roman" w:hAnsi="Times New Roman"/>
          <w:sz w:val="28"/>
          <w:szCs w:val="28"/>
        </w:rPr>
      </w:pPr>
      <w:r w:rsidRPr="00F3336B">
        <w:rPr>
          <w:rFonts w:ascii="方正仿宋_GBK" w:eastAsia="方正仿宋_GBK" w:hAnsi="宋体" w:hint="eastAsia"/>
          <w:sz w:val="28"/>
          <w:szCs w:val="28"/>
        </w:rPr>
        <w:t>3</w:t>
      </w:r>
      <w:r w:rsidR="00F3336B" w:rsidRPr="00654E89">
        <w:rPr>
          <w:rFonts w:ascii="方正仿宋_GBK" w:eastAsia="方正仿宋_GBK" w:hint="eastAsia"/>
          <w:sz w:val="28"/>
          <w:szCs w:val="28"/>
        </w:rPr>
        <w:t>．</w:t>
      </w:r>
      <w:r w:rsidRPr="00F3336B">
        <w:rPr>
          <w:rFonts w:ascii="方正仿宋_GBK" w:eastAsia="方正仿宋_GBK" w:hAnsi="宋体" w:hint="eastAsia"/>
          <w:sz w:val="28"/>
          <w:szCs w:val="28"/>
        </w:rPr>
        <w:t>本表请从系统中打印，一律用A3纸小册子方式打印，对折后用骑马钉方式装订，不得放大或缩小。</w:t>
      </w:r>
    </w:p>
    <w:p w:rsidR="00C81BAF" w:rsidRPr="00783635" w:rsidRDefault="00C81BAF" w:rsidP="00C81BAF">
      <w:pPr>
        <w:snapToGrid w:val="0"/>
        <w:jc w:val="center"/>
        <w:rPr>
          <w:rFonts w:ascii="方正小标宋_GBK" w:eastAsia="方正小标宋_GBK" w:hAnsi="宋体"/>
          <w:spacing w:val="20"/>
          <w:sz w:val="36"/>
          <w:szCs w:val="24"/>
        </w:rPr>
      </w:pPr>
      <w:r w:rsidRPr="00365DC7">
        <w:rPr>
          <w:rFonts w:ascii="方正黑体_GBK" w:eastAsia="方正黑体_GBK" w:cs="楷体_GB2312"/>
          <w:szCs w:val="32"/>
        </w:rPr>
        <w:br w:type="page"/>
      </w:r>
      <w:r w:rsidRPr="00783635">
        <w:rPr>
          <w:rFonts w:ascii="方正小标宋_GBK" w:eastAsia="方正小标宋_GBK" w:hAnsi="宋体" w:hint="eastAsia"/>
          <w:spacing w:val="20"/>
          <w:sz w:val="36"/>
          <w:szCs w:val="24"/>
        </w:rPr>
        <w:lastRenderedPageBreak/>
        <w:t>基本情况</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8"/>
        <w:gridCol w:w="936"/>
        <w:gridCol w:w="599"/>
        <w:gridCol w:w="1041"/>
        <w:gridCol w:w="697"/>
        <w:gridCol w:w="241"/>
        <w:gridCol w:w="360"/>
        <w:gridCol w:w="70"/>
        <w:gridCol w:w="489"/>
        <w:gridCol w:w="745"/>
        <w:gridCol w:w="104"/>
        <w:gridCol w:w="212"/>
        <w:gridCol w:w="1416"/>
        <w:gridCol w:w="203"/>
        <w:gridCol w:w="1538"/>
      </w:tblGrid>
      <w:tr w:rsidR="00C81BAF" w:rsidRPr="00E23068" w:rsidTr="00E23068">
        <w:trPr>
          <w:trHeight w:val="696"/>
          <w:jc w:val="center"/>
        </w:trPr>
        <w:tc>
          <w:tcPr>
            <w:tcW w:w="1354"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现  名</w:t>
            </w:r>
          </w:p>
        </w:tc>
        <w:tc>
          <w:tcPr>
            <w:tcW w:w="1640"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697"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性别</w:t>
            </w:r>
          </w:p>
        </w:tc>
        <w:tc>
          <w:tcPr>
            <w:tcW w:w="1160"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745"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民族</w:t>
            </w:r>
          </w:p>
        </w:tc>
        <w:tc>
          <w:tcPr>
            <w:tcW w:w="1732"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741" w:type="dxa"/>
            <w:gridSpan w:val="2"/>
            <w:vMerge w:val="restart"/>
            <w:tcBorders>
              <w:top w:val="single" w:sz="4" w:space="0" w:color="auto"/>
              <w:left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相</w:t>
            </w:r>
          </w:p>
          <w:p w:rsidR="00C81BAF" w:rsidRPr="00E23068" w:rsidRDefault="00C81BAF" w:rsidP="00ED0CFF">
            <w:pPr>
              <w:snapToGrid w:val="0"/>
              <w:spacing w:line="380" w:lineRule="exact"/>
              <w:jc w:val="center"/>
              <w:rPr>
                <w:rFonts w:ascii="方正黑体_GBK" w:eastAsia="方正黑体_GBK" w:hAnsi="宋体"/>
                <w:sz w:val="24"/>
                <w:szCs w:val="24"/>
              </w:rPr>
            </w:pP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片</w:t>
            </w:r>
          </w:p>
        </w:tc>
      </w:tr>
      <w:tr w:rsidR="00C81BAF" w:rsidRPr="00E23068" w:rsidTr="00E23068">
        <w:trPr>
          <w:trHeight w:val="751"/>
          <w:jc w:val="center"/>
        </w:trPr>
        <w:tc>
          <w:tcPr>
            <w:tcW w:w="1354"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曾用名</w:t>
            </w:r>
          </w:p>
        </w:tc>
        <w:tc>
          <w:tcPr>
            <w:tcW w:w="1640"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368"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出生日期</w:t>
            </w:r>
          </w:p>
        </w:tc>
        <w:tc>
          <w:tcPr>
            <w:tcW w:w="2966"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E23068" w:rsidP="00ED0CFF">
            <w:pPr>
              <w:snapToGrid w:val="0"/>
              <w:spacing w:line="380" w:lineRule="exact"/>
              <w:jc w:val="right"/>
              <w:rPr>
                <w:rFonts w:ascii="方正黑体_GBK" w:eastAsia="方正黑体_GBK" w:hAnsi="宋体"/>
                <w:sz w:val="24"/>
                <w:szCs w:val="24"/>
              </w:rPr>
            </w:pPr>
            <w:r w:rsidRPr="00352571">
              <w:rPr>
                <w:rFonts w:ascii="方正黑体_GBK" w:eastAsia="方正黑体_GBK" w:hAnsi="宋体" w:hint="eastAsia"/>
                <w:sz w:val="21"/>
                <w:szCs w:val="21"/>
              </w:rPr>
              <w:t>年</w:t>
            </w: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月 </w:t>
            </w: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日</w:t>
            </w:r>
          </w:p>
        </w:tc>
        <w:tc>
          <w:tcPr>
            <w:tcW w:w="1741" w:type="dxa"/>
            <w:gridSpan w:val="2"/>
            <w:vMerge/>
            <w:tcBorders>
              <w:left w:val="single" w:sz="4" w:space="0" w:color="auto"/>
              <w:right w:val="single" w:sz="4" w:space="0" w:color="auto"/>
            </w:tcBorders>
            <w:vAlign w:val="center"/>
          </w:tcPr>
          <w:p w:rsidR="00C81BAF" w:rsidRPr="00E23068" w:rsidRDefault="00C81BAF" w:rsidP="00ED0CFF">
            <w:pPr>
              <w:widowControl/>
              <w:spacing w:line="380" w:lineRule="exact"/>
              <w:jc w:val="left"/>
              <w:rPr>
                <w:rFonts w:ascii="方正黑体_GBK" w:eastAsia="方正黑体_GBK" w:hAnsi="宋体"/>
                <w:sz w:val="24"/>
                <w:szCs w:val="24"/>
              </w:rPr>
            </w:pPr>
          </w:p>
        </w:tc>
      </w:tr>
      <w:tr w:rsidR="00C81BAF" w:rsidRPr="00E23068" w:rsidTr="00E23068">
        <w:trPr>
          <w:trHeight w:val="624"/>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参加工作时间</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年   月</w:t>
            </w:r>
          </w:p>
        </w:tc>
        <w:tc>
          <w:tcPr>
            <w:tcW w:w="1768"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任教练时间</w:t>
            </w: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ED0CFF" w:rsidP="00ED0CFF">
            <w:pPr>
              <w:snapToGrid w:val="0"/>
              <w:spacing w:line="380" w:lineRule="exact"/>
              <w:jc w:val="center"/>
              <w:rPr>
                <w:rFonts w:ascii="方正黑体_GBK" w:eastAsia="方正黑体_GBK" w:hAnsi="宋体"/>
                <w:sz w:val="24"/>
                <w:szCs w:val="24"/>
              </w:rPr>
            </w:pP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年</w:t>
            </w: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月</w:t>
            </w:r>
          </w:p>
        </w:tc>
        <w:tc>
          <w:tcPr>
            <w:tcW w:w="1741" w:type="dxa"/>
            <w:gridSpan w:val="2"/>
            <w:vMerge/>
            <w:tcBorders>
              <w:left w:val="single" w:sz="4" w:space="0" w:color="auto"/>
              <w:bottom w:val="nil"/>
              <w:right w:val="single" w:sz="4" w:space="0" w:color="auto"/>
            </w:tcBorders>
            <w:vAlign w:val="center"/>
          </w:tcPr>
          <w:p w:rsidR="00C81BAF" w:rsidRPr="00E23068" w:rsidRDefault="00C81BAF" w:rsidP="00ED0CFF">
            <w:pPr>
              <w:widowControl/>
              <w:spacing w:line="380" w:lineRule="exact"/>
              <w:jc w:val="left"/>
              <w:rPr>
                <w:rFonts w:ascii="方正黑体_GBK" w:eastAsia="方正黑体_GBK" w:hAnsi="宋体"/>
                <w:sz w:val="24"/>
                <w:szCs w:val="24"/>
              </w:rPr>
            </w:pPr>
          </w:p>
        </w:tc>
      </w:tr>
      <w:tr w:rsidR="00C81BAF" w:rsidRPr="00E23068" w:rsidTr="00E23068">
        <w:trPr>
          <w:trHeight w:val="64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身体状况</w:t>
            </w:r>
          </w:p>
        </w:tc>
        <w:tc>
          <w:tcPr>
            <w:tcW w:w="5375" w:type="dxa"/>
            <w:gridSpan w:val="10"/>
            <w:tcBorders>
              <w:top w:val="nil"/>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741" w:type="dxa"/>
            <w:gridSpan w:val="2"/>
            <w:tcBorders>
              <w:top w:val="nil"/>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p>
        </w:tc>
      </w:tr>
      <w:tr w:rsidR="00C81BAF" w:rsidRPr="00E23068" w:rsidTr="00E23068">
        <w:trPr>
          <w:jc w:val="center"/>
        </w:trPr>
        <w:tc>
          <w:tcPr>
            <w:tcW w:w="418" w:type="dxa"/>
            <w:vMerge w:val="restart"/>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最</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高</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历</w:t>
            </w:r>
          </w:p>
        </w:tc>
        <w:tc>
          <w:tcPr>
            <w:tcW w:w="1535"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毕（肄、结）业时间</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   校</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专   业</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   制</w:t>
            </w:r>
          </w:p>
        </w:tc>
        <w:tc>
          <w:tcPr>
            <w:tcW w:w="1538"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  位</w:t>
            </w:r>
          </w:p>
        </w:tc>
      </w:tr>
      <w:tr w:rsidR="00C81BAF" w:rsidRPr="00E23068" w:rsidTr="00E23068">
        <w:trPr>
          <w:jc w:val="center"/>
        </w:trPr>
        <w:tc>
          <w:tcPr>
            <w:tcW w:w="418" w:type="dxa"/>
            <w:vMerge/>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widowControl/>
              <w:spacing w:line="380" w:lineRule="exact"/>
              <w:jc w:val="left"/>
              <w:rPr>
                <w:rFonts w:ascii="方正黑体_GBK" w:eastAsia="方正黑体_GBK" w:hAnsi="宋体"/>
                <w:sz w:val="24"/>
                <w:szCs w:val="24"/>
              </w:rPr>
            </w:pPr>
          </w:p>
        </w:tc>
        <w:tc>
          <w:tcPr>
            <w:tcW w:w="1535"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23068">
        <w:trPr>
          <w:trHeight w:val="797"/>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现为何级教练、审定时间（现有职业资格及取得时间）</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ind w:firstLineChars="100" w:firstLine="232"/>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现职务</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聘任时间</w:t>
            </w:r>
          </w:p>
        </w:tc>
        <w:tc>
          <w:tcPr>
            <w:tcW w:w="3157"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现（兼）任行政职务及任职时间</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何时何地参加何党派、任何职务</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参加何种学术团体、任何种职务有何社会兼职</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懂何种外语、考试或考核成绩</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ind w:firstLineChars="100" w:firstLine="232"/>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何时取得何级教练员岗位培训合格证书</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p w:rsidR="00C81BAF" w:rsidRPr="00E23068" w:rsidRDefault="00C81BAF" w:rsidP="00ED0CFF">
            <w:pPr>
              <w:snapToGrid w:val="0"/>
              <w:spacing w:line="380" w:lineRule="exact"/>
              <w:rPr>
                <w:rFonts w:ascii="方正黑体_GBK" w:eastAsia="方正黑体_GBK" w:hAnsi="宋体"/>
                <w:sz w:val="24"/>
                <w:szCs w:val="24"/>
              </w:rPr>
            </w:pPr>
          </w:p>
        </w:tc>
      </w:tr>
    </w:tbl>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lastRenderedPageBreak/>
        <w:t>主要工作经历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6"/>
        <w:gridCol w:w="2343"/>
        <w:gridCol w:w="2753"/>
        <w:gridCol w:w="2000"/>
      </w:tblGrid>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起止时间</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单  位</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从事何专业技术工作</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职  务</w:t>
            </w: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bl>
    <w:p w:rsidR="00C81BAF" w:rsidRPr="00365DC7" w:rsidRDefault="00C81BAF" w:rsidP="00C81BAF">
      <w:pPr>
        <w:snapToGrid w:val="0"/>
        <w:jc w:val="center"/>
        <w:rPr>
          <w:rFonts w:ascii="宋体" w:hAnsi="宋体"/>
          <w:b/>
          <w:spacing w:val="20"/>
          <w:sz w:val="36"/>
          <w:szCs w:val="24"/>
        </w:rPr>
      </w:pPr>
    </w:p>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代表性成果、学术交流</w:t>
      </w:r>
    </w:p>
    <w:tbl>
      <w:tblPr>
        <w:tblW w:w="9123" w:type="dxa"/>
        <w:jc w:val="center"/>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413"/>
        <w:gridCol w:w="4110"/>
        <w:gridCol w:w="1560"/>
        <w:gridCol w:w="850"/>
      </w:tblGrid>
      <w:tr w:rsidR="00C81BAF" w:rsidRPr="008D4D39" w:rsidTr="008D4D39">
        <w:trPr>
          <w:cantSplit/>
          <w:jc w:val="center"/>
        </w:trPr>
        <w:tc>
          <w:tcPr>
            <w:tcW w:w="1190" w:type="dxa"/>
            <w:vMerge w:val="restart"/>
            <w:textDirection w:val="tbRlV"/>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论文、著（译）等代表性成果情况</w:t>
            </w:r>
          </w:p>
        </w:tc>
        <w:tc>
          <w:tcPr>
            <w:tcW w:w="1413"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名  称</w:t>
            </w:r>
          </w:p>
        </w:tc>
        <w:tc>
          <w:tcPr>
            <w:tcW w:w="4110" w:type="dxa"/>
            <w:vAlign w:val="center"/>
          </w:tcPr>
          <w:p w:rsid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发表、登载的刊物名称或宣读、</w:t>
            </w:r>
          </w:p>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交流的会议名称及时间</w:t>
            </w:r>
          </w:p>
        </w:tc>
        <w:tc>
          <w:tcPr>
            <w:tcW w:w="156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合（独）著、译</w:t>
            </w:r>
          </w:p>
        </w:tc>
        <w:tc>
          <w:tcPr>
            <w:tcW w:w="85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获何等奖励</w:t>
            </w:r>
          </w:p>
        </w:tc>
      </w:tr>
      <w:tr w:rsidR="00C81BAF" w:rsidRPr="008D4D39" w:rsidTr="008D4D39">
        <w:trPr>
          <w:cantSplit/>
          <w:trHeight w:val="2330"/>
          <w:jc w:val="center"/>
        </w:trPr>
        <w:tc>
          <w:tcPr>
            <w:tcW w:w="1190" w:type="dxa"/>
            <w:vMerge/>
            <w:vAlign w:val="center"/>
          </w:tcPr>
          <w:p w:rsidR="00C81BAF" w:rsidRPr="008D4D39" w:rsidRDefault="00C81BAF" w:rsidP="006B06B6">
            <w:pPr>
              <w:widowControl/>
              <w:spacing w:line="400" w:lineRule="exact"/>
              <w:jc w:val="center"/>
              <w:rPr>
                <w:rFonts w:ascii="方正黑体_GBK" w:eastAsia="方正黑体_GBK" w:hAnsi="宋体"/>
                <w:sz w:val="21"/>
                <w:szCs w:val="21"/>
              </w:rPr>
            </w:pPr>
          </w:p>
        </w:tc>
        <w:tc>
          <w:tcPr>
            <w:tcW w:w="1413" w:type="dxa"/>
            <w:tcBorders>
              <w:bottom w:val="single" w:sz="4" w:space="0" w:color="auto"/>
            </w:tcBorders>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411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156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85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r>
      <w:tr w:rsidR="00C81BAF" w:rsidRPr="008D4D39" w:rsidTr="008D4D39">
        <w:trPr>
          <w:cantSplit/>
          <w:trHeight w:val="621"/>
          <w:jc w:val="center"/>
        </w:trPr>
        <w:tc>
          <w:tcPr>
            <w:tcW w:w="1190" w:type="dxa"/>
            <w:vMerge w:val="restart"/>
            <w:textDirection w:val="tbRlV"/>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进行国内、国际技术交流或讲学情况</w:t>
            </w:r>
          </w:p>
        </w:tc>
        <w:tc>
          <w:tcPr>
            <w:tcW w:w="1413"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时间、地点</w:t>
            </w:r>
          </w:p>
        </w:tc>
        <w:tc>
          <w:tcPr>
            <w:tcW w:w="411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名称、对象、范围</w:t>
            </w:r>
          </w:p>
        </w:tc>
        <w:tc>
          <w:tcPr>
            <w:tcW w:w="2410" w:type="dxa"/>
            <w:gridSpan w:val="2"/>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讲授时间（小时）</w:t>
            </w:r>
          </w:p>
        </w:tc>
      </w:tr>
      <w:tr w:rsidR="00C81BAF" w:rsidRPr="008D4D39" w:rsidTr="008D4D39">
        <w:trPr>
          <w:cantSplit/>
          <w:trHeight w:val="1385"/>
          <w:jc w:val="center"/>
        </w:trPr>
        <w:tc>
          <w:tcPr>
            <w:tcW w:w="1190" w:type="dxa"/>
            <w:vMerge/>
            <w:vAlign w:val="center"/>
          </w:tcPr>
          <w:p w:rsidR="00C81BAF" w:rsidRPr="008D4D39" w:rsidRDefault="00C81BAF" w:rsidP="006B06B6">
            <w:pPr>
              <w:widowControl/>
              <w:spacing w:line="400" w:lineRule="exact"/>
              <w:jc w:val="center"/>
              <w:rPr>
                <w:rFonts w:ascii="方正黑体_GBK" w:eastAsia="方正黑体_GBK" w:hAnsi="宋体"/>
                <w:sz w:val="21"/>
                <w:szCs w:val="21"/>
              </w:rPr>
            </w:pPr>
          </w:p>
        </w:tc>
        <w:tc>
          <w:tcPr>
            <w:tcW w:w="1413"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411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2410" w:type="dxa"/>
            <w:gridSpan w:val="2"/>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r>
    </w:tbl>
    <w:p w:rsidR="008D4D39" w:rsidRDefault="008D4D39" w:rsidP="00C81BAF">
      <w:pPr>
        <w:snapToGrid w:val="0"/>
        <w:jc w:val="center"/>
        <w:rPr>
          <w:rFonts w:ascii="方正小标宋_GBK" w:eastAsia="方正小标宋_GBK" w:hAnsi="宋体"/>
          <w:spacing w:val="20"/>
          <w:sz w:val="36"/>
          <w:szCs w:val="24"/>
        </w:rPr>
      </w:pPr>
    </w:p>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业绩情况表1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09"/>
        <w:gridCol w:w="1180"/>
        <w:gridCol w:w="2236"/>
        <w:gridCol w:w="1137"/>
        <w:gridCol w:w="4110"/>
      </w:tblGrid>
      <w:tr w:rsidR="00C81BAF" w:rsidRPr="006B06B6" w:rsidTr="008D4D39">
        <w:trPr>
          <w:cantSplit/>
          <w:trHeight w:val="1002"/>
          <w:jc w:val="center"/>
        </w:trPr>
        <w:tc>
          <w:tcPr>
            <w:tcW w:w="409" w:type="dxa"/>
            <w:vMerge w:val="restart"/>
            <w:tcBorders>
              <w:top w:val="single" w:sz="4" w:space="0" w:color="auto"/>
              <w:left w:val="single" w:sz="4" w:space="0" w:color="auto"/>
              <w:right w:val="single" w:sz="4" w:space="0" w:color="auto"/>
            </w:tcBorders>
            <w:textDirection w:val="tbRlV"/>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所训练人员（队伍）参加比赛所取得的成绩</w:t>
            </w:r>
          </w:p>
        </w:tc>
        <w:tc>
          <w:tcPr>
            <w:tcW w:w="1180"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运动员姓名</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或队名</w:t>
            </w: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训练时间</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（独立）</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或协助</w:t>
            </w:r>
          </w:p>
        </w:tc>
        <w:tc>
          <w:tcPr>
            <w:tcW w:w="4110"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运动员（队）比赛成绩</w:t>
            </w:r>
          </w:p>
        </w:tc>
      </w:tr>
      <w:tr w:rsidR="00C81BAF" w:rsidRPr="006B06B6" w:rsidTr="008D4D39">
        <w:trPr>
          <w:cantSplit/>
          <w:trHeight w:val="1516"/>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00F54818" w:rsidRPr="00F54818">
              <w:rPr>
                <w:rFonts w:ascii="方正黑体_GBK" w:eastAsia="方正黑体_GBK" w:hAnsi="宋体" w:hint="eastAsia"/>
                <w:sz w:val="24"/>
                <w:szCs w:val="24"/>
              </w:rPr>
              <w:t>□</w:t>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00F54818" w:rsidRPr="00F54818">
              <w:rPr>
                <w:rFonts w:ascii="方正黑体_GBK" w:eastAsia="方正黑体_GBK" w:hAnsi="宋体" w:hint="eastAsia"/>
                <w:sz w:val="24"/>
                <w:szCs w:val="24"/>
              </w:rPr>
              <w:t>□</w:t>
            </w:r>
          </w:p>
        </w:tc>
        <w:tc>
          <w:tcPr>
            <w:tcW w:w="411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635"/>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00F54818" w:rsidRPr="00F54818">
              <w:rPr>
                <w:rFonts w:ascii="方正黑体_GBK" w:eastAsia="方正黑体_GBK" w:hAnsi="宋体" w:hint="eastAsia"/>
                <w:sz w:val="24"/>
                <w:szCs w:val="24"/>
              </w:rPr>
              <w:t>□</w:t>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00F54818" w:rsidRPr="00F54818">
              <w:rPr>
                <w:rFonts w:ascii="方正黑体_GBK" w:eastAsia="方正黑体_GBK" w:hAnsi="宋体" w:hint="eastAsia"/>
                <w:sz w:val="24"/>
                <w:szCs w:val="24"/>
              </w:rPr>
              <w:t>□</w:t>
            </w:r>
          </w:p>
        </w:tc>
        <w:tc>
          <w:tcPr>
            <w:tcW w:w="411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532"/>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00F54818" w:rsidRPr="00F54818">
              <w:rPr>
                <w:rFonts w:ascii="方正黑体_GBK" w:eastAsia="方正黑体_GBK" w:hAnsi="宋体" w:hint="eastAsia"/>
                <w:sz w:val="24"/>
                <w:szCs w:val="24"/>
              </w:rPr>
              <w:t>□</w:t>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00F54818" w:rsidRPr="00F54818">
              <w:rPr>
                <w:rFonts w:ascii="方正黑体_GBK" w:eastAsia="方正黑体_GBK" w:hAnsi="宋体" w:hint="eastAsia"/>
                <w:sz w:val="24"/>
                <w:szCs w:val="24"/>
              </w:rPr>
              <w:t>□</w:t>
            </w:r>
          </w:p>
        </w:tc>
        <w:tc>
          <w:tcPr>
            <w:tcW w:w="411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569"/>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00F54818" w:rsidRPr="00F54818">
              <w:rPr>
                <w:rFonts w:ascii="方正黑体_GBK" w:eastAsia="方正黑体_GBK" w:hAnsi="宋体" w:hint="eastAsia"/>
                <w:sz w:val="24"/>
                <w:szCs w:val="24"/>
              </w:rPr>
              <w:t>□</w:t>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00F54818" w:rsidRPr="00F54818">
              <w:rPr>
                <w:rFonts w:ascii="方正黑体_GBK" w:eastAsia="方正黑体_GBK" w:hAnsi="宋体" w:hint="eastAsia"/>
                <w:sz w:val="24"/>
                <w:szCs w:val="24"/>
              </w:rPr>
              <w:t>□</w:t>
            </w:r>
          </w:p>
        </w:tc>
        <w:tc>
          <w:tcPr>
            <w:tcW w:w="411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677"/>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00F54818" w:rsidRPr="00F54818">
              <w:rPr>
                <w:rFonts w:ascii="方正黑体_GBK" w:eastAsia="方正黑体_GBK" w:hAnsi="宋体" w:hint="eastAsia"/>
                <w:sz w:val="24"/>
                <w:szCs w:val="24"/>
              </w:rPr>
              <w:t>□</w:t>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00F54818" w:rsidRPr="00F54818">
              <w:rPr>
                <w:rFonts w:ascii="方正黑体_GBK" w:eastAsia="方正黑体_GBK" w:hAnsi="宋体" w:hint="eastAsia"/>
                <w:sz w:val="24"/>
                <w:szCs w:val="24"/>
              </w:rPr>
              <w:t>□</w:t>
            </w:r>
          </w:p>
        </w:tc>
        <w:tc>
          <w:tcPr>
            <w:tcW w:w="411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838"/>
          <w:jc w:val="center"/>
        </w:trPr>
        <w:tc>
          <w:tcPr>
            <w:tcW w:w="409" w:type="dxa"/>
            <w:vMerge/>
            <w:tcBorders>
              <w:left w:val="single" w:sz="4" w:space="0" w:color="auto"/>
              <w:bottom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8663" w:type="dxa"/>
            <w:gridSpan w:val="4"/>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注：训练时间请填写申报人对训练人员（队伍）的训练起止时间，需要具体到月。对训练人员（队伍）的训练时间应前后一致，前后不一致的不予采用。</w:t>
            </w:r>
          </w:p>
        </w:tc>
      </w:tr>
      <w:tr w:rsidR="00C81BAF" w:rsidRPr="006B06B6" w:rsidTr="008D4D39">
        <w:trPr>
          <w:trHeight w:hRule="exact" w:val="958"/>
          <w:jc w:val="center"/>
        </w:trPr>
        <w:tc>
          <w:tcPr>
            <w:tcW w:w="158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省</w:t>
            </w:r>
            <w:r w:rsidR="00291900">
              <w:rPr>
                <w:rFonts w:ascii="方正黑体_GBK" w:eastAsia="方正黑体_GBK" w:hAnsi="宋体" w:hint="eastAsia"/>
                <w:sz w:val="24"/>
                <w:szCs w:val="24"/>
              </w:rPr>
              <w:t>(市)</w:t>
            </w:r>
            <w:r w:rsidRPr="006B06B6">
              <w:rPr>
                <w:rFonts w:ascii="方正黑体_GBK" w:eastAsia="方正黑体_GBK" w:hAnsi="宋体" w:hint="eastAsia"/>
                <w:sz w:val="24"/>
                <w:szCs w:val="24"/>
              </w:rPr>
              <w:t>体育局</w:t>
            </w:r>
          </w:p>
          <w:p w:rsidR="000E5601"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职能处室</w:t>
            </w:r>
          </w:p>
          <w:p w:rsidR="00C81BAF" w:rsidRPr="006B06B6" w:rsidRDefault="00C81BAF" w:rsidP="000E5601">
            <w:pPr>
              <w:snapToGrid w:val="0"/>
              <w:spacing w:line="320" w:lineRule="exact"/>
              <w:jc w:val="center"/>
              <w:rPr>
                <w:rFonts w:ascii="方正黑体_GBK" w:eastAsia="方正黑体_GBK" w:hAnsi="宋体" w:cs="宋体"/>
                <w:sz w:val="24"/>
                <w:szCs w:val="24"/>
              </w:rPr>
            </w:pPr>
            <w:r w:rsidRPr="006B06B6">
              <w:rPr>
                <w:rFonts w:ascii="方正黑体_GBK" w:eastAsia="方正黑体_GBK" w:hAnsi="宋体" w:hint="eastAsia"/>
                <w:sz w:val="24"/>
                <w:szCs w:val="24"/>
              </w:rPr>
              <w:t>意见</w:t>
            </w:r>
          </w:p>
        </w:tc>
        <w:tc>
          <w:tcPr>
            <w:tcW w:w="748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5601" w:rsidRDefault="000E5601" w:rsidP="000E5601">
            <w:pPr>
              <w:snapToGrid w:val="0"/>
              <w:spacing w:line="320" w:lineRule="exact"/>
              <w:rPr>
                <w:rFonts w:ascii="方正黑体_GBK" w:eastAsia="方正黑体_GBK" w:hAnsi="宋体"/>
                <w:sz w:val="24"/>
                <w:szCs w:val="24"/>
              </w:rPr>
            </w:pPr>
          </w:p>
          <w:p w:rsidR="00C81BAF" w:rsidRPr="006B06B6" w:rsidRDefault="00C81BAF" w:rsidP="000E5601">
            <w:pPr>
              <w:snapToGrid w:val="0"/>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公章</w:t>
            </w:r>
          </w:p>
          <w:p w:rsidR="00C81BAF" w:rsidRPr="006B06B6" w:rsidRDefault="00C81BAF" w:rsidP="000E5601">
            <w:pPr>
              <w:snapToGrid w:val="0"/>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负责人</w:t>
            </w:r>
            <w:r w:rsidR="000E5601">
              <w:rPr>
                <w:rFonts w:ascii="方正黑体_GBK" w:eastAsia="方正黑体_GBK" w:hAnsi="宋体" w:hint="eastAsia"/>
                <w:sz w:val="24"/>
                <w:szCs w:val="24"/>
              </w:rPr>
              <w:t>：</w:t>
            </w:r>
            <w:r w:rsidRPr="006B06B6">
              <w:rPr>
                <w:rFonts w:ascii="方正黑体_GBK" w:eastAsia="方正黑体_GBK" w:hAnsi="宋体" w:hint="eastAsia"/>
                <w:sz w:val="24"/>
                <w:szCs w:val="24"/>
              </w:rPr>
              <w:t xml:space="preserve">                                年   月   日</w:t>
            </w:r>
          </w:p>
        </w:tc>
      </w:tr>
    </w:tbl>
    <w:p w:rsidR="00C81BAF" w:rsidRPr="000E5601" w:rsidRDefault="00C81BAF" w:rsidP="000E5601">
      <w:pPr>
        <w:spacing w:line="300" w:lineRule="exact"/>
        <w:jc w:val="left"/>
        <w:rPr>
          <w:rFonts w:ascii="方正黑体_GBK" w:eastAsia="方正黑体_GBK" w:hAnsi="宋体"/>
          <w:bCs/>
          <w:sz w:val="21"/>
          <w:szCs w:val="21"/>
        </w:rPr>
      </w:pPr>
      <w:r w:rsidRPr="000E5601">
        <w:rPr>
          <w:rFonts w:ascii="方正黑体_GBK" w:eastAsia="方正黑体_GBK" w:hAnsi="宋体" w:hint="eastAsia"/>
          <w:bCs/>
          <w:sz w:val="21"/>
          <w:szCs w:val="21"/>
        </w:rPr>
        <w:t>注：执教竞技体育、体能的教练员填报此表须由</w:t>
      </w:r>
      <w:r w:rsidRPr="000E5601">
        <w:rPr>
          <w:rFonts w:ascii="方正黑体_GBK" w:eastAsia="方正黑体_GBK" w:hAnsi="宋体" w:hint="eastAsia"/>
          <w:sz w:val="21"/>
          <w:szCs w:val="21"/>
        </w:rPr>
        <w:t>省</w:t>
      </w:r>
      <w:r w:rsidR="00291900">
        <w:rPr>
          <w:rFonts w:ascii="方正黑体_GBK" w:eastAsia="方正黑体_GBK" w:hAnsi="宋体" w:hint="eastAsia"/>
          <w:sz w:val="21"/>
          <w:szCs w:val="21"/>
        </w:rPr>
        <w:t>（市）</w:t>
      </w:r>
      <w:r w:rsidRPr="000E5601">
        <w:rPr>
          <w:rFonts w:ascii="方正黑体_GBK" w:eastAsia="方正黑体_GBK" w:hAnsi="宋体" w:hint="eastAsia"/>
          <w:sz w:val="21"/>
          <w:szCs w:val="21"/>
        </w:rPr>
        <w:t>体育局竞技体育处</w:t>
      </w:r>
      <w:r w:rsidRPr="000E5601">
        <w:rPr>
          <w:rFonts w:ascii="方正黑体_GBK" w:eastAsia="方正黑体_GBK" w:hAnsi="宋体" w:hint="eastAsia"/>
          <w:bCs/>
          <w:sz w:val="21"/>
          <w:szCs w:val="21"/>
        </w:rPr>
        <w:t>出具审核意见。执教群众体育的教练员填报此表须由</w:t>
      </w:r>
      <w:r w:rsidRPr="000E5601">
        <w:rPr>
          <w:rFonts w:ascii="方正黑体_GBK" w:eastAsia="方正黑体_GBK" w:hAnsi="宋体" w:hint="eastAsia"/>
          <w:sz w:val="21"/>
          <w:szCs w:val="21"/>
        </w:rPr>
        <w:t>省</w:t>
      </w:r>
      <w:r w:rsidR="00291900">
        <w:rPr>
          <w:rFonts w:ascii="方正黑体_GBK" w:eastAsia="方正黑体_GBK" w:hAnsi="宋体" w:hint="eastAsia"/>
          <w:sz w:val="21"/>
          <w:szCs w:val="21"/>
        </w:rPr>
        <w:t>（市）</w:t>
      </w:r>
      <w:r w:rsidRPr="000E5601">
        <w:rPr>
          <w:rFonts w:ascii="方正黑体_GBK" w:eastAsia="方正黑体_GBK" w:hAnsi="宋体" w:hint="eastAsia"/>
          <w:sz w:val="21"/>
          <w:szCs w:val="21"/>
        </w:rPr>
        <w:t>体育局群众体育处</w:t>
      </w:r>
      <w:r w:rsidRPr="000E5601">
        <w:rPr>
          <w:rFonts w:ascii="方正黑体_GBK" w:eastAsia="方正黑体_GBK" w:hAnsi="宋体" w:hint="eastAsia"/>
          <w:bCs/>
          <w:sz w:val="21"/>
          <w:szCs w:val="21"/>
        </w:rPr>
        <w:t>出具审核意见。</w:t>
      </w:r>
    </w:p>
    <w:p w:rsidR="00C81BAF" w:rsidRPr="00783635" w:rsidRDefault="00C81BAF" w:rsidP="00783635">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lastRenderedPageBreak/>
        <w:t>业绩情况表2</w:t>
      </w: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20"/>
        <w:gridCol w:w="716"/>
        <w:gridCol w:w="693"/>
        <w:gridCol w:w="1190"/>
        <w:gridCol w:w="1413"/>
        <w:gridCol w:w="1211"/>
        <w:gridCol w:w="1211"/>
        <w:gridCol w:w="2189"/>
      </w:tblGrid>
      <w:tr w:rsidR="00C81BAF" w:rsidRPr="000E5601" w:rsidTr="00AF057D">
        <w:trPr>
          <w:cantSplit/>
          <w:trHeight w:val="805"/>
          <w:jc w:val="center"/>
        </w:trPr>
        <w:tc>
          <w:tcPr>
            <w:tcW w:w="620" w:type="dxa"/>
            <w:vMerge w:val="restart"/>
            <w:tcBorders>
              <w:top w:val="single" w:sz="4" w:space="0" w:color="auto"/>
              <w:left w:val="single" w:sz="4" w:space="0" w:color="auto"/>
              <w:right w:val="single" w:sz="4" w:space="0" w:color="auto"/>
            </w:tcBorders>
            <w:textDirection w:val="tbRlV"/>
            <w:vAlign w:val="center"/>
          </w:tcPr>
          <w:p w:rsidR="00C81BAF" w:rsidRPr="000E5601" w:rsidRDefault="00C81BAF" w:rsidP="000E5601">
            <w:pPr>
              <w:snapToGrid w:val="0"/>
              <w:spacing w:line="340" w:lineRule="exact"/>
              <w:ind w:left="113" w:right="113"/>
              <w:jc w:val="center"/>
              <w:rPr>
                <w:rFonts w:ascii="方正黑体_GBK" w:eastAsia="方正黑体_GBK" w:hAnsi="宋体"/>
                <w:sz w:val="24"/>
                <w:szCs w:val="24"/>
              </w:rPr>
            </w:pPr>
            <w:r w:rsidRPr="000E5601">
              <w:rPr>
                <w:rFonts w:ascii="方正黑体_GBK" w:eastAsia="方正黑体_GBK" w:hAnsi="宋体" w:hint="eastAsia"/>
                <w:sz w:val="24"/>
                <w:szCs w:val="24"/>
              </w:rPr>
              <w:t>向上级训练组织输送队员情况</w:t>
            </w:r>
          </w:p>
        </w:tc>
        <w:tc>
          <w:tcPr>
            <w:tcW w:w="716" w:type="dxa"/>
            <w:tcBorders>
              <w:top w:val="single" w:sz="4" w:space="0" w:color="auto"/>
              <w:left w:val="single" w:sz="4" w:space="0" w:color="auto"/>
              <w:bottom w:val="single" w:sz="4" w:space="0" w:color="auto"/>
              <w:right w:val="single" w:sz="4" w:space="0" w:color="auto"/>
            </w:tcBorders>
            <w:vAlign w:val="center"/>
          </w:tcPr>
          <w:p w:rsid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输送</w:t>
            </w:r>
          </w:p>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总人数</w:t>
            </w: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413"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越级输送人数</w:t>
            </w:r>
          </w:p>
        </w:tc>
        <w:tc>
          <w:tcPr>
            <w:tcW w:w="1211"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211" w:type="dxa"/>
            <w:tcBorders>
              <w:top w:val="single" w:sz="4" w:space="0" w:color="auto"/>
              <w:left w:val="single" w:sz="4" w:space="0" w:color="auto"/>
              <w:bottom w:val="single" w:sz="4" w:space="0" w:color="auto"/>
              <w:right w:val="single" w:sz="4" w:space="0" w:color="auto"/>
            </w:tcBorders>
            <w:vAlign w:val="center"/>
          </w:tcPr>
          <w:p w:rsid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转项输送</w:t>
            </w:r>
          </w:p>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人数</w:t>
            </w:r>
          </w:p>
        </w:tc>
        <w:tc>
          <w:tcPr>
            <w:tcW w:w="2189"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r>
      <w:tr w:rsidR="00C81BAF" w:rsidRPr="000E5601" w:rsidTr="00AF057D">
        <w:trPr>
          <w:cantSplit/>
          <w:trHeight w:val="280"/>
          <w:jc w:val="center"/>
        </w:trPr>
        <w:tc>
          <w:tcPr>
            <w:tcW w:w="620" w:type="dxa"/>
            <w:vMerge/>
            <w:tcBorders>
              <w:left w:val="single" w:sz="4" w:space="0" w:color="auto"/>
              <w:right w:val="single" w:sz="4" w:space="0" w:color="auto"/>
            </w:tcBorders>
            <w:textDirection w:val="tbRlV"/>
            <w:vAlign w:val="center"/>
          </w:tcPr>
          <w:p w:rsidR="00C81BAF" w:rsidRPr="000E5601" w:rsidRDefault="00C81BAF" w:rsidP="000E5601">
            <w:pPr>
              <w:snapToGrid w:val="0"/>
              <w:spacing w:line="340" w:lineRule="exact"/>
              <w:ind w:left="113" w:right="113"/>
              <w:jc w:val="center"/>
              <w:rPr>
                <w:rFonts w:ascii="方正黑体_GBK" w:eastAsia="方正黑体_GBK" w:hAnsi="宋体"/>
                <w:sz w:val="24"/>
                <w:szCs w:val="24"/>
              </w:rPr>
            </w:pPr>
          </w:p>
        </w:tc>
        <w:tc>
          <w:tcPr>
            <w:tcW w:w="716" w:type="dxa"/>
            <w:vMerge w:val="restart"/>
            <w:tcBorders>
              <w:top w:val="single" w:sz="4" w:space="0" w:color="auto"/>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队员</w:t>
            </w:r>
          </w:p>
        </w:tc>
        <w:tc>
          <w:tcPr>
            <w:tcW w:w="1883" w:type="dxa"/>
            <w:gridSpan w:val="2"/>
            <w:vMerge w:val="restart"/>
            <w:tcBorders>
              <w:top w:val="single" w:sz="4" w:space="0" w:color="auto"/>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训练时间</w:t>
            </w:r>
          </w:p>
        </w:tc>
        <w:tc>
          <w:tcPr>
            <w:tcW w:w="2624" w:type="dxa"/>
            <w:gridSpan w:val="2"/>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输送到上级训练组织情况</w:t>
            </w:r>
          </w:p>
        </w:tc>
        <w:tc>
          <w:tcPr>
            <w:tcW w:w="3400" w:type="dxa"/>
            <w:gridSpan w:val="2"/>
            <w:vMerge w:val="restart"/>
            <w:tcBorders>
              <w:top w:val="single" w:sz="4" w:space="0" w:color="auto"/>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比赛成绩</w:t>
            </w:r>
          </w:p>
        </w:tc>
      </w:tr>
      <w:tr w:rsidR="00C81BAF" w:rsidRPr="000E5601" w:rsidTr="00AF057D">
        <w:trPr>
          <w:cantSplit/>
          <w:trHeight w:val="478"/>
          <w:jc w:val="center"/>
        </w:trPr>
        <w:tc>
          <w:tcPr>
            <w:tcW w:w="620" w:type="dxa"/>
            <w:vMerge/>
            <w:tcBorders>
              <w:left w:val="single" w:sz="4" w:space="0" w:color="auto"/>
              <w:right w:val="single" w:sz="4" w:space="0" w:color="auto"/>
            </w:tcBorders>
            <w:textDirection w:val="tbRlV"/>
            <w:vAlign w:val="center"/>
          </w:tcPr>
          <w:p w:rsidR="00C81BAF" w:rsidRPr="000E5601" w:rsidRDefault="00C81BAF" w:rsidP="000E5601">
            <w:pPr>
              <w:snapToGrid w:val="0"/>
              <w:spacing w:line="340" w:lineRule="exact"/>
              <w:ind w:left="113" w:right="113"/>
              <w:jc w:val="center"/>
              <w:rPr>
                <w:rFonts w:ascii="方正黑体_GBK" w:eastAsia="方正黑体_GBK" w:hAnsi="宋体"/>
                <w:sz w:val="24"/>
                <w:szCs w:val="24"/>
              </w:rPr>
            </w:pPr>
          </w:p>
        </w:tc>
        <w:tc>
          <w:tcPr>
            <w:tcW w:w="716" w:type="dxa"/>
            <w:vMerge/>
            <w:tcBorders>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883" w:type="dxa"/>
            <w:gridSpan w:val="2"/>
            <w:vMerge/>
            <w:tcBorders>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413"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输送时间</w:t>
            </w:r>
          </w:p>
        </w:tc>
        <w:tc>
          <w:tcPr>
            <w:tcW w:w="1211" w:type="dxa"/>
            <w:tcBorders>
              <w:top w:val="single" w:sz="4" w:space="0" w:color="auto"/>
              <w:left w:val="single" w:sz="4" w:space="0" w:color="auto"/>
              <w:bottom w:val="single" w:sz="4" w:space="0" w:color="auto"/>
              <w:right w:val="single" w:sz="4" w:space="0" w:color="auto"/>
            </w:tcBorders>
            <w:vAlign w:val="center"/>
          </w:tcPr>
          <w:p w:rsidR="00630F66"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上级训练</w:t>
            </w:r>
          </w:p>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组织名称</w:t>
            </w:r>
          </w:p>
        </w:tc>
        <w:tc>
          <w:tcPr>
            <w:tcW w:w="3400" w:type="dxa"/>
            <w:gridSpan w:val="2"/>
            <w:vMerge/>
            <w:tcBorders>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r>
      <w:tr w:rsidR="00C81BAF" w:rsidRPr="000E5601" w:rsidTr="00AF057D">
        <w:trPr>
          <w:cantSplit/>
          <w:trHeight w:val="1516"/>
          <w:jc w:val="center"/>
        </w:trPr>
        <w:tc>
          <w:tcPr>
            <w:tcW w:w="620" w:type="dxa"/>
            <w:vMerge/>
            <w:tcBorders>
              <w:left w:val="single" w:sz="4" w:space="0" w:color="auto"/>
              <w:right w:val="single" w:sz="4" w:space="0" w:color="auto"/>
            </w:tcBorders>
            <w:vAlign w:val="center"/>
          </w:tcPr>
          <w:p w:rsidR="00C81BAF" w:rsidRPr="000E5601" w:rsidRDefault="00C81BAF"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C81BAF" w:rsidRPr="000E5601" w:rsidRDefault="000E5601" w:rsidP="000E5601">
            <w:pPr>
              <w:spacing w:line="340" w:lineRule="exact"/>
              <w:rPr>
                <w:rFonts w:ascii="方正黑体_GBK" w:eastAsia="方正黑体_GBK" w:hAnsi="宋体"/>
                <w:sz w:val="24"/>
                <w:szCs w:val="24"/>
              </w:rPr>
            </w:pPr>
            <w:r>
              <w:rPr>
                <w:rFonts w:ascii="方正黑体_GBK" w:eastAsia="方正黑体_GBK" w:hAnsi="宋体" w:hint="eastAsia"/>
                <w:sz w:val="24"/>
                <w:szCs w:val="24"/>
              </w:rPr>
              <w:t xml:space="preserve">   </w:t>
            </w:r>
            <w:r w:rsidR="00C81BAF" w:rsidRPr="000E5601">
              <w:rPr>
                <w:rFonts w:ascii="方正黑体_GBK" w:eastAsia="方正黑体_GBK" w:hAnsi="宋体" w:hint="eastAsia"/>
                <w:sz w:val="24"/>
                <w:szCs w:val="24"/>
              </w:rPr>
              <w:t>年</w:t>
            </w:r>
            <w:r>
              <w:rPr>
                <w:rFonts w:ascii="方正黑体_GBK" w:eastAsia="方正黑体_GBK" w:hAnsi="宋体" w:hint="eastAsia"/>
                <w:sz w:val="24"/>
                <w:szCs w:val="24"/>
              </w:rPr>
              <w:t xml:space="preserve"> </w:t>
            </w:r>
            <w:r w:rsidR="00C81BAF" w:rsidRPr="000E5601">
              <w:rPr>
                <w:rFonts w:ascii="方正黑体_GBK" w:eastAsia="方正黑体_GBK" w:hAnsi="宋体" w:hint="eastAsia"/>
                <w:sz w:val="24"/>
                <w:szCs w:val="24"/>
              </w:rPr>
              <w:t>月</w:t>
            </w:r>
            <w:r>
              <w:rPr>
                <w:rFonts w:ascii="方正黑体_GBK" w:eastAsia="方正黑体_GBK" w:hAnsi="宋体" w:hint="eastAsia"/>
                <w:sz w:val="24"/>
                <w:szCs w:val="24"/>
              </w:rPr>
              <w:t xml:space="preserve">- </w:t>
            </w:r>
            <w:r w:rsidR="00C81BAF" w:rsidRPr="000E5601">
              <w:rPr>
                <w:rFonts w:ascii="方正黑体_GBK" w:eastAsia="方正黑体_GBK" w:hAnsi="宋体" w:hint="eastAsia"/>
                <w:sz w:val="24"/>
                <w:szCs w:val="24"/>
              </w:rPr>
              <w:t>年  月</w:t>
            </w:r>
          </w:p>
        </w:tc>
        <w:tc>
          <w:tcPr>
            <w:tcW w:w="1413"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bottom w:val="single" w:sz="4" w:space="0" w:color="auto"/>
              <w:right w:val="single" w:sz="4" w:space="0" w:color="auto"/>
            </w:tcBorders>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bottom w:val="single" w:sz="4" w:space="0" w:color="auto"/>
              <w:right w:val="single" w:sz="4" w:space="0" w:color="auto"/>
            </w:tcBorders>
          </w:tcPr>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C81BAF" w:rsidRPr="000E5601" w:rsidRDefault="00C81BAF"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635"/>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bottom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532"/>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bottom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569"/>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580"/>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C81BAF" w:rsidRPr="000E5601" w:rsidTr="00AF057D">
        <w:trPr>
          <w:cantSplit/>
          <w:trHeight w:val="614"/>
          <w:jc w:val="center"/>
        </w:trPr>
        <w:tc>
          <w:tcPr>
            <w:tcW w:w="620" w:type="dxa"/>
            <w:vMerge/>
            <w:tcBorders>
              <w:left w:val="single" w:sz="4" w:space="0" w:color="auto"/>
              <w:right w:val="single" w:sz="4" w:space="0" w:color="auto"/>
            </w:tcBorders>
            <w:vAlign w:val="center"/>
          </w:tcPr>
          <w:p w:rsidR="00C81BAF" w:rsidRPr="000E5601" w:rsidRDefault="00C81BAF" w:rsidP="000E5601">
            <w:pPr>
              <w:widowControl/>
              <w:spacing w:line="340" w:lineRule="exact"/>
              <w:jc w:val="left"/>
              <w:rPr>
                <w:rFonts w:ascii="方正黑体_GBK" w:eastAsia="方正黑体_GBK" w:hAnsi="宋体"/>
                <w:sz w:val="24"/>
                <w:szCs w:val="24"/>
              </w:rPr>
            </w:pPr>
          </w:p>
        </w:tc>
        <w:tc>
          <w:tcPr>
            <w:tcW w:w="8623" w:type="dxa"/>
            <w:gridSpan w:val="7"/>
            <w:tcBorders>
              <w:top w:val="single" w:sz="4" w:space="0" w:color="auto"/>
              <w:left w:val="single" w:sz="4" w:space="0" w:color="auto"/>
              <w:right w:val="single" w:sz="4" w:space="0" w:color="auto"/>
            </w:tcBorders>
          </w:tcPr>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注：1. 训练时间填写申报人对训练人员（队伍）的训练起止时间，需要具体到月。2.输送时间填写队到输送到省队、国家队的时间，需要具体到月。</w:t>
            </w:r>
          </w:p>
        </w:tc>
      </w:tr>
      <w:tr w:rsidR="00C81BAF" w:rsidRPr="000E5601" w:rsidTr="00AF057D">
        <w:trPr>
          <w:cantSplit/>
          <w:trHeight w:val="466"/>
          <w:jc w:val="center"/>
        </w:trPr>
        <w:tc>
          <w:tcPr>
            <w:tcW w:w="2029" w:type="dxa"/>
            <w:gridSpan w:val="3"/>
            <w:tcBorders>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省</w:t>
            </w:r>
            <w:r w:rsidR="00291900">
              <w:rPr>
                <w:rFonts w:ascii="方正黑体_GBK" w:eastAsia="方正黑体_GBK" w:hAnsi="宋体" w:hint="eastAsia"/>
                <w:sz w:val="24"/>
                <w:szCs w:val="24"/>
              </w:rPr>
              <w:t>(市)</w:t>
            </w:r>
            <w:r w:rsidRPr="000E5601">
              <w:rPr>
                <w:rFonts w:ascii="方正黑体_GBK" w:eastAsia="方正黑体_GBK" w:hAnsi="宋体" w:hint="eastAsia"/>
                <w:sz w:val="24"/>
                <w:szCs w:val="24"/>
              </w:rPr>
              <w:t>体育局</w:t>
            </w:r>
          </w:p>
          <w:p w:rsidR="00C81BAF" w:rsidRPr="000E5601" w:rsidRDefault="00C81BAF"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职能处室意见</w:t>
            </w:r>
          </w:p>
        </w:tc>
        <w:tc>
          <w:tcPr>
            <w:tcW w:w="7214" w:type="dxa"/>
            <w:gridSpan w:val="5"/>
            <w:tcBorders>
              <w:top w:val="single" w:sz="4" w:space="0" w:color="auto"/>
              <w:left w:val="single" w:sz="4" w:space="0" w:color="auto"/>
              <w:right w:val="single" w:sz="4" w:space="0" w:color="auto"/>
            </w:tcBorders>
          </w:tcPr>
          <w:p w:rsidR="00C81BAF" w:rsidRPr="000E5601" w:rsidRDefault="00C81BAF" w:rsidP="000E5601">
            <w:pPr>
              <w:snapToGrid w:val="0"/>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                                            公章</w:t>
            </w:r>
          </w:p>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 负责人:                                年   月   日</w:t>
            </w:r>
          </w:p>
        </w:tc>
      </w:tr>
    </w:tbl>
    <w:p w:rsidR="00C81BAF" w:rsidRPr="000E5601" w:rsidRDefault="00C81BAF" w:rsidP="00AF057D">
      <w:pPr>
        <w:spacing w:line="220" w:lineRule="exact"/>
        <w:jc w:val="left"/>
        <w:rPr>
          <w:rFonts w:ascii="方正黑体_GBK" w:eastAsia="方正黑体_GBK" w:hAnsi="宋体"/>
          <w:bCs/>
          <w:sz w:val="21"/>
          <w:szCs w:val="21"/>
        </w:rPr>
      </w:pPr>
      <w:r w:rsidRPr="000E5601">
        <w:rPr>
          <w:rFonts w:ascii="方正黑体_GBK" w:eastAsia="方正黑体_GBK" w:hAnsi="宋体" w:hint="eastAsia"/>
          <w:bCs/>
          <w:sz w:val="21"/>
          <w:szCs w:val="21"/>
        </w:rPr>
        <w:t>注：执教竞技体育、体能的教练员填报此表须由省</w:t>
      </w:r>
      <w:r w:rsidR="00291900">
        <w:rPr>
          <w:rFonts w:ascii="方正黑体_GBK" w:eastAsia="方正黑体_GBK" w:hAnsi="宋体" w:hint="eastAsia"/>
          <w:bCs/>
          <w:sz w:val="21"/>
          <w:szCs w:val="21"/>
        </w:rPr>
        <w:t>（市）</w:t>
      </w:r>
      <w:r w:rsidRPr="000E5601">
        <w:rPr>
          <w:rFonts w:ascii="方正黑体_GBK" w:eastAsia="方正黑体_GBK" w:hAnsi="宋体" w:hint="eastAsia"/>
          <w:bCs/>
          <w:sz w:val="21"/>
          <w:szCs w:val="21"/>
        </w:rPr>
        <w:t>体育局竞技体育处出具审核意见。执教群众体育的教练员填报此表须由省</w:t>
      </w:r>
      <w:r w:rsidR="00291900">
        <w:rPr>
          <w:rFonts w:ascii="方正黑体_GBK" w:eastAsia="方正黑体_GBK" w:hAnsi="宋体" w:hint="eastAsia"/>
          <w:bCs/>
          <w:sz w:val="21"/>
          <w:szCs w:val="21"/>
        </w:rPr>
        <w:t>（市）</w:t>
      </w:r>
      <w:r w:rsidRPr="000E5601">
        <w:rPr>
          <w:rFonts w:ascii="方正黑体_GBK" w:eastAsia="方正黑体_GBK" w:hAnsi="宋体" w:hint="eastAsia"/>
          <w:bCs/>
          <w:sz w:val="21"/>
          <w:szCs w:val="21"/>
        </w:rPr>
        <w:t>体育局群众体育处出具审核意见。</w:t>
      </w:r>
    </w:p>
    <w:p w:rsidR="00C81BAF" w:rsidRPr="00783635" w:rsidRDefault="00C81BAF" w:rsidP="00783635">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lastRenderedPageBreak/>
        <w:t>业绩情况表3</w:t>
      </w:r>
    </w:p>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（仅限体能教练员填报）</w:t>
      </w: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592"/>
        <w:gridCol w:w="427"/>
        <w:gridCol w:w="2414"/>
        <w:gridCol w:w="1909"/>
        <w:gridCol w:w="2324"/>
      </w:tblGrid>
      <w:tr w:rsidR="00C81BAF" w:rsidRPr="00AF057D" w:rsidTr="00077957">
        <w:trPr>
          <w:cantSplit/>
          <w:trHeight w:val="476"/>
          <w:jc w:val="center"/>
        </w:trPr>
        <w:tc>
          <w:tcPr>
            <w:tcW w:w="2559" w:type="dxa"/>
            <w:gridSpan w:val="3"/>
            <w:vMerge w:val="restart"/>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训练运动员达到体能锻炼标准统计情况</w:t>
            </w: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训练人数</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达标人数</w:t>
            </w:r>
          </w:p>
        </w:tc>
      </w:tr>
      <w:tr w:rsidR="00C81BAF" w:rsidRPr="00AF057D" w:rsidTr="00077957">
        <w:trPr>
          <w:cantSplit/>
          <w:trHeight w:val="566"/>
          <w:jc w:val="center"/>
        </w:trPr>
        <w:tc>
          <w:tcPr>
            <w:tcW w:w="2559" w:type="dxa"/>
            <w:gridSpan w:val="3"/>
            <w:vMerge/>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w:t>
            </w:r>
          </w:p>
        </w:tc>
        <w:tc>
          <w:tcPr>
            <w:tcW w:w="1909" w:type="dxa"/>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 xml:space="preserve">  </w:t>
            </w:r>
          </w:p>
        </w:tc>
      </w:tr>
      <w:tr w:rsidR="00C81BAF" w:rsidRPr="00AF057D" w:rsidTr="00077957">
        <w:trPr>
          <w:cantSplit/>
          <w:trHeight w:val="598"/>
          <w:jc w:val="center"/>
        </w:trPr>
        <w:tc>
          <w:tcPr>
            <w:tcW w:w="540" w:type="dxa"/>
            <w:vMerge w:val="restart"/>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p>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执教人员达到锻炼标准详细情况</w:t>
            </w:r>
          </w:p>
        </w:tc>
        <w:tc>
          <w:tcPr>
            <w:tcW w:w="2019" w:type="dxa"/>
            <w:gridSpan w:val="2"/>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主管训练的</w:t>
            </w:r>
          </w:p>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运动员姓名</w:t>
            </w:r>
          </w:p>
        </w:tc>
        <w:tc>
          <w:tcPr>
            <w:tcW w:w="2414" w:type="dxa"/>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训练时间</w:t>
            </w:r>
          </w:p>
        </w:tc>
        <w:tc>
          <w:tcPr>
            <w:tcW w:w="1909" w:type="dxa"/>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达标等级</w:t>
            </w:r>
          </w:p>
        </w:tc>
        <w:tc>
          <w:tcPr>
            <w:tcW w:w="2324" w:type="dxa"/>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达标时间</w:t>
            </w:r>
          </w:p>
        </w:tc>
      </w:tr>
      <w:tr w:rsidR="00C81BAF" w:rsidRPr="00AF057D" w:rsidTr="00077957">
        <w:trPr>
          <w:cantSplit/>
          <w:trHeight w:val="605"/>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p>
        </w:tc>
        <w:tc>
          <w:tcPr>
            <w:tcW w:w="2414" w:type="dxa"/>
            <w:tcBorders>
              <w:left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left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618"/>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5"/>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1"/>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8"/>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5"/>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4"/>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4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4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4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4"/>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8"/>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39"/>
          <w:jc w:val="center"/>
        </w:trPr>
        <w:tc>
          <w:tcPr>
            <w:tcW w:w="540" w:type="dxa"/>
            <w:vMerge/>
            <w:tcBorders>
              <w:left w:val="single" w:sz="4" w:space="0" w:color="auto"/>
              <w:bottom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8666" w:type="dxa"/>
            <w:gridSpan w:val="5"/>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注：培训时间请需要具体到月。对训练人员（队伍）的训练时间应前后一致，前后不一致的不予采用。</w:t>
            </w:r>
          </w:p>
        </w:tc>
      </w:tr>
      <w:tr w:rsidR="00C81BAF" w:rsidRPr="00AF057D" w:rsidTr="00077957">
        <w:trPr>
          <w:trHeight w:hRule="exact" w:val="1145"/>
          <w:jc w:val="center"/>
        </w:trPr>
        <w:tc>
          <w:tcPr>
            <w:tcW w:w="2132" w:type="dxa"/>
            <w:gridSpan w:val="2"/>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省</w:t>
            </w:r>
            <w:r w:rsidR="00291900">
              <w:rPr>
                <w:rFonts w:ascii="方正黑体_GBK" w:eastAsia="方正黑体_GBK" w:hAnsi="宋体" w:hint="eastAsia"/>
                <w:sz w:val="24"/>
                <w:szCs w:val="24"/>
              </w:rPr>
              <w:t>(市)</w:t>
            </w:r>
            <w:r w:rsidRPr="00AF057D">
              <w:rPr>
                <w:rFonts w:ascii="方正黑体_GBK" w:eastAsia="方正黑体_GBK" w:hAnsi="宋体" w:hint="eastAsia"/>
                <w:sz w:val="24"/>
                <w:szCs w:val="24"/>
              </w:rPr>
              <w:t>体育局</w:t>
            </w:r>
          </w:p>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职能处室意见</w:t>
            </w:r>
          </w:p>
        </w:tc>
        <w:tc>
          <w:tcPr>
            <w:tcW w:w="7074" w:type="dxa"/>
            <w:gridSpan w:val="4"/>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 xml:space="preserve">                                       公章</w:t>
            </w:r>
          </w:p>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 xml:space="preserve">    负责人:                       年   月   日</w:t>
            </w:r>
          </w:p>
        </w:tc>
      </w:tr>
    </w:tbl>
    <w:p w:rsidR="00C81BAF" w:rsidRPr="00783635" w:rsidRDefault="00C81BAF" w:rsidP="00AF057D">
      <w:pPr>
        <w:snapToGrid w:val="0"/>
        <w:spacing w:line="600" w:lineRule="exact"/>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lastRenderedPageBreak/>
        <w:t>业绩情况表4</w:t>
      </w:r>
    </w:p>
    <w:p w:rsidR="00C81BAF" w:rsidRPr="00365DC7" w:rsidRDefault="00C81BAF" w:rsidP="00AF057D">
      <w:pPr>
        <w:snapToGrid w:val="0"/>
        <w:spacing w:line="600" w:lineRule="exact"/>
        <w:jc w:val="center"/>
        <w:rPr>
          <w:rFonts w:ascii="宋体" w:hAnsi="宋体"/>
          <w:b/>
          <w:bCs/>
          <w:sz w:val="36"/>
          <w:szCs w:val="24"/>
          <w:highlight w:val="yellow"/>
        </w:rPr>
      </w:pPr>
      <w:r w:rsidRPr="00783635">
        <w:rPr>
          <w:rFonts w:ascii="方正小标宋_GBK" w:eastAsia="方正小标宋_GBK" w:hAnsi="宋体" w:hint="eastAsia"/>
          <w:spacing w:val="20"/>
          <w:sz w:val="36"/>
          <w:szCs w:val="24"/>
        </w:rPr>
        <w:t>（仅限群众体育教练员填报）</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8"/>
        <w:gridCol w:w="7024"/>
      </w:tblGrid>
      <w:tr w:rsidR="00C81BAF" w:rsidRPr="005969C3" w:rsidTr="005969C3">
        <w:trPr>
          <w:trHeight w:val="1731"/>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5969C3">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所执教人群范围</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val="1848"/>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5969C3">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所执教人群数量</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val="2919"/>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所执教人群体质和运动能力</w:t>
            </w:r>
          </w:p>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提升情况</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val="2271"/>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社会效益</w:t>
            </w:r>
          </w:p>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其他方面</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hRule="exact" w:val="2361"/>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省</w:t>
            </w:r>
            <w:r w:rsidR="00291900">
              <w:rPr>
                <w:rFonts w:ascii="方正黑体_GBK" w:eastAsia="方正黑体_GBK" w:hAnsi="宋体" w:hint="eastAsia"/>
                <w:sz w:val="24"/>
                <w:szCs w:val="24"/>
              </w:rPr>
              <w:t>(市)</w:t>
            </w:r>
            <w:r w:rsidRPr="005969C3">
              <w:rPr>
                <w:rFonts w:ascii="方正黑体_GBK" w:eastAsia="方正黑体_GBK" w:hAnsi="宋体" w:hint="eastAsia"/>
                <w:sz w:val="24"/>
                <w:szCs w:val="24"/>
              </w:rPr>
              <w:t>体育局</w:t>
            </w:r>
          </w:p>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职能处室意见</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p w:rsidR="00C81BAF" w:rsidRPr="005969C3" w:rsidRDefault="00C81BAF" w:rsidP="00077957">
            <w:pPr>
              <w:snapToGrid w:val="0"/>
              <w:rPr>
                <w:rFonts w:ascii="方正黑体_GBK" w:eastAsia="方正黑体_GBK" w:hAnsi="宋体"/>
                <w:sz w:val="24"/>
                <w:szCs w:val="24"/>
              </w:rPr>
            </w:pPr>
          </w:p>
          <w:p w:rsidR="00C81BAF" w:rsidRDefault="00C81BAF" w:rsidP="00077957">
            <w:pPr>
              <w:snapToGrid w:val="0"/>
              <w:rPr>
                <w:rFonts w:ascii="方正黑体_GBK" w:eastAsia="方正黑体_GBK" w:hAnsi="宋体"/>
                <w:sz w:val="24"/>
                <w:szCs w:val="24"/>
              </w:rPr>
            </w:pPr>
          </w:p>
          <w:p w:rsidR="005969C3" w:rsidRPr="005969C3" w:rsidRDefault="005969C3" w:rsidP="00077957">
            <w:pPr>
              <w:snapToGrid w:val="0"/>
              <w:rPr>
                <w:rFonts w:ascii="方正黑体_GBK" w:eastAsia="方正黑体_GBK" w:hAnsi="宋体"/>
                <w:sz w:val="24"/>
                <w:szCs w:val="24"/>
              </w:rPr>
            </w:pPr>
          </w:p>
          <w:p w:rsidR="00C81BAF" w:rsidRPr="005969C3" w:rsidRDefault="00C81BAF" w:rsidP="00077957">
            <w:pPr>
              <w:snapToGrid w:val="0"/>
              <w:rPr>
                <w:rFonts w:ascii="方正黑体_GBK" w:eastAsia="方正黑体_GBK" w:hAnsi="宋体"/>
                <w:sz w:val="24"/>
                <w:szCs w:val="24"/>
              </w:rPr>
            </w:pPr>
            <w:r w:rsidRPr="005969C3">
              <w:rPr>
                <w:rFonts w:ascii="方正黑体_GBK" w:eastAsia="方正黑体_GBK" w:hAnsi="宋体" w:hint="eastAsia"/>
                <w:sz w:val="24"/>
                <w:szCs w:val="24"/>
              </w:rPr>
              <w:t xml:space="preserve">                                       公章</w:t>
            </w:r>
          </w:p>
          <w:p w:rsidR="00C81BAF" w:rsidRPr="005969C3" w:rsidRDefault="00C81BAF" w:rsidP="00077957">
            <w:pPr>
              <w:snapToGrid w:val="0"/>
              <w:rPr>
                <w:rFonts w:ascii="方正黑体_GBK" w:eastAsia="方正黑体_GBK" w:hAnsi="宋体"/>
                <w:sz w:val="24"/>
                <w:szCs w:val="24"/>
              </w:rPr>
            </w:pPr>
            <w:r w:rsidRPr="005969C3">
              <w:rPr>
                <w:rFonts w:ascii="方正黑体_GBK" w:eastAsia="方正黑体_GBK" w:hAnsi="宋体" w:hint="eastAsia"/>
                <w:sz w:val="24"/>
                <w:szCs w:val="24"/>
              </w:rPr>
              <w:t xml:space="preserve">    负责人:                       年   月   日</w:t>
            </w:r>
          </w:p>
          <w:p w:rsidR="00C81BAF" w:rsidRPr="005969C3" w:rsidRDefault="00C81BAF" w:rsidP="00077957">
            <w:pPr>
              <w:snapToGrid w:val="0"/>
              <w:rPr>
                <w:rFonts w:ascii="方正黑体_GBK" w:eastAsia="方正黑体_GBK" w:hAnsi="宋体"/>
                <w:sz w:val="24"/>
                <w:szCs w:val="24"/>
              </w:rPr>
            </w:pPr>
          </w:p>
        </w:tc>
      </w:tr>
    </w:tbl>
    <w:p w:rsidR="00C81BAF" w:rsidRPr="00783635" w:rsidRDefault="00C81BAF" w:rsidP="00AF057D">
      <w:pPr>
        <w:snapToGrid w:val="0"/>
        <w:spacing w:line="600" w:lineRule="exact"/>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lastRenderedPageBreak/>
        <w:t>任现职以来考核情况</w:t>
      </w:r>
    </w:p>
    <w:tbl>
      <w:tblPr>
        <w:tblW w:w="9076" w:type="dxa"/>
        <w:jc w:val="center"/>
        <w:tblInd w:w="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83"/>
        <w:gridCol w:w="1013"/>
        <w:gridCol w:w="3232"/>
        <w:gridCol w:w="1502"/>
        <w:gridCol w:w="1502"/>
        <w:gridCol w:w="1244"/>
      </w:tblGrid>
      <w:tr w:rsidR="00C81BAF" w:rsidRPr="005969C3" w:rsidTr="005969C3">
        <w:trPr>
          <w:trHeight w:val="733"/>
          <w:jc w:val="center"/>
        </w:trPr>
        <w:tc>
          <w:tcPr>
            <w:tcW w:w="583" w:type="dxa"/>
            <w:vMerge w:val="restart"/>
            <w:textDirection w:val="tbRlV"/>
            <w:vAlign w:val="center"/>
          </w:tcPr>
          <w:p w:rsidR="00C81BAF" w:rsidRPr="005969C3" w:rsidRDefault="00C81BAF" w:rsidP="005969C3">
            <w:pPr>
              <w:spacing w:line="400" w:lineRule="exact"/>
              <w:jc w:val="center"/>
              <w:rPr>
                <w:rFonts w:ascii="方正黑体_GBK" w:eastAsia="方正黑体_GBK" w:hAnsi="Times New Roman"/>
                <w:sz w:val="24"/>
                <w:szCs w:val="24"/>
              </w:rPr>
            </w:pPr>
            <w:r w:rsidRPr="005969C3">
              <w:rPr>
                <w:rFonts w:ascii="方正黑体_GBK" w:eastAsia="方正黑体_GBK" w:hAnsi="宋体" w:hint="eastAsia"/>
                <w:sz w:val="24"/>
                <w:szCs w:val="24"/>
              </w:rPr>
              <w:t>年  度  （ 任  期 ）  考  核  情  况</w:t>
            </w:r>
          </w:p>
        </w:tc>
        <w:tc>
          <w:tcPr>
            <w:tcW w:w="1013"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年  份</w:t>
            </w:r>
          </w:p>
        </w:tc>
        <w:tc>
          <w:tcPr>
            <w:tcW w:w="3232"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受聘专业技术职务</w:t>
            </w:r>
            <w:r w:rsidR="005969C3">
              <w:rPr>
                <w:rFonts w:ascii="方正黑体_GBK" w:eastAsia="方正黑体_GBK" w:hAnsi="宋体" w:hint="eastAsia"/>
                <w:sz w:val="24"/>
                <w:szCs w:val="24"/>
              </w:rPr>
              <w:t>（</w:t>
            </w:r>
            <w:r w:rsidRPr="005969C3">
              <w:rPr>
                <w:rFonts w:ascii="方正黑体_GBK" w:eastAsia="方正黑体_GBK" w:hAnsi="宋体" w:hint="eastAsia"/>
                <w:sz w:val="24"/>
                <w:szCs w:val="24"/>
              </w:rPr>
              <w:t>岗位</w:t>
            </w:r>
            <w:r w:rsidR="005969C3">
              <w:rPr>
                <w:rFonts w:ascii="方正黑体_GBK" w:eastAsia="方正黑体_GBK" w:hAnsi="宋体" w:hint="eastAsia"/>
                <w:sz w:val="24"/>
                <w:szCs w:val="24"/>
              </w:rPr>
              <w:t>）</w:t>
            </w:r>
          </w:p>
        </w:tc>
        <w:tc>
          <w:tcPr>
            <w:tcW w:w="1502"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考核等次</w:t>
            </w:r>
          </w:p>
        </w:tc>
        <w:tc>
          <w:tcPr>
            <w:tcW w:w="1502"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考核单位</w:t>
            </w:r>
          </w:p>
        </w:tc>
        <w:tc>
          <w:tcPr>
            <w:tcW w:w="1244"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备  注</w:t>
            </w: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bl>
    <w:p w:rsidR="006F12E9" w:rsidRPr="00B81C48" w:rsidRDefault="006F12E9" w:rsidP="006F12E9">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lastRenderedPageBreak/>
        <w:t>工作单位或人事档案管理单位核实情况</w:t>
      </w:r>
    </w:p>
    <w:tbl>
      <w:tblPr>
        <w:tblW w:w="9072" w:type="dxa"/>
        <w:jc w:val="center"/>
        <w:tblInd w:w="1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118"/>
        <w:gridCol w:w="7954"/>
      </w:tblGrid>
      <w:tr w:rsidR="006F12E9" w:rsidRPr="008A2382" w:rsidTr="00AD3E4F">
        <w:trPr>
          <w:cantSplit/>
          <w:trHeight w:val="4800"/>
          <w:jc w:val="center"/>
        </w:trPr>
        <w:tc>
          <w:tcPr>
            <w:tcW w:w="1118" w:type="dxa"/>
            <w:tcBorders>
              <w:right w:val="single" w:sz="4" w:space="0" w:color="auto"/>
            </w:tcBorders>
            <w:textDirection w:val="tbRlV"/>
            <w:vAlign w:val="center"/>
          </w:tcPr>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单位核实情况</w:t>
            </w:r>
          </w:p>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单位或人事档案管理</w:t>
            </w:r>
          </w:p>
        </w:tc>
        <w:tc>
          <w:tcPr>
            <w:tcW w:w="7954" w:type="dxa"/>
            <w:tcBorders>
              <w:left w:val="single" w:sz="4" w:space="0" w:color="auto"/>
            </w:tcBorders>
          </w:tcPr>
          <w:p w:rsidR="006F12E9" w:rsidRPr="008A2382" w:rsidRDefault="006F12E9" w:rsidP="00F54818">
            <w:pPr>
              <w:spacing w:afterLines="50" w:line="360" w:lineRule="exact"/>
              <w:rPr>
                <w:rFonts w:ascii="方正黑体_GBK" w:eastAsia="方正黑体_GBK" w:hAnsi="Times New Roman"/>
                <w:sz w:val="24"/>
                <w:szCs w:val="24"/>
              </w:rPr>
            </w:pPr>
          </w:p>
          <w:p w:rsidR="006F12E9" w:rsidRPr="008A2382" w:rsidRDefault="006F12E9" w:rsidP="00F54818">
            <w:pPr>
              <w:spacing w:afterLines="50" w:line="360" w:lineRule="exact"/>
              <w:rPr>
                <w:rFonts w:ascii="方正黑体_GBK" w:eastAsia="方正黑体_GBK" w:hAnsi="Times New Roman"/>
                <w:sz w:val="24"/>
                <w:szCs w:val="24"/>
              </w:rPr>
            </w:pPr>
          </w:p>
          <w:p w:rsidR="006F12E9" w:rsidRPr="008A2382" w:rsidRDefault="006F12E9" w:rsidP="00F54818">
            <w:pPr>
              <w:spacing w:afterLines="50" w:line="360" w:lineRule="exact"/>
              <w:jc w:val="center"/>
              <w:rPr>
                <w:rFonts w:ascii="方正黑体_GBK" w:eastAsia="方正黑体_GBK" w:hAnsi="Times New Roman"/>
                <w:sz w:val="28"/>
                <w:szCs w:val="28"/>
              </w:rPr>
            </w:pPr>
            <w:r w:rsidRPr="008A2382">
              <w:rPr>
                <w:rFonts w:ascii="方正黑体_GBK" w:eastAsia="方正黑体_GBK" w:hAnsi="Times New Roman" w:hint="eastAsia"/>
                <w:sz w:val="28"/>
                <w:szCs w:val="28"/>
              </w:rPr>
              <w:t>经核实，申报人所填内容及提交的材料属实。</w:t>
            </w:r>
          </w:p>
          <w:p w:rsidR="006F12E9" w:rsidRPr="008A2382" w:rsidRDefault="006F12E9" w:rsidP="00F54818">
            <w:pPr>
              <w:spacing w:afterLines="50" w:line="360" w:lineRule="exact"/>
              <w:rPr>
                <w:rFonts w:ascii="方正黑体_GBK" w:eastAsia="方正黑体_GBK" w:hAnsi="Times New Roman"/>
                <w:sz w:val="24"/>
                <w:szCs w:val="24"/>
              </w:rPr>
            </w:pPr>
          </w:p>
          <w:p w:rsidR="006F12E9" w:rsidRPr="008A2382" w:rsidRDefault="006F12E9" w:rsidP="00F54818">
            <w:pPr>
              <w:spacing w:afterLines="50" w:line="360" w:lineRule="exact"/>
              <w:jc w:val="center"/>
              <w:rPr>
                <w:rFonts w:ascii="方正黑体_GBK" w:eastAsia="方正黑体_GBK" w:hAnsi="宋体"/>
                <w:sz w:val="24"/>
                <w:szCs w:val="24"/>
              </w:rPr>
            </w:pPr>
          </w:p>
          <w:p w:rsidR="006F12E9" w:rsidRPr="008A2382" w:rsidRDefault="006F12E9" w:rsidP="00F54818">
            <w:pPr>
              <w:spacing w:afterLines="50" w:line="36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核实人</w:t>
            </w:r>
            <w:r>
              <w:rPr>
                <w:rFonts w:ascii="方正黑体_GBK" w:eastAsia="方正黑体_GBK" w:hAnsi="宋体" w:hint="eastAsia"/>
                <w:sz w:val="24"/>
                <w:szCs w:val="24"/>
              </w:rPr>
              <w:t>（</w:t>
            </w:r>
            <w:r w:rsidRPr="008A2382">
              <w:rPr>
                <w:rFonts w:ascii="方正黑体_GBK" w:eastAsia="方正黑体_GBK" w:hAnsi="宋体" w:hint="eastAsia"/>
                <w:sz w:val="24"/>
                <w:szCs w:val="24"/>
              </w:rPr>
              <w:t>签字</w:t>
            </w:r>
            <w:r>
              <w:rPr>
                <w:rFonts w:ascii="方正黑体_GBK" w:eastAsia="方正黑体_GBK" w:hAnsi="宋体" w:hint="eastAsia"/>
                <w:sz w:val="24"/>
                <w:szCs w:val="24"/>
              </w:rPr>
              <w:t>）</w:t>
            </w:r>
            <w:r w:rsidRPr="008A2382">
              <w:rPr>
                <w:rFonts w:ascii="方正黑体_GBK" w:eastAsia="方正黑体_GBK" w:hAnsi="宋体" w:hint="eastAsia"/>
                <w:sz w:val="24"/>
                <w:szCs w:val="24"/>
              </w:rPr>
              <w:t>：         单位</w:t>
            </w:r>
            <w:r>
              <w:rPr>
                <w:rFonts w:ascii="方正黑体_GBK" w:eastAsia="方正黑体_GBK" w:hAnsi="宋体" w:hint="eastAsia"/>
                <w:sz w:val="24"/>
                <w:szCs w:val="24"/>
              </w:rPr>
              <w:t>（</w:t>
            </w:r>
            <w:r w:rsidRPr="008A2382">
              <w:rPr>
                <w:rFonts w:ascii="方正黑体_GBK" w:eastAsia="方正黑体_GBK" w:hAnsi="宋体" w:hint="eastAsia"/>
                <w:sz w:val="24"/>
                <w:szCs w:val="24"/>
              </w:rPr>
              <w:t>印章</w:t>
            </w:r>
            <w:r>
              <w:rPr>
                <w:rFonts w:ascii="方正黑体_GBK" w:eastAsia="方正黑体_GBK" w:hAnsi="宋体" w:hint="eastAsia"/>
                <w:sz w:val="24"/>
                <w:szCs w:val="24"/>
              </w:rPr>
              <w:t>）</w:t>
            </w:r>
          </w:p>
          <w:p w:rsidR="006F12E9" w:rsidRPr="008A2382" w:rsidRDefault="006F12E9" w:rsidP="00F54818">
            <w:pPr>
              <w:spacing w:afterLines="50" w:line="360" w:lineRule="exact"/>
              <w:jc w:val="center"/>
              <w:rPr>
                <w:rFonts w:ascii="方正黑体_GBK" w:eastAsia="方正黑体_GBK" w:hAnsi="Times New Roman"/>
                <w:sz w:val="24"/>
                <w:szCs w:val="24"/>
              </w:rPr>
            </w:pPr>
            <w:r w:rsidRPr="008A2382">
              <w:rPr>
                <w:rFonts w:ascii="方正黑体_GBK" w:eastAsia="方正黑体_GBK" w:hAnsi="宋体" w:hint="eastAsia"/>
                <w:sz w:val="24"/>
                <w:szCs w:val="24"/>
              </w:rPr>
              <w:t>日  期               日  期</w:t>
            </w:r>
          </w:p>
        </w:tc>
      </w:tr>
    </w:tbl>
    <w:p w:rsidR="006F12E9" w:rsidRPr="00572BA6" w:rsidRDefault="006F12E9" w:rsidP="00F54818">
      <w:pPr>
        <w:spacing w:afterLines="50" w:line="360" w:lineRule="exact"/>
        <w:rPr>
          <w:rFonts w:ascii="Times New Roman" w:eastAsia="楷体_GB2312" w:hAnsi="Times New Roman"/>
          <w:sz w:val="28"/>
          <w:szCs w:val="28"/>
        </w:rPr>
      </w:pPr>
    </w:p>
    <w:p w:rsidR="006F12E9" w:rsidRPr="00B81C48" w:rsidRDefault="006F12E9" w:rsidP="006F12E9">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组织意见</w:t>
      </w:r>
    </w:p>
    <w:tbl>
      <w:tblPr>
        <w:tblW w:w="9072" w:type="dxa"/>
        <w:jc w:val="center"/>
        <w:tblInd w:w="1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164"/>
        <w:gridCol w:w="2957"/>
        <w:gridCol w:w="1248"/>
        <w:gridCol w:w="3703"/>
      </w:tblGrid>
      <w:tr w:rsidR="006F12E9" w:rsidRPr="008A2382" w:rsidTr="00AD3E4F">
        <w:trPr>
          <w:cantSplit/>
          <w:trHeight w:val="5486"/>
          <w:jc w:val="center"/>
        </w:trPr>
        <w:tc>
          <w:tcPr>
            <w:tcW w:w="1164" w:type="dxa"/>
            <w:tcBorders>
              <w:right w:val="single" w:sz="4" w:space="0" w:color="auto"/>
            </w:tcBorders>
            <w:textDirection w:val="tbRlV"/>
            <w:vAlign w:val="center"/>
          </w:tcPr>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市主管部门意见</w:t>
            </w:r>
          </w:p>
          <w:p w:rsidR="006F12E9" w:rsidRPr="008A2382" w:rsidRDefault="006F12E9" w:rsidP="00AD3E4F">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县、区职称部门或</w:t>
            </w:r>
          </w:p>
        </w:tc>
        <w:tc>
          <w:tcPr>
            <w:tcW w:w="2957" w:type="dxa"/>
            <w:tcBorders>
              <w:left w:val="single" w:sz="4" w:space="0" w:color="auto"/>
              <w:right w:val="single" w:sz="4" w:space="0" w:color="auto"/>
            </w:tcBorders>
          </w:tcPr>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b/>
                <w:sz w:val="24"/>
                <w:szCs w:val="24"/>
              </w:rPr>
              <w:t xml:space="preserve"> </w:t>
            </w:r>
            <w:r w:rsidRPr="008A2382">
              <w:rPr>
                <w:rFonts w:ascii="方正黑体_GBK" w:eastAsia="方正黑体_GBK" w:hAnsi="宋体" w:hint="eastAsia"/>
                <w:sz w:val="24"/>
                <w:szCs w:val="24"/>
              </w:rPr>
              <w:t xml:space="preserve">   盖章</w:t>
            </w:r>
          </w:p>
          <w:p w:rsidR="006F12E9" w:rsidRPr="008A2382" w:rsidRDefault="006F12E9" w:rsidP="00AD3E4F">
            <w:pPr>
              <w:spacing w:line="440" w:lineRule="exact"/>
              <w:jc w:val="center"/>
              <w:rPr>
                <w:rFonts w:ascii="方正黑体_GBK" w:eastAsia="方正黑体_GBK" w:hAnsi="宋体"/>
                <w:sz w:val="24"/>
                <w:szCs w:val="24"/>
              </w:rPr>
            </w:pPr>
          </w:p>
          <w:p w:rsidR="006F12E9" w:rsidRPr="008A2382" w:rsidRDefault="006F12E9" w:rsidP="00AD3E4F">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 xml:space="preserve">    年   月   日</w:t>
            </w:r>
          </w:p>
        </w:tc>
        <w:tc>
          <w:tcPr>
            <w:tcW w:w="1248" w:type="dxa"/>
            <w:tcBorders>
              <w:left w:val="single" w:sz="4" w:space="0" w:color="auto"/>
              <w:right w:val="single" w:sz="4" w:space="0" w:color="auto"/>
            </w:tcBorders>
            <w:textDirection w:val="tbRlV"/>
            <w:vAlign w:val="center"/>
          </w:tcPr>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意          见</w:t>
            </w:r>
          </w:p>
          <w:p w:rsidR="006F12E9" w:rsidRPr="008A2382" w:rsidRDefault="006F12E9" w:rsidP="00AD3E4F">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市、厅</w:t>
            </w:r>
            <w:r>
              <w:rPr>
                <w:rFonts w:ascii="方正黑体_GBK" w:eastAsia="方正黑体_GBK" w:hAnsi="宋体" w:hint="eastAsia"/>
                <w:sz w:val="24"/>
                <w:szCs w:val="24"/>
              </w:rPr>
              <w:t>（</w:t>
            </w:r>
            <w:r w:rsidRPr="008A2382">
              <w:rPr>
                <w:rFonts w:ascii="方正黑体_GBK" w:eastAsia="方正黑体_GBK" w:hAnsi="宋体" w:hint="eastAsia"/>
                <w:sz w:val="24"/>
                <w:szCs w:val="24"/>
              </w:rPr>
              <w:t>局</w:t>
            </w:r>
            <w:r>
              <w:rPr>
                <w:rFonts w:ascii="方正黑体_GBK" w:eastAsia="方正黑体_GBK" w:hAnsi="宋体" w:hint="eastAsia"/>
                <w:sz w:val="24"/>
                <w:szCs w:val="24"/>
              </w:rPr>
              <w:t>）</w:t>
            </w:r>
            <w:r w:rsidRPr="008A2382">
              <w:rPr>
                <w:rFonts w:ascii="方正黑体_GBK" w:eastAsia="方正黑体_GBK" w:hAnsi="宋体" w:hint="eastAsia"/>
                <w:sz w:val="24"/>
                <w:szCs w:val="24"/>
              </w:rPr>
              <w:t>人事职称部门</w:t>
            </w:r>
          </w:p>
        </w:tc>
        <w:tc>
          <w:tcPr>
            <w:tcW w:w="3703" w:type="dxa"/>
            <w:tcBorders>
              <w:left w:val="single" w:sz="4" w:space="0" w:color="auto"/>
            </w:tcBorders>
          </w:tcPr>
          <w:p w:rsidR="006F12E9" w:rsidRPr="008A2382" w:rsidRDefault="006F12E9" w:rsidP="00AD3E4F">
            <w:pPr>
              <w:spacing w:line="440" w:lineRule="exact"/>
              <w:jc w:val="center"/>
              <w:rPr>
                <w:rFonts w:ascii="方正黑体_GBK" w:eastAsia="方正黑体_GBK" w:hAnsi="Times New Roman"/>
                <w:b/>
                <w:sz w:val="24"/>
                <w:szCs w:val="24"/>
              </w:rPr>
            </w:pPr>
          </w:p>
          <w:p w:rsidR="006F12E9" w:rsidRPr="008A2382" w:rsidRDefault="006F12E9" w:rsidP="00AD3E4F">
            <w:pPr>
              <w:spacing w:line="440" w:lineRule="exact"/>
              <w:jc w:val="center"/>
              <w:rPr>
                <w:rFonts w:ascii="方正黑体_GBK" w:eastAsia="方正黑体_GBK" w:hAnsi="Times New Roman"/>
                <w:b/>
                <w:sz w:val="24"/>
                <w:szCs w:val="24"/>
              </w:rPr>
            </w:pPr>
          </w:p>
          <w:p w:rsidR="006F12E9" w:rsidRPr="008A2382" w:rsidRDefault="006F12E9" w:rsidP="00AD3E4F">
            <w:pPr>
              <w:spacing w:line="440" w:lineRule="exact"/>
              <w:jc w:val="center"/>
              <w:rPr>
                <w:rFonts w:ascii="方正黑体_GBK" w:eastAsia="方正黑体_GBK" w:hAnsi="Times New Roman"/>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负责人签字：      盖章</w:t>
            </w:r>
          </w:p>
          <w:p w:rsidR="006F12E9" w:rsidRPr="008A2382" w:rsidRDefault="006F12E9" w:rsidP="00AD3E4F">
            <w:pPr>
              <w:spacing w:line="440" w:lineRule="exact"/>
              <w:jc w:val="center"/>
              <w:rPr>
                <w:rFonts w:ascii="方正黑体_GBK" w:eastAsia="方正黑体_GBK" w:hAnsi="宋体"/>
                <w:sz w:val="24"/>
                <w:szCs w:val="24"/>
              </w:rPr>
            </w:pPr>
          </w:p>
          <w:p w:rsidR="006F12E9" w:rsidRPr="008A2382" w:rsidRDefault="006F12E9" w:rsidP="00AD3E4F">
            <w:pPr>
              <w:spacing w:line="440" w:lineRule="exact"/>
              <w:jc w:val="center"/>
              <w:rPr>
                <w:rFonts w:ascii="方正黑体_GBK" w:eastAsia="方正黑体_GBK" w:hAnsi="Times New Roman"/>
                <w:b/>
                <w:sz w:val="24"/>
                <w:szCs w:val="24"/>
              </w:rPr>
            </w:pPr>
            <w:r w:rsidRPr="008A2382">
              <w:rPr>
                <w:rFonts w:ascii="方正黑体_GBK" w:eastAsia="方正黑体_GBK" w:hAnsi="宋体" w:hint="eastAsia"/>
                <w:sz w:val="24"/>
                <w:szCs w:val="24"/>
              </w:rPr>
              <w:t xml:space="preserve">    年   月   日</w:t>
            </w:r>
          </w:p>
        </w:tc>
      </w:tr>
    </w:tbl>
    <w:p w:rsidR="00C81BAF" w:rsidRPr="006F12E9" w:rsidRDefault="00C81BAF" w:rsidP="00C81BAF">
      <w:pPr>
        <w:widowControl/>
        <w:jc w:val="left"/>
        <w:rPr>
          <w:rFonts w:ascii="Times New Roman" w:eastAsia="黑体" w:hAnsi="Times New Roman"/>
          <w:sz w:val="36"/>
          <w:szCs w:val="36"/>
        </w:rPr>
      </w:pPr>
    </w:p>
    <w:p w:rsidR="00F67F59" w:rsidRPr="00B81C48" w:rsidRDefault="00F67F59" w:rsidP="00F67F59">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lastRenderedPageBreak/>
        <w:t>评审、登记备案情况</w:t>
      </w:r>
    </w:p>
    <w:tbl>
      <w:tblPr>
        <w:tblW w:w="90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22"/>
        <w:gridCol w:w="805"/>
        <w:gridCol w:w="805"/>
        <w:gridCol w:w="805"/>
        <w:gridCol w:w="805"/>
        <w:gridCol w:w="805"/>
        <w:gridCol w:w="805"/>
        <w:gridCol w:w="805"/>
        <w:gridCol w:w="805"/>
        <w:gridCol w:w="805"/>
        <w:gridCol w:w="805"/>
      </w:tblGrid>
      <w:tr w:rsidR="00F67F59" w:rsidRPr="004950A9" w:rsidTr="00AD3E4F">
        <w:trPr>
          <w:trHeight w:val="624"/>
          <w:jc w:val="center"/>
        </w:trPr>
        <w:tc>
          <w:tcPr>
            <w:tcW w:w="1022" w:type="dxa"/>
            <w:vMerge w:val="restart"/>
            <w:textDirection w:val="tbRlV"/>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议 组 意 见</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专 业 ( 学 科 )</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宋体" w:hint="eastAsia"/>
                <w:sz w:val="24"/>
                <w:szCs w:val="24"/>
              </w:rPr>
              <w:t>应到人数</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实到人数</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赞成票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反对票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弃权票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r>
      <w:tr w:rsidR="00F67F59" w:rsidRPr="004950A9" w:rsidTr="00AD3E4F">
        <w:trPr>
          <w:trHeight w:val="1985"/>
          <w:jc w:val="center"/>
        </w:trPr>
        <w:tc>
          <w:tcPr>
            <w:tcW w:w="1022" w:type="dxa"/>
            <w:vMerge/>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0" w:type="dxa"/>
            <w:gridSpan w:val="10"/>
            <w:vAlign w:val="bottom"/>
          </w:tcPr>
          <w:p w:rsidR="00F67F59" w:rsidRPr="004950A9" w:rsidRDefault="00F67F59" w:rsidP="00AD3E4F">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年   月   日</w:t>
            </w:r>
          </w:p>
        </w:tc>
      </w:tr>
      <w:tr w:rsidR="00F67F59" w:rsidRPr="004950A9" w:rsidTr="00AD3E4F">
        <w:trPr>
          <w:trHeight w:val="624"/>
          <w:jc w:val="center"/>
        </w:trPr>
        <w:tc>
          <w:tcPr>
            <w:tcW w:w="102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审 意 见</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审 委 员 会</w:t>
            </w:r>
          </w:p>
        </w:tc>
        <w:tc>
          <w:tcPr>
            <w:tcW w:w="805" w:type="dxa"/>
            <w:tcBorders>
              <w:top w:val="single" w:sz="4" w:space="0" w:color="auto"/>
              <w:left w:val="single" w:sz="4" w:space="0" w:color="auto"/>
              <w:bottom w:val="single" w:sz="4" w:space="0" w:color="auto"/>
              <w:right w:val="single" w:sz="4" w:space="0" w:color="auto"/>
            </w:tcBorders>
            <w:vAlign w:val="center"/>
          </w:tcPr>
          <w:p w:rsidR="00F67F59" w:rsidRDefault="00F67F59" w:rsidP="00AD3E4F">
            <w:pPr>
              <w:spacing w:line="440" w:lineRule="exact"/>
              <w:jc w:val="center"/>
              <w:rPr>
                <w:rFonts w:ascii="方正黑体_GBK" w:eastAsia="方正黑体_GBK" w:hAnsi="宋体"/>
                <w:sz w:val="24"/>
                <w:szCs w:val="24"/>
              </w:rPr>
            </w:pPr>
            <w:r w:rsidRPr="004950A9">
              <w:rPr>
                <w:rFonts w:ascii="方正黑体_GBK" w:eastAsia="方正黑体_GBK" w:hAnsi="宋体" w:hint="eastAsia"/>
                <w:sz w:val="24"/>
                <w:szCs w:val="24"/>
              </w:rPr>
              <w:t>应到</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宋体" w:hint="eastAsia"/>
                <w:sz w:val="24"/>
                <w:szCs w:val="24"/>
              </w:rPr>
              <w:t>人数</w:t>
            </w:r>
          </w:p>
        </w:tc>
        <w:tc>
          <w:tcPr>
            <w:tcW w:w="805" w:type="dxa"/>
            <w:tcBorders>
              <w:left w:val="single" w:sz="4" w:space="0" w:color="auto"/>
            </w:tcBorders>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实到</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人数</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赞成票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反对票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弃权票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r>
      <w:tr w:rsidR="00F67F59" w:rsidRPr="004950A9" w:rsidTr="00AD3E4F">
        <w:trPr>
          <w:trHeight w:val="3414"/>
          <w:jc w:val="center"/>
        </w:trPr>
        <w:tc>
          <w:tcPr>
            <w:tcW w:w="1022" w:type="dxa"/>
            <w:vMerge/>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0" w:type="dxa"/>
            <w:gridSpan w:val="10"/>
          </w:tcPr>
          <w:p w:rsidR="00F67F59" w:rsidRPr="004950A9" w:rsidRDefault="00F67F59" w:rsidP="00AD3E4F">
            <w:pPr>
              <w:spacing w:line="440" w:lineRule="exact"/>
              <w:rPr>
                <w:rFonts w:ascii="方正黑体_GBK" w:eastAsia="方正黑体_GBK" w:hAnsi="Times New Roman"/>
                <w:sz w:val="24"/>
                <w:szCs w:val="24"/>
              </w:rPr>
            </w:pPr>
          </w:p>
          <w:p w:rsidR="00F67F59" w:rsidRDefault="00F67F59" w:rsidP="00AD3E4F">
            <w:pPr>
              <w:spacing w:line="440" w:lineRule="exact"/>
              <w:rPr>
                <w:rFonts w:ascii="方正黑体_GBK" w:eastAsia="方正黑体_GBK" w:hAnsi="Times New Roman"/>
                <w:sz w:val="24"/>
                <w:szCs w:val="24"/>
              </w:rPr>
            </w:pPr>
          </w:p>
          <w:p w:rsidR="00F67F59" w:rsidRPr="004950A9" w:rsidRDefault="00F67F59" w:rsidP="00F67F59">
            <w:pPr>
              <w:spacing w:line="440" w:lineRule="exact"/>
              <w:ind w:firstLineChars="300" w:firstLine="695"/>
              <w:rPr>
                <w:rFonts w:ascii="方正黑体_GBK" w:eastAsia="方正黑体_GBK" w:hAnsi="Times New Roman"/>
                <w:sz w:val="24"/>
                <w:szCs w:val="24"/>
              </w:rPr>
            </w:pPr>
            <w:r w:rsidRPr="004950A9">
              <w:rPr>
                <w:rFonts w:ascii="方正黑体_GBK" w:eastAsia="方正黑体_GBK" w:hAnsi="Times New Roman" w:hint="eastAsia"/>
                <w:sz w:val="24"/>
                <w:szCs w:val="24"/>
              </w:rPr>
              <w:t>经评审，该同志            具备       专业</w:t>
            </w:r>
            <w:r>
              <w:rPr>
                <w:rFonts w:ascii="方正黑体_GBK" w:eastAsia="方正黑体_GBK" w:hAnsi="Times New Roman" w:hint="eastAsia"/>
                <w:sz w:val="24"/>
                <w:szCs w:val="24"/>
              </w:rPr>
              <w:t>（</w:t>
            </w:r>
            <w:r w:rsidRPr="004950A9">
              <w:rPr>
                <w:rFonts w:ascii="方正黑体_GBK" w:eastAsia="方正黑体_GBK" w:hAnsi="Times New Roman" w:hint="eastAsia"/>
                <w:sz w:val="24"/>
                <w:szCs w:val="24"/>
              </w:rPr>
              <w:t>学科</w:t>
            </w:r>
            <w:r>
              <w:rPr>
                <w:rFonts w:ascii="方正黑体_GBK" w:eastAsia="方正黑体_GBK" w:hAnsi="Times New Roman" w:hint="eastAsia"/>
                <w:sz w:val="24"/>
                <w:szCs w:val="24"/>
              </w:rPr>
              <w:t>）</w:t>
            </w:r>
          </w:p>
          <w:p w:rsidR="00F67F59" w:rsidRPr="004950A9" w:rsidRDefault="00F67F59" w:rsidP="00AD3E4F">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w:t>
            </w:r>
            <w:r>
              <w:rPr>
                <w:rFonts w:ascii="方正黑体_GBK" w:eastAsia="方正黑体_GBK" w:hAnsi="Times New Roman" w:hint="eastAsia"/>
                <w:sz w:val="24"/>
                <w:szCs w:val="24"/>
              </w:rPr>
              <w:t xml:space="preserve">      </w:t>
            </w:r>
            <w:r w:rsidRPr="004950A9">
              <w:rPr>
                <w:rFonts w:ascii="方正黑体_GBK" w:eastAsia="方正黑体_GBK" w:hAnsi="Times New Roman" w:hint="eastAsia"/>
                <w:sz w:val="24"/>
                <w:szCs w:val="24"/>
              </w:rPr>
              <w:t xml:space="preserve">            资格。</w:t>
            </w:r>
          </w:p>
          <w:p w:rsidR="00F67F59" w:rsidRPr="004950A9" w:rsidRDefault="00F67F59" w:rsidP="00AD3E4F">
            <w:pPr>
              <w:spacing w:line="440" w:lineRule="exact"/>
              <w:rPr>
                <w:rFonts w:ascii="方正黑体_GBK" w:eastAsia="方正黑体_GBK" w:hAnsi="Times New Roman"/>
                <w:sz w:val="24"/>
                <w:szCs w:val="24"/>
              </w:rPr>
            </w:pPr>
          </w:p>
          <w:p w:rsidR="00F67F59" w:rsidRPr="004950A9" w:rsidRDefault="00F67F59" w:rsidP="00AD3E4F">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w:t>
            </w:r>
            <w:r>
              <w:rPr>
                <w:rFonts w:ascii="方正黑体_GBK" w:eastAsia="方正黑体_GBK" w:hAnsi="Times New Roman" w:hint="eastAsia"/>
                <w:sz w:val="24"/>
                <w:szCs w:val="24"/>
              </w:rPr>
              <w:t xml:space="preserve">              </w:t>
            </w:r>
            <w:r w:rsidRPr="004950A9">
              <w:rPr>
                <w:rFonts w:ascii="方正黑体_GBK" w:eastAsia="方正黑体_GBK" w:hAnsi="Times New Roman" w:hint="eastAsia"/>
                <w:sz w:val="24"/>
                <w:szCs w:val="24"/>
              </w:rPr>
              <w:t>评委会盖章            年   月   日</w:t>
            </w:r>
          </w:p>
        </w:tc>
      </w:tr>
      <w:tr w:rsidR="00F67F59" w:rsidRPr="004950A9" w:rsidTr="00AD3E4F">
        <w:trPr>
          <w:cantSplit/>
          <w:trHeight w:val="3520"/>
          <w:jc w:val="center"/>
        </w:trPr>
        <w:tc>
          <w:tcPr>
            <w:tcW w:w="1022" w:type="dxa"/>
            <w:textDirection w:val="tbRlV"/>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主管部门登记备案情况</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省、市、县或相应职称</w:t>
            </w:r>
          </w:p>
        </w:tc>
        <w:tc>
          <w:tcPr>
            <w:tcW w:w="8050" w:type="dxa"/>
            <w:gridSpan w:val="10"/>
            <w:vAlign w:val="bottom"/>
          </w:tcPr>
          <w:p w:rsidR="00F67F59" w:rsidRPr="004950A9" w:rsidRDefault="00F67F59" w:rsidP="00AD3E4F">
            <w:pPr>
              <w:spacing w:line="440" w:lineRule="exact"/>
              <w:jc w:val="right"/>
              <w:rPr>
                <w:rFonts w:ascii="方正黑体_GBK" w:eastAsia="方正黑体_GBK" w:hAnsi="Times New Roman"/>
                <w:sz w:val="24"/>
                <w:szCs w:val="24"/>
              </w:rPr>
            </w:pPr>
            <w:r w:rsidRPr="004950A9">
              <w:rPr>
                <w:rFonts w:ascii="方正黑体_GBK" w:eastAsia="方正黑体_GBK" w:hAnsi="Times New Roman" w:hint="eastAsia"/>
                <w:sz w:val="24"/>
                <w:szCs w:val="24"/>
              </w:rPr>
              <w:t>盖章             年   月   日</w:t>
            </w:r>
          </w:p>
        </w:tc>
      </w:tr>
      <w:tr w:rsidR="00F67F59" w:rsidRPr="004950A9" w:rsidTr="00AD3E4F">
        <w:trPr>
          <w:cantSplit/>
          <w:trHeight w:val="990"/>
          <w:jc w:val="center"/>
        </w:trPr>
        <w:tc>
          <w:tcPr>
            <w:tcW w:w="1022"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备</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注</w:t>
            </w:r>
          </w:p>
        </w:tc>
        <w:tc>
          <w:tcPr>
            <w:tcW w:w="8050" w:type="dxa"/>
            <w:gridSpan w:val="10"/>
            <w:vAlign w:val="bottom"/>
          </w:tcPr>
          <w:p w:rsidR="00F67F59" w:rsidRPr="004950A9" w:rsidRDefault="00F67F59" w:rsidP="00AD3E4F">
            <w:pPr>
              <w:spacing w:line="440" w:lineRule="exact"/>
              <w:jc w:val="right"/>
              <w:rPr>
                <w:rFonts w:ascii="方正黑体_GBK" w:eastAsia="方正黑体_GBK" w:hAnsi="Times New Roman"/>
                <w:sz w:val="24"/>
                <w:szCs w:val="24"/>
              </w:rPr>
            </w:pPr>
          </w:p>
        </w:tc>
      </w:tr>
    </w:tbl>
    <w:p w:rsidR="00F67F59" w:rsidRPr="004950A9" w:rsidRDefault="00F67F59" w:rsidP="00F67F59">
      <w:pPr>
        <w:spacing w:line="360" w:lineRule="exact"/>
        <w:ind w:firstLineChars="100" w:firstLine="202"/>
        <w:rPr>
          <w:rFonts w:ascii="方正黑体_GBK" w:eastAsia="方正黑体_GBK"/>
          <w:sz w:val="21"/>
          <w:szCs w:val="21"/>
        </w:rPr>
      </w:pPr>
      <w:r w:rsidRPr="004950A9">
        <w:rPr>
          <w:rFonts w:ascii="方正黑体_GBK" w:eastAsia="方正黑体_GBK" w:hAnsi="Times New Roman" w:hint="eastAsia"/>
          <w:sz w:val="21"/>
          <w:szCs w:val="21"/>
        </w:rPr>
        <w:t>注：“评审委员会评审意见”栏，应在“具备”前写明“已”或“不”。</w:t>
      </w:r>
      <w:bookmarkStart w:id="0" w:name="_GoBack"/>
      <w:bookmarkEnd w:id="0"/>
    </w:p>
    <w:sectPr w:rsidR="00F67F59" w:rsidRPr="004950A9" w:rsidSect="005900ED">
      <w:headerReference w:type="even" r:id="rId10"/>
      <w:headerReference w:type="default" r:id="rId11"/>
      <w:footerReference w:type="even" r:id="rId12"/>
      <w:footerReference w:type="default" r:id="rId13"/>
      <w:pgSz w:w="11906" w:h="16838" w:code="9"/>
      <w:pgMar w:top="2041" w:right="1588" w:bottom="1985" w:left="1588" w:header="737" w:footer="1644" w:gutter="0"/>
      <w:cols w:space="425"/>
      <w:docGrid w:type="linesAndChars" w:linePitch="580" w:charSpace="-16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098" w:rsidRDefault="00565098" w:rsidP="0000007B">
      <w:r>
        <w:separator/>
      </w:r>
    </w:p>
  </w:endnote>
  <w:endnote w:type="continuationSeparator" w:id="0">
    <w:p w:rsidR="00565098" w:rsidRDefault="00565098" w:rsidP="000000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57" w:rsidRPr="00C81BAF" w:rsidRDefault="00077957" w:rsidP="00F05362">
    <w:pPr>
      <w:pStyle w:val="a4"/>
      <w:framePr w:wrap="around" w:vAnchor="text" w:hAnchor="margin" w:xAlign="outside" w:y="1"/>
      <w:ind w:leftChars="100" w:left="320"/>
      <w:jc w:val="center"/>
      <w:rPr>
        <w:rStyle w:val="a6"/>
        <w:sz w:val="28"/>
        <w:szCs w:val="28"/>
      </w:rPr>
    </w:pPr>
    <w:r w:rsidRPr="00C81BAF">
      <w:rPr>
        <w:rStyle w:val="a6"/>
        <w:rFonts w:hint="eastAsia"/>
        <w:sz w:val="28"/>
        <w:szCs w:val="28"/>
      </w:rPr>
      <w:t>—</w:t>
    </w:r>
    <w:r w:rsidRPr="00C81BAF">
      <w:rPr>
        <w:rStyle w:val="a6"/>
        <w:rFonts w:hint="eastAsia"/>
        <w:sz w:val="28"/>
        <w:szCs w:val="28"/>
      </w:rPr>
      <w:t xml:space="preserve"> </w:t>
    </w:r>
    <w:r w:rsidR="00DE6BC4" w:rsidRPr="00C81BAF">
      <w:rPr>
        <w:rStyle w:val="a6"/>
        <w:rFonts w:ascii="Times New Roman" w:hAnsi="Times New Roman"/>
        <w:sz w:val="28"/>
        <w:szCs w:val="28"/>
      </w:rPr>
      <w:fldChar w:fldCharType="begin"/>
    </w:r>
    <w:r w:rsidRPr="00C81BAF">
      <w:rPr>
        <w:rStyle w:val="a6"/>
        <w:rFonts w:ascii="Times New Roman" w:hAnsi="Times New Roman"/>
        <w:sz w:val="28"/>
        <w:szCs w:val="28"/>
      </w:rPr>
      <w:instrText xml:space="preserve">PAGE  </w:instrText>
    </w:r>
    <w:r w:rsidR="00DE6BC4" w:rsidRPr="00C81BAF">
      <w:rPr>
        <w:rStyle w:val="a6"/>
        <w:rFonts w:ascii="Times New Roman" w:hAnsi="Times New Roman"/>
        <w:sz w:val="28"/>
        <w:szCs w:val="28"/>
      </w:rPr>
      <w:fldChar w:fldCharType="separate"/>
    </w:r>
    <w:r w:rsidR="00851DB8">
      <w:rPr>
        <w:rStyle w:val="a6"/>
        <w:rFonts w:ascii="Times New Roman" w:hAnsi="Times New Roman"/>
        <w:noProof/>
        <w:sz w:val="28"/>
        <w:szCs w:val="28"/>
      </w:rPr>
      <w:t>0</w:t>
    </w:r>
    <w:r w:rsidR="00DE6BC4" w:rsidRPr="00C81BAF">
      <w:rPr>
        <w:rStyle w:val="a6"/>
        <w:rFonts w:ascii="Times New Roman" w:hAnsi="Times New Roman"/>
        <w:sz w:val="28"/>
        <w:szCs w:val="28"/>
      </w:rPr>
      <w:fldChar w:fldCharType="end"/>
    </w:r>
    <w:r w:rsidRPr="00C81BAF">
      <w:rPr>
        <w:rStyle w:val="a6"/>
        <w:rFonts w:hint="eastAsia"/>
        <w:sz w:val="28"/>
        <w:szCs w:val="28"/>
      </w:rPr>
      <w:t xml:space="preserve"> </w:t>
    </w:r>
    <w:r w:rsidRPr="00C81BAF">
      <w:rPr>
        <w:rStyle w:val="a6"/>
        <w:rFonts w:hint="eastAsia"/>
        <w:sz w:val="28"/>
        <w:szCs w:val="28"/>
      </w:rPr>
      <w:t>—</w:t>
    </w:r>
  </w:p>
  <w:p w:rsidR="00077957" w:rsidRDefault="00077957" w:rsidP="00DB5165">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57" w:rsidRDefault="00077957" w:rsidP="000E4B0A">
    <w:pPr>
      <w:pStyle w:val="a4"/>
      <w:framePr w:wrap="around" w:vAnchor="text" w:hAnchor="margin" w:xAlign="outside" w:y="1"/>
      <w:ind w:rightChars="100" w:right="320"/>
      <w:rPr>
        <w:rStyle w:val="a6"/>
        <w:sz w:val="28"/>
        <w:szCs w:val="28"/>
      </w:rPr>
    </w:pPr>
    <w:r>
      <w:rPr>
        <w:rStyle w:val="a6"/>
        <w:rFonts w:hint="eastAsia"/>
        <w:sz w:val="28"/>
        <w:szCs w:val="28"/>
      </w:rPr>
      <w:t>—</w:t>
    </w:r>
    <w:r>
      <w:rPr>
        <w:rStyle w:val="a6"/>
        <w:rFonts w:hint="eastAsia"/>
        <w:sz w:val="28"/>
        <w:szCs w:val="28"/>
      </w:rPr>
      <w:t xml:space="preserve"> </w:t>
    </w:r>
    <w:r w:rsidR="00DE6BC4" w:rsidRPr="00B40AE6">
      <w:rPr>
        <w:rStyle w:val="a6"/>
        <w:rFonts w:ascii="Times New Roman" w:hAnsi="Times New Roman"/>
        <w:sz w:val="28"/>
        <w:szCs w:val="28"/>
      </w:rPr>
      <w:fldChar w:fldCharType="begin"/>
    </w:r>
    <w:r w:rsidRPr="00B40AE6">
      <w:rPr>
        <w:rStyle w:val="a6"/>
        <w:rFonts w:ascii="Times New Roman" w:hAnsi="Times New Roman"/>
        <w:sz w:val="28"/>
        <w:szCs w:val="28"/>
      </w:rPr>
      <w:instrText xml:space="preserve">PAGE  </w:instrText>
    </w:r>
    <w:r w:rsidR="00DE6BC4" w:rsidRPr="00B40AE6">
      <w:rPr>
        <w:rStyle w:val="a6"/>
        <w:rFonts w:ascii="Times New Roman" w:hAnsi="Times New Roman"/>
        <w:sz w:val="28"/>
        <w:szCs w:val="28"/>
      </w:rPr>
      <w:fldChar w:fldCharType="separate"/>
    </w:r>
    <w:r w:rsidR="00851DB8">
      <w:rPr>
        <w:rStyle w:val="a6"/>
        <w:rFonts w:ascii="Times New Roman" w:hAnsi="Times New Roman"/>
        <w:noProof/>
        <w:sz w:val="28"/>
        <w:szCs w:val="28"/>
      </w:rPr>
      <w:t>1</w:t>
    </w:r>
    <w:r w:rsidR="00DE6BC4" w:rsidRPr="00B40AE6">
      <w:rPr>
        <w:rStyle w:val="a6"/>
        <w:rFonts w:ascii="Times New Roman" w:hAnsi="Times New Roman"/>
        <w:sz w:val="28"/>
        <w:szCs w:val="28"/>
      </w:rPr>
      <w:fldChar w:fldCharType="end"/>
    </w:r>
    <w:r>
      <w:rPr>
        <w:rStyle w:val="a6"/>
        <w:rFonts w:hint="eastAsia"/>
        <w:sz w:val="28"/>
        <w:szCs w:val="28"/>
      </w:rPr>
      <w:t xml:space="preserve"> </w:t>
    </w:r>
    <w:r>
      <w:rPr>
        <w:rStyle w:val="a6"/>
        <w:rFonts w:hint="eastAsia"/>
        <w:sz w:val="28"/>
        <w:szCs w:val="28"/>
      </w:rPr>
      <w:t>—</w:t>
    </w:r>
  </w:p>
  <w:p w:rsidR="00077957" w:rsidRDefault="00077957" w:rsidP="00A64136">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57" w:rsidRPr="00B11286" w:rsidRDefault="00077957" w:rsidP="00DC458B">
    <w:pPr>
      <w:pStyle w:val="a4"/>
      <w:framePr w:wrap="around" w:vAnchor="text" w:hAnchor="margin" w:xAlign="outside" w:y="1"/>
      <w:ind w:leftChars="100" w:left="320"/>
      <w:jc w:val="center"/>
      <w:rPr>
        <w:rStyle w:val="a6"/>
        <w:sz w:val="28"/>
        <w:szCs w:val="28"/>
      </w:rPr>
    </w:pPr>
    <w:r w:rsidRPr="00B11286">
      <w:rPr>
        <w:rStyle w:val="a6"/>
        <w:rFonts w:hint="eastAsia"/>
        <w:sz w:val="28"/>
        <w:szCs w:val="28"/>
      </w:rPr>
      <w:t>—</w:t>
    </w:r>
    <w:r w:rsidRPr="00B11286">
      <w:rPr>
        <w:rStyle w:val="a6"/>
        <w:rFonts w:hint="eastAsia"/>
        <w:sz w:val="28"/>
        <w:szCs w:val="28"/>
      </w:rPr>
      <w:t xml:space="preserve"> </w:t>
    </w:r>
    <w:r w:rsidR="00DE6BC4" w:rsidRPr="00B11286">
      <w:rPr>
        <w:rStyle w:val="a6"/>
        <w:rFonts w:ascii="Times New Roman" w:hAnsi="Times New Roman"/>
        <w:sz w:val="28"/>
        <w:szCs w:val="28"/>
      </w:rPr>
      <w:fldChar w:fldCharType="begin"/>
    </w:r>
    <w:r w:rsidRPr="00B11286">
      <w:rPr>
        <w:rStyle w:val="a6"/>
        <w:rFonts w:ascii="Times New Roman" w:hAnsi="Times New Roman"/>
        <w:sz w:val="28"/>
        <w:szCs w:val="28"/>
      </w:rPr>
      <w:instrText xml:space="preserve">PAGE  </w:instrText>
    </w:r>
    <w:r w:rsidR="00DE6BC4" w:rsidRPr="00B11286">
      <w:rPr>
        <w:rStyle w:val="a6"/>
        <w:rFonts w:ascii="Times New Roman" w:hAnsi="Times New Roman"/>
        <w:sz w:val="28"/>
        <w:szCs w:val="28"/>
      </w:rPr>
      <w:fldChar w:fldCharType="separate"/>
    </w:r>
    <w:r w:rsidR="00F54818">
      <w:rPr>
        <w:rStyle w:val="a6"/>
        <w:rFonts w:ascii="Times New Roman" w:hAnsi="Times New Roman"/>
        <w:noProof/>
        <w:sz w:val="28"/>
        <w:szCs w:val="28"/>
      </w:rPr>
      <w:t>10</w:t>
    </w:r>
    <w:r w:rsidR="00DE6BC4" w:rsidRPr="00B11286">
      <w:rPr>
        <w:rStyle w:val="a6"/>
        <w:rFonts w:ascii="Times New Roman" w:hAnsi="Times New Roman"/>
        <w:sz w:val="28"/>
        <w:szCs w:val="28"/>
      </w:rPr>
      <w:fldChar w:fldCharType="end"/>
    </w:r>
    <w:r w:rsidRPr="00B11286">
      <w:rPr>
        <w:rStyle w:val="a6"/>
        <w:rFonts w:hint="eastAsia"/>
        <w:sz w:val="28"/>
        <w:szCs w:val="28"/>
      </w:rPr>
      <w:t xml:space="preserve"> </w:t>
    </w:r>
    <w:r w:rsidRPr="00B11286">
      <w:rPr>
        <w:rStyle w:val="a6"/>
        <w:rFonts w:hint="eastAsia"/>
        <w:sz w:val="28"/>
        <w:szCs w:val="28"/>
      </w:rPr>
      <w:t>—</w:t>
    </w:r>
  </w:p>
  <w:p w:rsidR="00077957" w:rsidRDefault="00077957" w:rsidP="00DB5165">
    <w:pPr>
      <w:pStyle w:val="a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57" w:rsidRPr="00530D27" w:rsidRDefault="00077957" w:rsidP="00DC458B">
    <w:pPr>
      <w:pStyle w:val="a4"/>
      <w:framePr w:wrap="around" w:vAnchor="text" w:hAnchor="margin" w:xAlign="outside" w:y="1"/>
      <w:ind w:leftChars="100" w:left="320"/>
      <w:jc w:val="center"/>
      <w:rPr>
        <w:rStyle w:val="a6"/>
        <w:sz w:val="28"/>
        <w:szCs w:val="28"/>
      </w:rPr>
    </w:pPr>
    <w:r w:rsidRPr="00530D27">
      <w:rPr>
        <w:rStyle w:val="a6"/>
        <w:rFonts w:hint="eastAsia"/>
        <w:sz w:val="28"/>
        <w:szCs w:val="28"/>
      </w:rPr>
      <w:t>—</w:t>
    </w:r>
    <w:r w:rsidRPr="00530D27">
      <w:rPr>
        <w:rStyle w:val="a6"/>
        <w:rFonts w:hint="eastAsia"/>
        <w:sz w:val="28"/>
        <w:szCs w:val="28"/>
      </w:rPr>
      <w:t xml:space="preserve"> </w:t>
    </w:r>
    <w:r w:rsidR="00DE6BC4" w:rsidRPr="00530D27">
      <w:rPr>
        <w:rStyle w:val="a6"/>
        <w:rFonts w:ascii="Times New Roman" w:hAnsi="Times New Roman"/>
        <w:sz w:val="28"/>
        <w:szCs w:val="28"/>
      </w:rPr>
      <w:fldChar w:fldCharType="begin"/>
    </w:r>
    <w:r w:rsidRPr="00530D27">
      <w:rPr>
        <w:rStyle w:val="a6"/>
        <w:rFonts w:ascii="Times New Roman" w:hAnsi="Times New Roman"/>
        <w:sz w:val="28"/>
        <w:szCs w:val="28"/>
      </w:rPr>
      <w:instrText xml:space="preserve">PAGE  </w:instrText>
    </w:r>
    <w:r w:rsidR="00DE6BC4" w:rsidRPr="00530D27">
      <w:rPr>
        <w:rStyle w:val="a6"/>
        <w:rFonts w:ascii="Times New Roman" w:hAnsi="Times New Roman"/>
        <w:sz w:val="28"/>
        <w:szCs w:val="28"/>
      </w:rPr>
      <w:fldChar w:fldCharType="separate"/>
    </w:r>
    <w:r w:rsidR="00F54818">
      <w:rPr>
        <w:rStyle w:val="a6"/>
        <w:rFonts w:ascii="Times New Roman" w:hAnsi="Times New Roman"/>
        <w:noProof/>
        <w:sz w:val="28"/>
        <w:szCs w:val="28"/>
      </w:rPr>
      <w:t>9</w:t>
    </w:r>
    <w:r w:rsidR="00DE6BC4" w:rsidRPr="00530D27">
      <w:rPr>
        <w:rStyle w:val="a6"/>
        <w:rFonts w:ascii="Times New Roman" w:hAnsi="Times New Roman"/>
        <w:sz w:val="28"/>
        <w:szCs w:val="28"/>
      </w:rPr>
      <w:fldChar w:fldCharType="end"/>
    </w:r>
    <w:r w:rsidRPr="00530D27">
      <w:rPr>
        <w:rStyle w:val="a6"/>
        <w:rFonts w:hint="eastAsia"/>
        <w:sz w:val="28"/>
        <w:szCs w:val="28"/>
      </w:rPr>
      <w:t xml:space="preserve"> </w:t>
    </w:r>
    <w:r w:rsidRPr="00530D27">
      <w:rPr>
        <w:rStyle w:val="a6"/>
        <w:rFonts w:hint="eastAsia"/>
        <w:sz w:val="28"/>
        <w:szCs w:val="28"/>
      </w:rPr>
      <w:t>—</w:t>
    </w:r>
  </w:p>
  <w:p w:rsidR="00077957" w:rsidRDefault="00077957" w:rsidP="00A6413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098" w:rsidRDefault="00565098" w:rsidP="0000007B">
      <w:r>
        <w:separator/>
      </w:r>
    </w:p>
  </w:footnote>
  <w:footnote w:type="continuationSeparator" w:id="0">
    <w:p w:rsidR="00565098" w:rsidRDefault="00565098" w:rsidP="000000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57" w:rsidRDefault="00077957" w:rsidP="0022714E">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57" w:rsidRDefault="00077957" w:rsidP="0083585F">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C10EA"/>
    <w:multiLevelType w:val="hybridMultilevel"/>
    <w:tmpl w:val="21A627F8"/>
    <w:lvl w:ilvl="0" w:tplc="B1C2F450">
      <w:start w:val="1"/>
      <w:numFmt w:val="decimal"/>
      <w:lvlText w:val="%1．"/>
      <w:lvlJc w:val="left"/>
      <w:pPr>
        <w:ind w:left="1440" w:hanging="720"/>
      </w:pPr>
      <w:rPr>
        <w:rFonts w:cs="Times New Roman" w:hint="default"/>
      </w:rPr>
    </w:lvl>
    <w:lvl w:ilvl="1" w:tplc="04090019">
      <w:start w:val="1"/>
      <w:numFmt w:val="lowerLetter"/>
      <w:lvlText w:val="%2)"/>
      <w:lvlJc w:val="left"/>
      <w:pPr>
        <w:ind w:left="1560" w:hanging="420"/>
      </w:pPr>
      <w:rPr>
        <w:rFonts w:cs="Times New Roman"/>
      </w:rPr>
    </w:lvl>
    <w:lvl w:ilvl="2" w:tplc="0409001B">
      <w:start w:val="1"/>
      <w:numFmt w:val="lowerRoman"/>
      <w:lvlText w:val="%3."/>
      <w:lvlJc w:val="right"/>
      <w:pPr>
        <w:ind w:left="1980" w:hanging="420"/>
      </w:pPr>
      <w:rPr>
        <w:rFonts w:cs="Times New Roman"/>
      </w:rPr>
    </w:lvl>
    <w:lvl w:ilvl="3" w:tplc="0409000F">
      <w:start w:val="1"/>
      <w:numFmt w:val="decimal"/>
      <w:lvlText w:val="%4."/>
      <w:lvlJc w:val="left"/>
      <w:pPr>
        <w:ind w:left="2400" w:hanging="420"/>
      </w:pPr>
      <w:rPr>
        <w:rFonts w:cs="Times New Roman"/>
      </w:rPr>
    </w:lvl>
    <w:lvl w:ilvl="4" w:tplc="04090019">
      <w:start w:val="1"/>
      <w:numFmt w:val="lowerLetter"/>
      <w:lvlText w:val="%5)"/>
      <w:lvlJc w:val="left"/>
      <w:pPr>
        <w:ind w:left="2820" w:hanging="420"/>
      </w:pPr>
      <w:rPr>
        <w:rFonts w:cs="Times New Roman"/>
      </w:rPr>
    </w:lvl>
    <w:lvl w:ilvl="5" w:tplc="0409001B">
      <w:start w:val="1"/>
      <w:numFmt w:val="lowerRoman"/>
      <w:lvlText w:val="%6."/>
      <w:lvlJc w:val="right"/>
      <w:pPr>
        <w:ind w:left="3240" w:hanging="420"/>
      </w:pPr>
      <w:rPr>
        <w:rFonts w:cs="Times New Roman"/>
      </w:rPr>
    </w:lvl>
    <w:lvl w:ilvl="6" w:tplc="0409000F">
      <w:start w:val="1"/>
      <w:numFmt w:val="decimal"/>
      <w:lvlText w:val="%7."/>
      <w:lvlJc w:val="left"/>
      <w:pPr>
        <w:ind w:left="3660" w:hanging="420"/>
      </w:pPr>
      <w:rPr>
        <w:rFonts w:cs="Times New Roman"/>
      </w:rPr>
    </w:lvl>
    <w:lvl w:ilvl="7" w:tplc="04090019">
      <w:start w:val="1"/>
      <w:numFmt w:val="lowerLetter"/>
      <w:lvlText w:val="%8)"/>
      <w:lvlJc w:val="left"/>
      <w:pPr>
        <w:ind w:left="4080" w:hanging="420"/>
      </w:pPr>
      <w:rPr>
        <w:rFonts w:cs="Times New Roman"/>
      </w:rPr>
    </w:lvl>
    <w:lvl w:ilvl="8" w:tplc="0409001B">
      <w:start w:val="1"/>
      <w:numFmt w:val="lowerRoman"/>
      <w:lvlText w:val="%9."/>
      <w:lvlJc w:val="right"/>
      <w:pPr>
        <w:ind w:left="4500" w:hanging="420"/>
      </w:pPr>
      <w:rPr>
        <w:rFonts w:cs="Times New Roman"/>
      </w:rPr>
    </w:lvl>
  </w:abstractNum>
  <w:abstractNum w:abstractNumId="1">
    <w:nsid w:val="5600AAC6"/>
    <w:multiLevelType w:val="singleLevel"/>
    <w:tmpl w:val="5600AAC6"/>
    <w:lvl w:ilvl="0">
      <w:start w:val="1"/>
      <w:numFmt w:val="chineseCounting"/>
      <w:suff w:val="nothing"/>
      <w:lvlText w:val="%1、"/>
      <w:lvlJc w:val="left"/>
    </w:lvl>
  </w:abstractNum>
  <w:abstractNum w:abstractNumId="2">
    <w:nsid w:val="59E38808"/>
    <w:multiLevelType w:val="singleLevel"/>
    <w:tmpl w:val="59E38808"/>
    <w:lvl w:ilvl="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proofState w:spelling="clean"/>
  <w:defaultTabStop w:val="420"/>
  <w:evenAndOddHeaders/>
  <w:drawingGridHorizontalSpacing w:val="156"/>
  <w:drawingGridVerticalSpacing w:val="290"/>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0069"/>
    <w:rsid w:val="0000007B"/>
    <w:rsid w:val="00002ADE"/>
    <w:rsid w:val="0000570B"/>
    <w:rsid w:val="00005CA6"/>
    <w:rsid w:val="00007211"/>
    <w:rsid w:val="000208AA"/>
    <w:rsid w:val="00020B47"/>
    <w:rsid w:val="00020DAC"/>
    <w:rsid w:val="000218E2"/>
    <w:rsid w:val="00024E3F"/>
    <w:rsid w:val="00027511"/>
    <w:rsid w:val="00030574"/>
    <w:rsid w:val="00041D37"/>
    <w:rsid w:val="00042639"/>
    <w:rsid w:val="00042AD3"/>
    <w:rsid w:val="000434A8"/>
    <w:rsid w:val="000439D3"/>
    <w:rsid w:val="000458E0"/>
    <w:rsid w:val="00047D22"/>
    <w:rsid w:val="00051FFA"/>
    <w:rsid w:val="00064062"/>
    <w:rsid w:val="0006431F"/>
    <w:rsid w:val="0006447A"/>
    <w:rsid w:val="0007017F"/>
    <w:rsid w:val="000704B2"/>
    <w:rsid w:val="000734BD"/>
    <w:rsid w:val="00074A6A"/>
    <w:rsid w:val="00074DFE"/>
    <w:rsid w:val="00077027"/>
    <w:rsid w:val="00077957"/>
    <w:rsid w:val="00080A4E"/>
    <w:rsid w:val="00081F15"/>
    <w:rsid w:val="00082FF3"/>
    <w:rsid w:val="000916F2"/>
    <w:rsid w:val="0009420D"/>
    <w:rsid w:val="00096369"/>
    <w:rsid w:val="000963D1"/>
    <w:rsid w:val="000A1343"/>
    <w:rsid w:val="000A46C6"/>
    <w:rsid w:val="000A585A"/>
    <w:rsid w:val="000A591C"/>
    <w:rsid w:val="000B02D9"/>
    <w:rsid w:val="000B1F10"/>
    <w:rsid w:val="000B3A00"/>
    <w:rsid w:val="000B41F8"/>
    <w:rsid w:val="000C2AF8"/>
    <w:rsid w:val="000C2FC6"/>
    <w:rsid w:val="000C430A"/>
    <w:rsid w:val="000C4367"/>
    <w:rsid w:val="000C56D0"/>
    <w:rsid w:val="000D0482"/>
    <w:rsid w:val="000D35A5"/>
    <w:rsid w:val="000D409E"/>
    <w:rsid w:val="000D43D8"/>
    <w:rsid w:val="000D6C9E"/>
    <w:rsid w:val="000D7B06"/>
    <w:rsid w:val="000E034C"/>
    <w:rsid w:val="000E0A24"/>
    <w:rsid w:val="000E0E5D"/>
    <w:rsid w:val="000E15B8"/>
    <w:rsid w:val="000E19C3"/>
    <w:rsid w:val="000E4678"/>
    <w:rsid w:val="000E4B0A"/>
    <w:rsid w:val="000E5601"/>
    <w:rsid w:val="000E7BA8"/>
    <w:rsid w:val="000E7CE4"/>
    <w:rsid w:val="000E7D0B"/>
    <w:rsid w:val="000F1272"/>
    <w:rsid w:val="000F15CF"/>
    <w:rsid w:val="000F357B"/>
    <w:rsid w:val="000F7CB5"/>
    <w:rsid w:val="001022FE"/>
    <w:rsid w:val="00107354"/>
    <w:rsid w:val="001120B5"/>
    <w:rsid w:val="001127F6"/>
    <w:rsid w:val="00112F18"/>
    <w:rsid w:val="00113471"/>
    <w:rsid w:val="00121091"/>
    <w:rsid w:val="0012208C"/>
    <w:rsid w:val="00124976"/>
    <w:rsid w:val="00126E7C"/>
    <w:rsid w:val="00131792"/>
    <w:rsid w:val="00135B11"/>
    <w:rsid w:val="00142FE3"/>
    <w:rsid w:val="00144207"/>
    <w:rsid w:val="001477D8"/>
    <w:rsid w:val="00150C2B"/>
    <w:rsid w:val="00154486"/>
    <w:rsid w:val="00157143"/>
    <w:rsid w:val="0016088B"/>
    <w:rsid w:val="00161268"/>
    <w:rsid w:val="00161AC6"/>
    <w:rsid w:val="00164450"/>
    <w:rsid w:val="001644F2"/>
    <w:rsid w:val="0016498B"/>
    <w:rsid w:val="00166BB9"/>
    <w:rsid w:val="00167597"/>
    <w:rsid w:val="001713F7"/>
    <w:rsid w:val="00174F63"/>
    <w:rsid w:val="00175CEC"/>
    <w:rsid w:val="00176548"/>
    <w:rsid w:val="00176D71"/>
    <w:rsid w:val="00177949"/>
    <w:rsid w:val="00187C08"/>
    <w:rsid w:val="001906CE"/>
    <w:rsid w:val="001919A4"/>
    <w:rsid w:val="00193F3F"/>
    <w:rsid w:val="00194A78"/>
    <w:rsid w:val="00195A4B"/>
    <w:rsid w:val="001A4FBC"/>
    <w:rsid w:val="001A528B"/>
    <w:rsid w:val="001A6814"/>
    <w:rsid w:val="001B00B4"/>
    <w:rsid w:val="001B0E97"/>
    <w:rsid w:val="001B1BFF"/>
    <w:rsid w:val="001B7420"/>
    <w:rsid w:val="001C1FE2"/>
    <w:rsid w:val="001C2AA0"/>
    <w:rsid w:val="001C3436"/>
    <w:rsid w:val="001C3959"/>
    <w:rsid w:val="001D0784"/>
    <w:rsid w:val="001D1E73"/>
    <w:rsid w:val="001D7635"/>
    <w:rsid w:val="001D771E"/>
    <w:rsid w:val="001E0278"/>
    <w:rsid w:val="001E3370"/>
    <w:rsid w:val="001E3F1F"/>
    <w:rsid w:val="001E5EAF"/>
    <w:rsid w:val="001E6D67"/>
    <w:rsid w:val="001F03A0"/>
    <w:rsid w:val="001F0AF4"/>
    <w:rsid w:val="001F1A0D"/>
    <w:rsid w:val="001F245E"/>
    <w:rsid w:val="001F3A97"/>
    <w:rsid w:val="001F54A7"/>
    <w:rsid w:val="00200FDF"/>
    <w:rsid w:val="002029C0"/>
    <w:rsid w:val="00205C1A"/>
    <w:rsid w:val="00205D23"/>
    <w:rsid w:val="00207BBE"/>
    <w:rsid w:val="0021400C"/>
    <w:rsid w:val="002145E6"/>
    <w:rsid w:val="002151C1"/>
    <w:rsid w:val="0022057B"/>
    <w:rsid w:val="00220967"/>
    <w:rsid w:val="00223B04"/>
    <w:rsid w:val="00226F0C"/>
    <w:rsid w:val="0022714E"/>
    <w:rsid w:val="002324CA"/>
    <w:rsid w:val="0023446B"/>
    <w:rsid w:val="00236E4D"/>
    <w:rsid w:val="00247078"/>
    <w:rsid w:val="002523BB"/>
    <w:rsid w:val="002560F7"/>
    <w:rsid w:val="00256A75"/>
    <w:rsid w:val="0026161A"/>
    <w:rsid w:val="0026191B"/>
    <w:rsid w:val="00262939"/>
    <w:rsid w:val="00263FDF"/>
    <w:rsid w:val="00270EB9"/>
    <w:rsid w:val="002752A5"/>
    <w:rsid w:val="00280E3E"/>
    <w:rsid w:val="002865D9"/>
    <w:rsid w:val="00286612"/>
    <w:rsid w:val="00286ABC"/>
    <w:rsid w:val="002873B7"/>
    <w:rsid w:val="00287C38"/>
    <w:rsid w:val="00290366"/>
    <w:rsid w:val="00291900"/>
    <w:rsid w:val="00291A1A"/>
    <w:rsid w:val="002936B3"/>
    <w:rsid w:val="00294055"/>
    <w:rsid w:val="00294087"/>
    <w:rsid w:val="002946E9"/>
    <w:rsid w:val="00295100"/>
    <w:rsid w:val="00295A5A"/>
    <w:rsid w:val="00295B43"/>
    <w:rsid w:val="00296022"/>
    <w:rsid w:val="002A0218"/>
    <w:rsid w:val="002A1253"/>
    <w:rsid w:val="002A5544"/>
    <w:rsid w:val="002B2C9A"/>
    <w:rsid w:val="002B39DE"/>
    <w:rsid w:val="002B4A2A"/>
    <w:rsid w:val="002C0F9D"/>
    <w:rsid w:val="002C3932"/>
    <w:rsid w:val="002C474A"/>
    <w:rsid w:val="002C4787"/>
    <w:rsid w:val="002C66E9"/>
    <w:rsid w:val="002C7373"/>
    <w:rsid w:val="002D1E8E"/>
    <w:rsid w:val="002D3AA2"/>
    <w:rsid w:val="002D44B1"/>
    <w:rsid w:val="002D6459"/>
    <w:rsid w:val="002D73BF"/>
    <w:rsid w:val="002D78DB"/>
    <w:rsid w:val="002E6062"/>
    <w:rsid w:val="002E75B0"/>
    <w:rsid w:val="002E76EA"/>
    <w:rsid w:val="002F10AB"/>
    <w:rsid w:val="002F27A0"/>
    <w:rsid w:val="003041B8"/>
    <w:rsid w:val="00304DC3"/>
    <w:rsid w:val="00314805"/>
    <w:rsid w:val="0031670D"/>
    <w:rsid w:val="003204F5"/>
    <w:rsid w:val="00321FA4"/>
    <w:rsid w:val="003220E3"/>
    <w:rsid w:val="00327A2A"/>
    <w:rsid w:val="003331E0"/>
    <w:rsid w:val="003337A3"/>
    <w:rsid w:val="00334A8B"/>
    <w:rsid w:val="00334AB9"/>
    <w:rsid w:val="00335440"/>
    <w:rsid w:val="00344270"/>
    <w:rsid w:val="00346106"/>
    <w:rsid w:val="003537F4"/>
    <w:rsid w:val="0035457C"/>
    <w:rsid w:val="003546A0"/>
    <w:rsid w:val="0035477E"/>
    <w:rsid w:val="0036276B"/>
    <w:rsid w:val="00364028"/>
    <w:rsid w:val="003654D6"/>
    <w:rsid w:val="00366184"/>
    <w:rsid w:val="003715E1"/>
    <w:rsid w:val="003725A5"/>
    <w:rsid w:val="00373914"/>
    <w:rsid w:val="003740AD"/>
    <w:rsid w:val="003749C3"/>
    <w:rsid w:val="003765AC"/>
    <w:rsid w:val="00385876"/>
    <w:rsid w:val="00386514"/>
    <w:rsid w:val="00390AA9"/>
    <w:rsid w:val="00391E8E"/>
    <w:rsid w:val="00392F16"/>
    <w:rsid w:val="003A0C94"/>
    <w:rsid w:val="003A1FA8"/>
    <w:rsid w:val="003A294A"/>
    <w:rsid w:val="003A551D"/>
    <w:rsid w:val="003A5ABD"/>
    <w:rsid w:val="003B04C5"/>
    <w:rsid w:val="003B0CAB"/>
    <w:rsid w:val="003B2162"/>
    <w:rsid w:val="003B2A0D"/>
    <w:rsid w:val="003B53AE"/>
    <w:rsid w:val="003B6C2C"/>
    <w:rsid w:val="003B74B9"/>
    <w:rsid w:val="003C199A"/>
    <w:rsid w:val="003C2CE6"/>
    <w:rsid w:val="003C498C"/>
    <w:rsid w:val="003C5DF9"/>
    <w:rsid w:val="003C6DBD"/>
    <w:rsid w:val="003C6DCD"/>
    <w:rsid w:val="003C75F1"/>
    <w:rsid w:val="003D21E2"/>
    <w:rsid w:val="003D2A5B"/>
    <w:rsid w:val="003D3E00"/>
    <w:rsid w:val="003D723F"/>
    <w:rsid w:val="003E49D9"/>
    <w:rsid w:val="003F36EE"/>
    <w:rsid w:val="003F57F1"/>
    <w:rsid w:val="004012ED"/>
    <w:rsid w:val="00403D12"/>
    <w:rsid w:val="004044CD"/>
    <w:rsid w:val="004063BD"/>
    <w:rsid w:val="00407CAD"/>
    <w:rsid w:val="00414749"/>
    <w:rsid w:val="004155E4"/>
    <w:rsid w:val="00416B19"/>
    <w:rsid w:val="00420690"/>
    <w:rsid w:val="0042171F"/>
    <w:rsid w:val="00421DD0"/>
    <w:rsid w:val="004235BA"/>
    <w:rsid w:val="00427AD1"/>
    <w:rsid w:val="00430A3C"/>
    <w:rsid w:val="00433332"/>
    <w:rsid w:val="00435D1A"/>
    <w:rsid w:val="0043753E"/>
    <w:rsid w:val="00443E4C"/>
    <w:rsid w:val="004456B1"/>
    <w:rsid w:val="004501CD"/>
    <w:rsid w:val="00452C6B"/>
    <w:rsid w:val="004601EE"/>
    <w:rsid w:val="00465479"/>
    <w:rsid w:val="00472A83"/>
    <w:rsid w:val="0047458A"/>
    <w:rsid w:val="004754B0"/>
    <w:rsid w:val="004853F1"/>
    <w:rsid w:val="004872FD"/>
    <w:rsid w:val="0049122C"/>
    <w:rsid w:val="004A011F"/>
    <w:rsid w:val="004A09F4"/>
    <w:rsid w:val="004A1829"/>
    <w:rsid w:val="004A40CE"/>
    <w:rsid w:val="004A42EB"/>
    <w:rsid w:val="004A488F"/>
    <w:rsid w:val="004A59DA"/>
    <w:rsid w:val="004B1246"/>
    <w:rsid w:val="004B291A"/>
    <w:rsid w:val="004B6351"/>
    <w:rsid w:val="004C0FA7"/>
    <w:rsid w:val="004C1B64"/>
    <w:rsid w:val="004C58C0"/>
    <w:rsid w:val="004C6F90"/>
    <w:rsid w:val="004D03C3"/>
    <w:rsid w:val="004D111E"/>
    <w:rsid w:val="004D1441"/>
    <w:rsid w:val="004D14DD"/>
    <w:rsid w:val="004D3920"/>
    <w:rsid w:val="004D4100"/>
    <w:rsid w:val="004D5985"/>
    <w:rsid w:val="004D7B16"/>
    <w:rsid w:val="004E1F5B"/>
    <w:rsid w:val="004E23A9"/>
    <w:rsid w:val="004E23F1"/>
    <w:rsid w:val="004E38BA"/>
    <w:rsid w:val="004E45B1"/>
    <w:rsid w:val="004E4E7C"/>
    <w:rsid w:val="004E5064"/>
    <w:rsid w:val="004E6224"/>
    <w:rsid w:val="004F2493"/>
    <w:rsid w:val="005009BD"/>
    <w:rsid w:val="00502C10"/>
    <w:rsid w:val="00503343"/>
    <w:rsid w:val="00511A32"/>
    <w:rsid w:val="00511A4F"/>
    <w:rsid w:val="00512856"/>
    <w:rsid w:val="00512E51"/>
    <w:rsid w:val="00517AB3"/>
    <w:rsid w:val="00517F7A"/>
    <w:rsid w:val="00521B0F"/>
    <w:rsid w:val="00521E8D"/>
    <w:rsid w:val="00524C53"/>
    <w:rsid w:val="00525CFE"/>
    <w:rsid w:val="0052680F"/>
    <w:rsid w:val="00527EB2"/>
    <w:rsid w:val="00530793"/>
    <w:rsid w:val="00530D27"/>
    <w:rsid w:val="00535D77"/>
    <w:rsid w:val="00535DAB"/>
    <w:rsid w:val="00540E16"/>
    <w:rsid w:val="005419E7"/>
    <w:rsid w:val="005432B8"/>
    <w:rsid w:val="00545EB8"/>
    <w:rsid w:val="0054729A"/>
    <w:rsid w:val="005536A1"/>
    <w:rsid w:val="005576BE"/>
    <w:rsid w:val="00557A0F"/>
    <w:rsid w:val="00561A3A"/>
    <w:rsid w:val="00564322"/>
    <w:rsid w:val="00565098"/>
    <w:rsid w:val="00566383"/>
    <w:rsid w:val="00570474"/>
    <w:rsid w:val="0057109E"/>
    <w:rsid w:val="00571950"/>
    <w:rsid w:val="00573092"/>
    <w:rsid w:val="00575586"/>
    <w:rsid w:val="00575EBA"/>
    <w:rsid w:val="00576B15"/>
    <w:rsid w:val="00581C20"/>
    <w:rsid w:val="00582F2B"/>
    <w:rsid w:val="00584E79"/>
    <w:rsid w:val="005900ED"/>
    <w:rsid w:val="005925AC"/>
    <w:rsid w:val="00595C12"/>
    <w:rsid w:val="005967BC"/>
    <w:rsid w:val="005969C3"/>
    <w:rsid w:val="005A127F"/>
    <w:rsid w:val="005A443F"/>
    <w:rsid w:val="005A68AF"/>
    <w:rsid w:val="005A7F52"/>
    <w:rsid w:val="005B19ED"/>
    <w:rsid w:val="005B1D69"/>
    <w:rsid w:val="005B273B"/>
    <w:rsid w:val="005B33FA"/>
    <w:rsid w:val="005B34F7"/>
    <w:rsid w:val="005B4AAA"/>
    <w:rsid w:val="005B6452"/>
    <w:rsid w:val="005B6971"/>
    <w:rsid w:val="005B7159"/>
    <w:rsid w:val="005C3F9D"/>
    <w:rsid w:val="005C5655"/>
    <w:rsid w:val="005C60A5"/>
    <w:rsid w:val="005D3B0B"/>
    <w:rsid w:val="005D43AC"/>
    <w:rsid w:val="005D5508"/>
    <w:rsid w:val="005D5F96"/>
    <w:rsid w:val="005D7CEB"/>
    <w:rsid w:val="005E36A8"/>
    <w:rsid w:val="005F0490"/>
    <w:rsid w:val="005F3909"/>
    <w:rsid w:val="00600D9A"/>
    <w:rsid w:val="00603BB4"/>
    <w:rsid w:val="00611874"/>
    <w:rsid w:val="00611EFD"/>
    <w:rsid w:val="00613E48"/>
    <w:rsid w:val="0061411A"/>
    <w:rsid w:val="00616084"/>
    <w:rsid w:val="0061670C"/>
    <w:rsid w:val="0062046C"/>
    <w:rsid w:val="00621058"/>
    <w:rsid w:val="006224AE"/>
    <w:rsid w:val="00624381"/>
    <w:rsid w:val="00630F66"/>
    <w:rsid w:val="0063529F"/>
    <w:rsid w:val="00642217"/>
    <w:rsid w:val="00642FCC"/>
    <w:rsid w:val="006504A6"/>
    <w:rsid w:val="00650AC7"/>
    <w:rsid w:val="006542F9"/>
    <w:rsid w:val="00660D62"/>
    <w:rsid w:val="00661A68"/>
    <w:rsid w:val="006647FE"/>
    <w:rsid w:val="00666341"/>
    <w:rsid w:val="0066705E"/>
    <w:rsid w:val="00667A1E"/>
    <w:rsid w:val="00671CAD"/>
    <w:rsid w:val="00671CB7"/>
    <w:rsid w:val="0067265E"/>
    <w:rsid w:val="00674CCE"/>
    <w:rsid w:val="00677264"/>
    <w:rsid w:val="00677724"/>
    <w:rsid w:val="006779B3"/>
    <w:rsid w:val="006813AC"/>
    <w:rsid w:val="00682B88"/>
    <w:rsid w:val="00683912"/>
    <w:rsid w:val="00684B5F"/>
    <w:rsid w:val="0068535B"/>
    <w:rsid w:val="006859B6"/>
    <w:rsid w:val="00686272"/>
    <w:rsid w:val="00687B81"/>
    <w:rsid w:val="00691CD7"/>
    <w:rsid w:val="00691E03"/>
    <w:rsid w:val="00692D1D"/>
    <w:rsid w:val="006930A0"/>
    <w:rsid w:val="00693BF5"/>
    <w:rsid w:val="006950EA"/>
    <w:rsid w:val="00695C46"/>
    <w:rsid w:val="006A0FD0"/>
    <w:rsid w:val="006A6135"/>
    <w:rsid w:val="006A63AC"/>
    <w:rsid w:val="006B0065"/>
    <w:rsid w:val="006B00AE"/>
    <w:rsid w:val="006B06B6"/>
    <w:rsid w:val="006B1327"/>
    <w:rsid w:val="006B1376"/>
    <w:rsid w:val="006B2740"/>
    <w:rsid w:val="006B64EC"/>
    <w:rsid w:val="006B6ACD"/>
    <w:rsid w:val="006C2814"/>
    <w:rsid w:val="006C3F48"/>
    <w:rsid w:val="006C43A0"/>
    <w:rsid w:val="006C46DF"/>
    <w:rsid w:val="006D2D49"/>
    <w:rsid w:val="006D3A85"/>
    <w:rsid w:val="006D4041"/>
    <w:rsid w:val="006E422C"/>
    <w:rsid w:val="006E4D16"/>
    <w:rsid w:val="006E4E66"/>
    <w:rsid w:val="006E6D83"/>
    <w:rsid w:val="006F12E9"/>
    <w:rsid w:val="006F35EE"/>
    <w:rsid w:val="006F400A"/>
    <w:rsid w:val="00700B85"/>
    <w:rsid w:val="0070403E"/>
    <w:rsid w:val="00706E09"/>
    <w:rsid w:val="00707ADE"/>
    <w:rsid w:val="00710F16"/>
    <w:rsid w:val="00711242"/>
    <w:rsid w:val="0071317E"/>
    <w:rsid w:val="00715BAF"/>
    <w:rsid w:val="007168F7"/>
    <w:rsid w:val="007178BF"/>
    <w:rsid w:val="00723295"/>
    <w:rsid w:val="00723EE4"/>
    <w:rsid w:val="00727A71"/>
    <w:rsid w:val="0073104F"/>
    <w:rsid w:val="00731F05"/>
    <w:rsid w:val="007355AF"/>
    <w:rsid w:val="007424F2"/>
    <w:rsid w:val="007429FC"/>
    <w:rsid w:val="007455EE"/>
    <w:rsid w:val="00745789"/>
    <w:rsid w:val="00746D88"/>
    <w:rsid w:val="0074758B"/>
    <w:rsid w:val="00747CF1"/>
    <w:rsid w:val="00750E7A"/>
    <w:rsid w:val="0075190C"/>
    <w:rsid w:val="00751918"/>
    <w:rsid w:val="00751F90"/>
    <w:rsid w:val="007523DA"/>
    <w:rsid w:val="007540C2"/>
    <w:rsid w:val="0075575F"/>
    <w:rsid w:val="007571E7"/>
    <w:rsid w:val="00764D25"/>
    <w:rsid w:val="00766970"/>
    <w:rsid w:val="007670D7"/>
    <w:rsid w:val="007671EE"/>
    <w:rsid w:val="00775022"/>
    <w:rsid w:val="00775EA8"/>
    <w:rsid w:val="007806CC"/>
    <w:rsid w:val="007822B8"/>
    <w:rsid w:val="007822FD"/>
    <w:rsid w:val="00783635"/>
    <w:rsid w:val="00783B0B"/>
    <w:rsid w:val="00790330"/>
    <w:rsid w:val="00791AA9"/>
    <w:rsid w:val="007933D7"/>
    <w:rsid w:val="0079355D"/>
    <w:rsid w:val="00797077"/>
    <w:rsid w:val="007A0FFC"/>
    <w:rsid w:val="007A3F9F"/>
    <w:rsid w:val="007A5231"/>
    <w:rsid w:val="007B1425"/>
    <w:rsid w:val="007B22C3"/>
    <w:rsid w:val="007B2AF0"/>
    <w:rsid w:val="007B4EF6"/>
    <w:rsid w:val="007B7864"/>
    <w:rsid w:val="007C0960"/>
    <w:rsid w:val="007C096A"/>
    <w:rsid w:val="007C0FC4"/>
    <w:rsid w:val="007C47F1"/>
    <w:rsid w:val="007C5B18"/>
    <w:rsid w:val="007C7E2F"/>
    <w:rsid w:val="007D0133"/>
    <w:rsid w:val="007D2790"/>
    <w:rsid w:val="007D2D35"/>
    <w:rsid w:val="007D3BA3"/>
    <w:rsid w:val="007D3C6B"/>
    <w:rsid w:val="007D44B1"/>
    <w:rsid w:val="007D6027"/>
    <w:rsid w:val="007D6336"/>
    <w:rsid w:val="007D7827"/>
    <w:rsid w:val="007E1C21"/>
    <w:rsid w:val="007E1F0B"/>
    <w:rsid w:val="007E2EF9"/>
    <w:rsid w:val="007E2FA6"/>
    <w:rsid w:val="007E3E73"/>
    <w:rsid w:val="007E4FD0"/>
    <w:rsid w:val="007E60EE"/>
    <w:rsid w:val="007F00AE"/>
    <w:rsid w:val="007F1FF3"/>
    <w:rsid w:val="007F5108"/>
    <w:rsid w:val="007F54C2"/>
    <w:rsid w:val="007F575A"/>
    <w:rsid w:val="007F7527"/>
    <w:rsid w:val="007F7674"/>
    <w:rsid w:val="00802131"/>
    <w:rsid w:val="00805DD8"/>
    <w:rsid w:val="008078A5"/>
    <w:rsid w:val="008078DF"/>
    <w:rsid w:val="00812D0F"/>
    <w:rsid w:val="00813183"/>
    <w:rsid w:val="00815319"/>
    <w:rsid w:val="00816BF8"/>
    <w:rsid w:val="00820962"/>
    <w:rsid w:val="00825B55"/>
    <w:rsid w:val="00835527"/>
    <w:rsid w:val="0083585F"/>
    <w:rsid w:val="00837967"/>
    <w:rsid w:val="00842D20"/>
    <w:rsid w:val="00846BCA"/>
    <w:rsid w:val="008500C0"/>
    <w:rsid w:val="0085086F"/>
    <w:rsid w:val="00851DB8"/>
    <w:rsid w:val="00851F35"/>
    <w:rsid w:val="00852B1A"/>
    <w:rsid w:val="00852E4F"/>
    <w:rsid w:val="00853924"/>
    <w:rsid w:val="00854B97"/>
    <w:rsid w:val="008559C0"/>
    <w:rsid w:val="008578C4"/>
    <w:rsid w:val="00857FF6"/>
    <w:rsid w:val="00866AF2"/>
    <w:rsid w:val="008729A7"/>
    <w:rsid w:val="008823A8"/>
    <w:rsid w:val="00882962"/>
    <w:rsid w:val="00886B9D"/>
    <w:rsid w:val="00891CEF"/>
    <w:rsid w:val="00892435"/>
    <w:rsid w:val="00895F19"/>
    <w:rsid w:val="008960D3"/>
    <w:rsid w:val="008978BE"/>
    <w:rsid w:val="008A02F3"/>
    <w:rsid w:val="008A0D1A"/>
    <w:rsid w:val="008A15EC"/>
    <w:rsid w:val="008A2B8B"/>
    <w:rsid w:val="008A7236"/>
    <w:rsid w:val="008B2A90"/>
    <w:rsid w:val="008B2F53"/>
    <w:rsid w:val="008B4612"/>
    <w:rsid w:val="008B7DE3"/>
    <w:rsid w:val="008C0EB4"/>
    <w:rsid w:val="008C0F6A"/>
    <w:rsid w:val="008C277A"/>
    <w:rsid w:val="008C354F"/>
    <w:rsid w:val="008C3B35"/>
    <w:rsid w:val="008D0520"/>
    <w:rsid w:val="008D0E9D"/>
    <w:rsid w:val="008D2AF4"/>
    <w:rsid w:val="008D4A8A"/>
    <w:rsid w:val="008D4D39"/>
    <w:rsid w:val="008E09CC"/>
    <w:rsid w:val="008E0EF8"/>
    <w:rsid w:val="008E32BA"/>
    <w:rsid w:val="008E3EB7"/>
    <w:rsid w:val="008E5AB1"/>
    <w:rsid w:val="008E6862"/>
    <w:rsid w:val="008E6D7C"/>
    <w:rsid w:val="008F006E"/>
    <w:rsid w:val="008F3E62"/>
    <w:rsid w:val="008F439E"/>
    <w:rsid w:val="009013E5"/>
    <w:rsid w:val="00901603"/>
    <w:rsid w:val="00902762"/>
    <w:rsid w:val="00903EE3"/>
    <w:rsid w:val="00904848"/>
    <w:rsid w:val="0090677F"/>
    <w:rsid w:val="009068E0"/>
    <w:rsid w:val="00906E63"/>
    <w:rsid w:val="00913994"/>
    <w:rsid w:val="00916343"/>
    <w:rsid w:val="0092227B"/>
    <w:rsid w:val="00922A0D"/>
    <w:rsid w:val="00924BE6"/>
    <w:rsid w:val="00925771"/>
    <w:rsid w:val="00926B9A"/>
    <w:rsid w:val="00927007"/>
    <w:rsid w:val="009307E2"/>
    <w:rsid w:val="00935B7C"/>
    <w:rsid w:val="00935FBB"/>
    <w:rsid w:val="00936669"/>
    <w:rsid w:val="00941665"/>
    <w:rsid w:val="0094708F"/>
    <w:rsid w:val="0095110A"/>
    <w:rsid w:val="00951506"/>
    <w:rsid w:val="00952199"/>
    <w:rsid w:val="00953181"/>
    <w:rsid w:val="00957787"/>
    <w:rsid w:val="00960C40"/>
    <w:rsid w:val="00962357"/>
    <w:rsid w:val="0096352B"/>
    <w:rsid w:val="00964EFC"/>
    <w:rsid w:val="00965323"/>
    <w:rsid w:val="0096701D"/>
    <w:rsid w:val="00967467"/>
    <w:rsid w:val="00970D9A"/>
    <w:rsid w:val="00973DCE"/>
    <w:rsid w:val="00975922"/>
    <w:rsid w:val="00975A91"/>
    <w:rsid w:val="00977A13"/>
    <w:rsid w:val="009814E4"/>
    <w:rsid w:val="00981F6F"/>
    <w:rsid w:val="0098391A"/>
    <w:rsid w:val="00984B24"/>
    <w:rsid w:val="00985A64"/>
    <w:rsid w:val="009965D9"/>
    <w:rsid w:val="009A2008"/>
    <w:rsid w:val="009A326D"/>
    <w:rsid w:val="009A3C7B"/>
    <w:rsid w:val="009A3F3F"/>
    <w:rsid w:val="009A41A3"/>
    <w:rsid w:val="009A5DBF"/>
    <w:rsid w:val="009A5FF7"/>
    <w:rsid w:val="009A6735"/>
    <w:rsid w:val="009B1A66"/>
    <w:rsid w:val="009B2409"/>
    <w:rsid w:val="009B4400"/>
    <w:rsid w:val="009B5A99"/>
    <w:rsid w:val="009C3177"/>
    <w:rsid w:val="009C3E50"/>
    <w:rsid w:val="009C3E81"/>
    <w:rsid w:val="009C4AF4"/>
    <w:rsid w:val="009C7D39"/>
    <w:rsid w:val="009D1C20"/>
    <w:rsid w:val="009D45A8"/>
    <w:rsid w:val="009D4B19"/>
    <w:rsid w:val="009D6182"/>
    <w:rsid w:val="009D61FB"/>
    <w:rsid w:val="009D6840"/>
    <w:rsid w:val="009D771E"/>
    <w:rsid w:val="009D7DFD"/>
    <w:rsid w:val="009D7E65"/>
    <w:rsid w:val="009D7F57"/>
    <w:rsid w:val="009E3C43"/>
    <w:rsid w:val="009E636F"/>
    <w:rsid w:val="009F1C4F"/>
    <w:rsid w:val="009F3E7B"/>
    <w:rsid w:val="00A00D4E"/>
    <w:rsid w:val="00A01A60"/>
    <w:rsid w:val="00A07CEB"/>
    <w:rsid w:val="00A11431"/>
    <w:rsid w:val="00A12C83"/>
    <w:rsid w:val="00A13C9F"/>
    <w:rsid w:val="00A15B5D"/>
    <w:rsid w:val="00A16033"/>
    <w:rsid w:val="00A200BB"/>
    <w:rsid w:val="00A21307"/>
    <w:rsid w:val="00A21C65"/>
    <w:rsid w:val="00A257D0"/>
    <w:rsid w:val="00A26ACF"/>
    <w:rsid w:val="00A300FD"/>
    <w:rsid w:val="00A3056D"/>
    <w:rsid w:val="00A31A38"/>
    <w:rsid w:val="00A31C37"/>
    <w:rsid w:val="00A31C8B"/>
    <w:rsid w:val="00A336FB"/>
    <w:rsid w:val="00A33920"/>
    <w:rsid w:val="00A35783"/>
    <w:rsid w:val="00A37D9C"/>
    <w:rsid w:val="00A40F54"/>
    <w:rsid w:val="00A4238E"/>
    <w:rsid w:val="00A45046"/>
    <w:rsid w:val="00A50069"/>
    <w:rsid w:val="00A54AE7"/>
    <w:rsid w:val="00A553BF"/>
    <w:rsid w:val="00A55CEA"/>
    <w:rsid w:val="00A56EA1"/>
    <w:rsid w:val="00A623FF"/>
    <w:rsid w:val="00A62CA2"/>
    <w:rsid w:val="00A6387D"/>
    <w:rsid w:val="00A63FA5"/>
    <w:rsid w:val="00A64136"/>
    <w:rsid w:val="00A6442B"/>
    <w:rsid w:val="00A64A73"/>
    <w:rsid w:val="00A65015"/>
    <w:rsid w:val="00A733A4"/>
    <w:rsid w:val="00A74A3E"/>
    <w:rsid w:val="00A76B8C"/>
    <w:rsid w:val="00A77B54"/>
    <w:rsid w:val="00A80407"/>
    <w:rsid w:val="00A849A4"/>
    <w:rsid w:val="00A84F06"/>
    <w:rsid w:val="00A8592C"/>
    <w:rsid w:val="00A9137D"/>
    <w:rsid w:val="00A9263D"/>
    <w:rsid w:val="00A93823"/>
    <w:rsid w:val="00A954A5"/>
    <w:rsid w:val="00AA239E"/>
    <w:rsid w:val="00AA31DB"/>
    <w:rsid w:val="00AA48EA"/>
    <w:rsid w:val="00AA4A82"/>
    <w:rsid w:val="00AA4B5F"/>
    <w:rsid w:val="00AA4FC8"/>
    <w:rsid w:val="00AA6131"/>
    <w:rsid w:val="00AA6C89"/>
    <w:rsid w:val="00AB08D0"/>
    <w:rsid w:val="00AB2441"/>
    <w:rsid w:val="00AB2EC8"/>
    <w:rsid w:val="00AB48CD"/>
    <w:rsid w:val="00AB4E7F"/>
    <w:rsid w:val="00AB533C"/>
    <w:rsid w:val="00AB7FA4"/>
    <w:rsid w:val="00AC2DBC"/>
    <w:rsid w:val="00AC318E"/>
    <w:rsid w:val="00AD2B47"/>
    <w:rsid w:val="00AD64D1"/>
    <w:rsid w:val="00AD66C5"/>
    <w:rsid w:val="00AE1868"/>
    <w:rsid w:val="00AF057D"/>
    <w:rsid w:val="00AF1504"/>
    <w:rsid w:val="00AF4A3F"/>
    <w:rsid w:val="00AF5BE0"/>
    <w:rsid w:val="00AF6C6B"/>
    <w:rsid w:val="00B00EE2"/>
    <w:rsid w:val="00B00FED"/>
    <w:rsid w:val="00B021E8"/>
    <w:rsid w:val="00B0322D"/>
    <w:rsid w:val="00B033D6"/>
    <w:rsid w:val="00B055E2"/>
    <w:rsid w:val="00B07800"/>
    <w:rsid w:val="00B10B30"/>
    <w:rsid w:val="00B11286"/>
    <w:rsid w:val="00B1350A"/>
    <w:rsid w:val="00B1357B"/>
    <w:rsid w:val="00B15685"/>
    <w:rsid w:val="00B17513"/>
    <w:rsid w:val="00B17B40"/>
    <w:rsid w:val="00B253F4"/>
    <w:rsid w:val="00B25ABA"/>
    <w:rsid w:val="00B3027F"/>
    <w:rsid w:val="00B33AE5"/>
    <w:rsid w:val="00B353CD"/>
    <w:rsid w:val="00B36E23"/>
    <w:rsid w:val="00B37426"/>
    <w:rsid w:val="00B40AE6"/>
    <w:rsid w:val="00B4216E"/>
    <w:rsid w:val="00B43039"/>
    <w:rsid w:val="00B465D0"/>
    <w:rsid w:val="00B50313"/>
    <w:rsid w:val="00B53F0D"/>
    <w:rsid w:val="00B54F81"/>
    <w:rsid w:val="00B60A54"/>
    <w:rsid w:val="00B620A4"/>
    <w:rsid w:val="00B6729B"/>
    <w:rsid w:val="00B70FCD"/>
    <w:rsid w:val="00B713AB"/>
    <w:rsid w:val="00B75ED6"/>
    <w:rsid w:val="00B817AF"/>
    <w:rsid w:val="00B82054"/>
    <w:rsid w:val="00B86B99"/>
    <w:rsid w:val="00B90631"/>
    <w:rsid w:val="00B93FBA"/>
    <w:rsid w:val="00B94758"/>
    <w:rsid w:val="00B9633E"/>
    <w:rsid w:val="00B9670F"/>
    <w:rsid w:val="00B968BE"/>
    <w:rsid w:val="00BA1150"/>
    <w:rsid w:val="00BA452E"/>
    <w:rsid w:val="00BA53D2"/>
    <w:rsid w:val="00BA76A3"/>
    <w:rsid w:val="00BA77DA"/>
    <w:rsid w:val="00BB253B"/>
    <w:rsid w:val="00BB5453"/>
    <w:rsid w:val="00BC153E"/>
    <w:rsid w:val="00BC1BD4"/>
    <w:rsid w:val="00BC6516"/>
    <w:rsid w:val="00BC704A"/>
    <w:rsid w:val="00BD186A"/>
    <w:rsid w:val="00BD18DA"/>
    <w:rsid w:val="00BD24D3"/>
    <w:rsid w:val="00BD3E84"/>
    <w:rsid w:val="00BD487A"/>
    <w:rsid w:val="00BD4AF0"/>
    <w:rsid w:val="00BD4FF5"/>
    <w:rsid w:val="00BD58D3"/>
    <w:rsid w:val="00BE2B5B"/>
    <w:rsid w:val="00BE2EF0"/>
    <w:rsid w:val="00BE3F93"/>
    <w:rsid w:val="00BE5487"/>
    <w:rsid w:val="00BF040A"/>
    <w:rsid w:val="00BF486B"/>
    <w:rsid w:val="00BF577C"/>
    <w:rsid w:val="00BF76CD"/>
    <w:rsid w:val="00BF77F7"/>
    <w:rsid w:val="00C02B47"/>
    <w:rsid w:val="00C03AFC"/>
    <w:rsid w:val="00C048E5"/>
    <w:rsid w:val="00C0741D"/>
    <w:rsid w:val="00C07DD8"/>
    <w:rsid w:val="00C10655"/>
    <w:rsid w:val="00C11319"/>
    <w:rsid w:val="00C11E37"/>
    <w:rsid w:val="00C12FEF"/>
    <w:rsid w:val="00C13300"/>
    <w:rsid w:val="00C15B36"/>
    <w:rsid w:val="00C16F89"/>
    <w:rsid w:val="00C20C89"/>
    <w:rsid w:val="00C236F3"/>
    <w:rsid w:val="00C23D6E"/>
    <w:rsid w:val="00C246B4"/>
    <w:rsid w:val="00C260ED"/>
    <w:rsid w:val="00C33CFA"/>
    <w:rsid w:val="00C459AC"/>
    <w:rsid w:val="00C459C8"/>
    <w:rsid w:val="00C47302"/>
    <w:rsid w:val="00C504F9"/>
    <w:rsid w:val="00C523D8"/>
    <w:rsid w:val="00C53D2D"/>
    <w:rsid w:val="00C54B3B"/>
    <w:rsid w:val="00C56E49"/>
    <w:rsid w:val="00C60799"/>
    <w:rsid w:val="00C60A00"/>
    <w:rsid w:val="00C61690"/>
    <w:rsid w:val="00C617A5"/>
    <w:rsid w:val="00C6200B"/>
    <w:rsid w:val="00C625A2"/>
    <w:rsid w:val="00C62E2E"/>
    <w:rsid w:val="00C63A59"/>
    <w:rsid w:val="00C63A7D"/>
    <w:rsid w:val="00C64615"/>
    <w:rsid w:val="00C72F5C"/>
    <w:rsid w:val="00C7355B"/>
    <w:rsid w:val="00C73B3F"/>
    <w:rsid w:val="00C80B4B"/>
    <w:rsid w:val="00C81BAF"/>
    <w:rsid w:val="00C821C7"/>
    <w:rsid w:val="00C872D0"/>
    <w:rsid w:val="00C91381"/>
    <w:rsid w:val="00C915ED"/>
    <w:rsid w:val="00C91888"/>
    <w:rsid w:val="00C94715"/>
    <w:rsid w:val="00C9528C"/>
    <w:rsid w:val="00C952F4"/>
    <w:rsid w:val="00CA0FD1"/>
    <w:rsid w:val="00CA215D"/>
    <w:rsid w:val="00CA4E1C"/>
    <w:rsid w:val="00CA64EB"/>
    <w:rsid w:val="00CA7886"/>
    <w:rsid w:val="00CA7990"/>
    <w:rsid w:val="00CA7D73"/>
    <w:rsid w:val="00CA7DD6"/>
    <w:rsid w:val="00CB103E"/>
    <w:rsid w:val="00CB2419"/>
    <w:rsid w:val="00CB29AB"/>
    <w:rsid w:val="00CB5132"/>
    <w:rsid w:val="00CB68F2"/>
    <w:rsid w:val="00CC0B8A"/>
    <w:rsid w:val="00CC17D7"/>
    <w:rsid w:val="00CC39A8"/>
    <w:rsid w:val="00CC40FF"/>
    <w:rsid w:val="00CC5E07"/>
    <w:rsid w:val="00CC6813"/>
    <w:rsid w:val="00CD04D6"/>
    <w:rsid w:val="00CD12AA"/>
    <w:rsid w:val="00CD5B49"/>
    <w:rsid w:val="00CD5D21"/>
    <w:rsid w:val="00CD76E6"/>
    <w:rsid w:val="00CD7AE5"/>
    <w:rsid w:val="00CE09C6"/>
    <w:rsid w:val="00CE0E08"/>
    <w:rsid w:val="00CE1C2E"/>
    <w:rsid w:val="00CE1DC9"/>
    <w:rsid w:val="00CE242A"/>
    <w:rsid w:val="00CE71C5"/>
    <w:rsid w:val="00CF17AA"/>
    <w:rsid w:val="00CF21EA"/>
    <w:rsid w:val="00CF2B31"/>
    <w:rsid w:val="00CF37EC"/>
    <w:rsid w:val="00CF5A88"/>
    <w:rsid w:val="00CF6C28"/>
    <w:rsid w:val="00D00350"/>
    <w:rsid w:val="00D00E16"/>
    <w:rsid w:val="00D01B82"/>
    <w:rsid w:val="00D05B0F"/>
    <w:rsid w:val="00D07090"/>
    <w:rsid w:val="00D10D6F"/>
    <w:rsid w:val="00D11257"/>
    <w:rsid w:val="00D114B7"/>
    <w:rsid w:val="00D12A57"/>
    <w:rsid w:val="00D14DC8"/>
    <w:rsid w:val="00D17F37"/>
    <w:rsid w:val="00D20974"/>
    <w:rsid w:val="00D209AC"/>
    <w:rsid w:val="00D20D18"/>
    <w:rsid w:val="00D21AA9"/>
    <w:rsid w:val="00D2270B"/>
    <w:rsid w:val="00D24E8A"/>
    <w:rsid w:val="00D25639"/>
    <w:rsid w:val="00D25975"/>
    <w:rsid w:val="00D3160D"/>
    <w:rsid w:val="00D3456F"/>
    <w:rsid w:val="00D358E6"/>
    <w:rsid w:val="00D35C25"/>
    <w:rsid w:val="00D40483"/>
    <w:rsid w:val="00D41F7B"/>
    <w:rsid w:val="00D42954"/>
    <w:rsid w:val="00D42985"/>
    <w:rsid w:val="00D43EDF"/>
    <w:rsid w:val="00D441B1"/>
    <w:rsid w:val="00D45D96"/>
    <w:rsid w:val="00D508DF"/>
    <w:rsid w:val="00D54397"/>
    <w:rsid w:val="00D5752E"/>
    <w:rsid w:val="00D5784B"/>
    <w:rsid w:val="00D57BCA"/>
    <w:rsid w:val="00D62D7C"/>
    <w:rsid w:val="00D65082"/>
    <w:rsid w:val="00D734C1"/>
    <w:rsid w:val="00D75BD3"/>
    <w:rsid w:val="00D77203"/>
    <w:rsid w:val="00D8085B"/>
    <w:rsid w:val="00D82451"/>
    <w:rsid w:val="00D87AC8"/>
    <w:rsid w:val="00D908DA"/>
    <w:rsid w:val="00D909D4"/>
    <w:rsid w:val="00D9275B"/>
    <w:rsid w:val="00D9310E"/>
    <w:rsid w:val="00D94F4C"/>
    <w:rsid w:val="00D95239"/>
    <w:rsid w:val="00D958CF"/>
    <w:rsid w:val="00D96EDE"/>
    <w:rsid w:val="00DA2288"/>
    <w:rsid w:val="00DA331E"/>
    <w:rsid w:val="00DA340C"/>
    <w:rsid w:val="00DA3439"/>
    <w:rsid w:val="00DA6A9C"/>
    <w:rsid w:val="00DA7262"/>
    <w:rsid w:val="00DA7A45"/>
    <w:rsid w:val="00DA7B6F"/>
    <w:rsid w:val="00DB0F28"/>
    <w:rsid w:val="00DB1B89"/>
    <w:rsid w:val="00DB292A"/>
    <w:rsid w:val="00DB5165"/>
    <w:rsid w:val="00DB6A53"/>
    <w:rsid w:val="00DC1F2F"/>
    <w:rsid w:val="00DC317E"/>
    <w:rsid w:val="00DC458B"/>
    <w:rsid w:val="00DC7894"/>
    <w:rsid w:val="00DC7F8C"/>
    <w:rsid w:val="00DD0425"/>
    <w:rsid w:val="00DD136C"/>
    <w:rsid w:val="00DD3486"/>
    <w:rsid w:val="00DD3EA2"/>
    <w:rsid w:val="00DD4AA7"/>
    <w:rsid w:val="00DD57AA"/>
    <w:rsid w:val="00DD731A"/>
    <w:rsid w:val="00DE6BC4"/>
    <w:rsid w:val="00DE6D78"/>
    <w:rsid w:val="00DE720C"/>
    <w:rsid w:val="00DE7C37"/>
    <w:rsid w:val="00DF0720"/>
    <w:rsid w:val="00DF393F"/>
    <w:rsid w:val="00DF4A4C"/>
    <w:rsid w:val="00DF512C"/>
    <w:rsid w:val="00DF77AC"/>
    <w:rsid w:val="00E030EC"/>
    <w:rsid w:val="00E04471"/>
    <w:rsid w:val="00E0543C"/>
    <w:rsid w:val="00E068ED"/>
    <w:rsid w:val="00E10921"/>
    <w:rsid w:val="00E147F7"/>
    <w:rsid w:val="00E170F2"/>
    <w:rsid w:val="00E204EF"/>
    <w:rsid w:val="00E21EB5"/>
    <w:rsid w:val="00E22493"/>
    <w:rsid w:val="00E23068"/>
    <w:rsid w:val="00E26A34"/>
    <w:rsid w:val="00E3029B"/>
    <w:rsid w:val="00E306DA"/>
    <w:rsid w:val="00E32D0C"/>
    <w:rsid w:val="00E33662"/>
    <w:rsid w:val="00E34016"/>
    <w:rsid w:val="00E35BE3"/>
    <w:rsid w:val="00E42DC3"/>
    <w:rsid w:val="00E431DB"/>
    <w:rsid w:val="00E474FA"/>
    <w:rsid w:val="00E4787A"/>
    <w:rsid w:val="00E47C62"/>
    <w:rsid w:val="00E47C91"/>
    <w:rsid w:val="00E534A2"/>
    <w:rsid w:val="00E5506E"/>
    <w:rsid w:val="00E55B44"/>
    <w:rsid w:val="00E56516"/>
    <w:rsid w:val="00E57656"/>
    <w:rsid w:val="00E57F3B"/>
    <w:rsid w:val="00E601BE"/>
    <w:rsid w:val="00E70027"/>
    <w:rsid w:val="00E73727"/>
    <w:rsid w:val="00E73958"/>
    <w:rsid w:val="00E74653"/>
    <w:rsid w:val="00E75DDB"/>
    <w:rsid w:val="00E75F15"/>
    <w:rsid w:val="00E771E5"/>
    <w:rsid w:val="00E85071"/>
    <w:rsid w:val="00E8672B"/>
    <w:rsid w:val="00E90C0E"/>
    <w:rsid w:val="00E91202"/>
    <w:rsid w:val="00E941D4"/>
    <w:rsid w:val="00E947C4"/>
    <w:rsid w:val="00E95BC3"/>
    <w:rsid w:val="00EA0052"/>
    <w:rsid w:val="00EA0B37"/>
    <w:rsid w:val="00EA3073"/>
    <w:rsid w:val="00EA3554"/>
    <w:rsid w:val="00EA5849"/>
    <w:rsid w:val="00EA597F"/>
    <w:rsid w:val="00EA5A09"/>
    <w:rsid w:val="00EB16DF"/>
    <w:rsid w:val="00EB3C3E"/>
    <w:rsid w:val="00EB49D8"/>
    <w:rsid w:val="00EB6D8F"/>
    <w:rsid w:val="00EB794F"/>
    <w:rsid w:val="00EC15D2"/>
    <w:rsid w:val="00EC32C5"/>
    <w:rsid w:val="00EC73CC"/>
    <w:rsid w:val="00EC7C90"/>
    <w:rsid w:val="00EC7E29"/>
    <w:rsid w:val="00ED0CFF"/>
    <w:rsid w:val="00EE1847"/>
    <w:rsid w:val="00EE4F1B"/>
    <w:rsid w:val="00EE4FDA"/>
    <w:rsid w:val="00EF08BA"/>
    <w:rsid w:val="00EF539F"/>
    <w:rsid w:val="00EF5BE4"/>
    <w:rsid w:val="00EF6C7D"/>
    <w:rsid w:val="00EF739E"/>
    <w:rsid w:val="00F0028E"/>
    <w:rsid w:val="00F00844"/>
    <w:rsid w:val="00F0194A"/>
    <w:rsid w:val="00F04AC7"/>
    <w:rsid w:val="00F05362"/>
    <w:rsid w:val="00F142CB"/>
    <w:rsid w:val="00F14835"/>
    <w:rsid w:val="00F1557D"/>
    <w:rsid w:val="00F1579D"/>
    <w:rsid w:val="00F172E5"/>
    <w:rsid w:val="00F211A8"/>
    <w:rsid w:val="00F2120A"/>
    <w:rsid w:val="00F230DE"/>
    <w:rsid w:val="00F23F69"/>
    <w:rsid w:val="00F25EA6"/>
    <w:rsid w:val="00F266DF"/>
    <w:rsid w:val="00F26738"/>
    <w:rsid w:val="00F26A23"/>
    <w:rsid w:val="00F27EA1"/>
    <w:rsid w:val="00F27EDB"/>
    <w:rsid w:val="00F30C1A"/>
    <w:rsid w:val="00F3133F"/>
    <w:rsid w:val="00F3336B"/>
    <w:rsid w:val="00F375A0"/>
    <w:rsid w:val="00F37EE7"/>
    <w:rsid w:val="00F406BA"/>
    <w:rsid w:val="00F40797"/>
    <w:rsid w:val="00F42B94"/>
    <w:rsid w:val="00F4306F"/>
    <w:rsid w:val="00F43493"/>
    <w:rsid w:val="00F4399F"/>
    <w:rsid w:val="00F4780B"/>
    <w:rsid w:val="00F502B4"/>
    <w:rsid w:val="00F5211E"/>
    <w:rsid w:val="00F52803"/>
    <w:rsid w:val="00F534C1"/>
    <w:rsid w:val="00F54818"/>
    <w:rsid w:val="00F54F5E"/>
    <w:rsid w:val="00F55E28"/>
    <w:rsid w:val="00F57E18"/>
    <w:rsid w:val="00F623FC"/>
    <w:rsid w:val="00F62879"/>
    <w:rsid w:val="00F62FC0"/>
    <w:rsid w:val="00F64AFE"/>
    <w:rsid w:val="00F668DB"/>
    <w:rsid w:val="00F66B37"/>
    <w:rsid w:val="00F671A1"/>
    <w:rsid w:val="00F67F59"/>
    <w:rsid w:val="00F70143"/>
    <w:rsid w:val="00F741B5"/>
    <w:rsid w:val="00F74427"/>
    <w:rsid w:val="00F825BA"/>
    <w:rsid w:val="00F83B11"/>
    <w:rsid w:val="00F84BDA"/>
    <w:rsid w:val="00F905CC"/>
    <w:rsid w:val="00F922EC"/>
    <w:rsid w:val="00FA1869"/>
    <w:rsid w:val="00FA3771"/>
    <w:rsid w:val="00FA5FE3"/>
    <w:rsid w:val="00FB0AD6"/>
    <w:rsid w:val="00FB1908"/>
    <w:rsid w:val="00FB2A41"/>
    <w:rsid w:val="00FB6D72"/>
    <w:rsid w:val="00FC1588"/>
    <w:rsid w:val="00FC1C65"/>
    <w:rsid w:val="00FC4B38"/>
    <w:rsid w:val="00FC55F7"/>
    <w:rsid w:val="00FC571E"/>
    <w:rsid w:val="00FC5765"/>
    <w:rsid w:val="00FD0E1D"/>
    <w:rsid w:val="00FD13E9"/>
    <w:rsid w:val="00FD292D"/>
    <w:rsid w:val="00FD34FC"/>
    <w:rsid w:val="00FD479F"/>
    <w:rsid w:val="00FD4C99"/>
    <w:rsid w:val="00FD61AB"/>
    <w:rsid w:val="00FD7C46"/>
    <w:rsid w:val="00FE1804"/>
    <w:rsid w:val="00FE494D"/>
    <w:rsid w:val="00FE4A22"/>
    <w:rsid w:val="00FF17BF"/>
    <w:rsid w:val="00FF5203"/>
    <w:rsid w:val="00FF5389"/>
    <w:rsid w:val="00FF7B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rmal (Web)"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D20"/>
    <w:pPr>
      <w:widowControl w:val="0"/>
      <w:jc w:val="both"/>
    </w:pPr>
    <w:rPr>
      <w:kern w:val="2"/>
      <w:sz w:val="32"/>
      <w:szCs w:val="22"/>
    </w:rPr>
  </w:style>
  <w:style w:type="paragraph" w:styleId="1">
    <w:name w:val="heading 1"/>
    <w:basedOn w:val="a"/>
    <w:next w:val="a"/>
    <w:link w:val="1Char"/>
    <w:qFormat/>
    <w:locked/>
    <w:rsid w:val="00FC576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locked/>
    <w:rsid w:val="00B37426"/>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007B"/>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locked/>
    <w:rsid w:val="0000007B"/>
    <w:rPr>
      <w:rFonts w:cs="Times New Roman"/>
      <w:sz w:val="18"/>
      <w:szCs w:val="18"/>
    </w:rPr>
  </w:style>
  <w:style w:type="paragraph" w:styleId="a4">
    <w:name w:val="footer"/>
    <w:basedOn w:val="a"/>
    <w:link w:val="Char0"/>
    <w:rsid w:val="0000007B"/>
    <w:pPr>
      <w:tabs>
        <w:tab w:val="center" w:pos="4153"/>
        <w:tab w:val="right" w:pos="8306"/>
      </w:tabs>
      <w:snapToGrid w:val="0"/>
      <w:jc w:val="left"/>
    </w:pPr>
    <w:rPr>
      <w:kern w:val="0"/>
      <w:sz w:val="18"/>
      <w:szCs w:val="18"/>
    </w:rPr>
  </w:style>
  <w:style w:type="character" w:customStyle="1" w:styleId="Char0">
    <w:name w:val="页脚 Char"/>
    <w:link w:val="a4"/>
    <w:locked/>
    <w:rsid w:val="0000007B"/>
    <w:rPr>
      <w:rFonts w:cs="Times New Roman"/>
      <w:sz w:val="18"/>
      <w:szCs w:val="18"/>
    </w:rPr>
  </w:style>
  <w:style w:type="paragraph" w:styleId="a5">
    <w:name w:val="Date"/>
    <w:basedOn w:val="a"/>
    <w:next w:val="a"/>
    <w:link w:val="Char1"/>
    <w:rsid w:val="007A0FFC"/>
    <w:pPr>
      <w:ind w:leftChars="2500" w:left="100"/>
    </w:pPr>
    <w:rPr>
      <w:kern w:val="0"/>
      <w:sz w:val="20"/>
      <w:szCs w:val="20"/>
    </w:rPr>
  </w:style>
  <w:style w:type="character" w:customStyle="1" w:styleId="Char1">
    <w:name w:val="日期 Char"/>
    <w:link w:val="a5"/>
    <w:locked/>
    <w:rsid w:val="007A0FFC"/>
    <w:rPr>
      <w:rFonts w:cs="Times New Roman"/>
    </w:rPr>
  </w:style>
  <w:style w:type="paragraph" w:customStyle="1" w:styleId="10">
    <w:name w:val="列出段落1"/>
    <w:basedOn w:val="a"/>
    <w:rsid w:val="000D7B06"/>
    <w:pPr>
      <w:ind w:firstLineChars="200" w:firstLine="420"/>
    </w:pPr>
    <w:rPr>
      <w:rFonts w:cs="Calibri"/>
      <w:szCs w:val="21"/>
    </w:rPr>
  </w:style>
  <w:style w:type="character" w:styleId="a6">
    <w:name w:val="page number"/>
    <w:basedOn w:val="a0"/>
    <w:rsid w:val="00B40AE6"/>
  </w:style>
  <w:style w:type="character" w:styleId="a7">
    <w:name w:val="Strong"/>
    <w:qFormat/>
    <w:locked/>
    <w:rsid w:val="002873B7"/>
    <w:rPr>
      <w:b/>
      <w:bCs/>
    </w:rPr>
  </w:style>
  <w:style w:type="paragraph" w:customStyle="1" w:styleId="CharChar2CharChar">
    <w:name w:val="Char Char2 Char Char"/>
    <w:basedOn w:val="a"/>
    <w:rsid w:val="00570474"/>
    <w:pPr>
      <w:ind w:firstLineChars="200" w:firstLine="640"/>
    </w:pPr>
    <w:rPr>
      <w:rFonts w:ascii="Times New Roman" w:hAnsi="Times New Roman"/>
      <w:sz w:val="21"/>
      <w:szCs w:val="24"/>
    </w:rPr>
  </w:style>
  <w:style w:type="character" w:styleId="a8">
    <w:name w:val="Hyperlink"/>
    <w:uiPriority w:val="99"/>
    <w:rsid w:val="00EF5BE4"/>
    <w:rPr>
      <w:rFonts w:cs="Times New Roman"/>
      <w:color w:val="0000FF"/>
      <w:u w:val="single"/>
    </w:rPr>
  </w:style>
  <w:style w:type="table" w:styleId="a9">
    <w:name w:val="Table Grid"/>
    <w:basedOn w:val="a1"/>
    <w:locked/>
    <w:rsid w:val="00FF17B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Char2"/>
    <w:rsid w:val="000434A8"/>
    <w:pPr>
      <w:spacing w:after="120"/>
      <w:ind w:leftChars="200" w:left="200"/>
    </w:pPr>
  </w:style>
  <w:style w:type="paragraph" w:styleId="ab">
    <w:name w:val="Plain Text"/>
    <w:basedOn w:val="a"/>
    <w:link w:val="Char3"/>
    <w:rsid w:val="00280E3E"/>
    <w:rPr>
      <w:rFonts w:ascii="宋体" w:hAnsi="Courier New"/>
      <w:color w:val="FF0000"/>
      <w:sz w:val="21"/>
      <w:szCs w:val="21"/>
      <w:u w:val="single"/>
    </w:rPr>
  </w:style>
  <w:style w:type="character" w:customStyle="1" w:styleId="Char3">
    <w:name w:val="纯文本 Char"/>
    <w:link w:val="ab"/>
    <w:rsid w:val="00280E3E"/>
    <w:rPr>
      <w:rFonts w:ascii="宋体" w:hAnsi="Courier New" w:cs="Courier New"/>
      <w:color w:val="FF0000"/>
      <w:kern w:val="2"/>
      <w:sz w:val="21"/>
      <w:szCs w:val="21"/>
      <w:u w:val="single"/>
    </w:rPr>
  </w:style>
  <w:style w:type="paragraph" w:styleId="ac">
    <w:name w:val="Balloon Text"/>
    <w:basedOn w:val="a"/>
    <w:link w:val="Char4"/>
    <w:rsid w:val="00074DFE"/>
    <w:rPr>
      <w:sz w:val="18"/>
      <w:szCs w:val="18"/>
    </w:rPr>
  </w:style>
  <w:style w:type="character" w:customStyle="1" w:styleId="Char4">
    <w:name w:val="批注框文本 Char"/>
    <w:link w:val="ac"/>
    <w:rsid w:val="00074DFE"/>
    <w:rPr>
      <w:kern w:val="2"/>
      <w:sz w:val="18"/>
      <w:szCs w:val="18"/>
    </w:rPr>
  </w:style>
  <w:style w:type="paragraph" w:customStyle="1" w:styleId="ad">
    <w:name w:val="份数"/>
    <w:basedOn w:val="a"/>
    <w:rsid w:val="00FC5765"/>
    <w:pPr>
      <w:autoSpaceDE w:val="0"/>
      <w:autoSpaceDN w:val="0"/>
      <w:spacing w:line="454" w:lineRule="exact"/>
      <w:jc w:val="right"/>
    </w:pPr>
    <w:rPr>
      <w:rFonts w:ascii="Times New Roman" w:eastAsia="方正仿宋_GBK" w:hAnsi="Times New Roman"/>
      <w:snapToGrid w:val="0"/>
      <w:kern w:val="0"/>
      <w:szCs w:val="20"/>
    </w:rPr>
  </w:style>
  <w:style w:type="paragraph" w:customStyle="1" w:styleId="ae">
    <w:name w:val="文头"/>
    <w:basedOn w:val="1"/>
    <w:rsid w:val="00FC5765"/>
    <w:pPr>
      <w:keepNext w:val="0"/>
      <w:keepLines w:val="0"/>
      <w:autoSpaceDE w:val="0"/>
      <w:autoSpaceDN w:val="0"/>
      <w:adjustRightInd w:val="0"/>
      <w:snapToGrid w:val="0"/>
      <w:spacing w:before="0" w:after="460" w:line="1560" w:lineRule="atLeast"/>
      <w:ind w:left="794" w:right="794"/>
      <w:jc w:val="distribute"/>
    </w:pPr>
    <w:rPr>
      <w:rFonts w:ascii="方正小标宋_GBK" w:eastAsia="方正小标宋_GBK" w:hAnsi="Times New Roman"/>
      <w:bCs w:val="0"/>
      <w:snapToGrid w:val="0"/>
      <w:color w:val="FF0000"/>
      <w:spacing w:val="36"/>
      <w:w w:val="85"/>
      <w:kern w:val="0"/>
      <w:sz w:val="84"/>
      <w:szCs w:val="20"/>
    </w:rPr>
  </w:style>
  <w:style w:type="character" w:customStyle="1" w:styleId="1Char">
    <w:name w:val="标题 1 Char"/>
    <w:link w:val="1"/>
    <w:rsid w:val="00FC5765"/>
    <w:rPr>
      <w:b/>
      <w:bCs/>
      <w:kern w:val="44"/>
      <w:sz w:val="44"/>
      <w:szCs w:val="44"/>
    </w:rPr>
  </w:style>
  <w:style w:type="paragraph" w:styleId="af">
    <w:name w:val="Normal (Web)"/>
    <w:basedOn w:val="a"/>
    <w:unhideWhenUsed/>
    <w:qFormat/>
    <w:rsid w:val="00327A2A"/>
    <w:pPr>
      <w:widowControl/>
      <w:spacing w:before="100" w:beforeAutospacing="1" w:after="100" w:afterAutospacing="1"/>
      <w:jc w:val="left"/>
    </w:pPr>
    <w:rPr>
      <w:rFonts w:ascii="宋体" w:hAnsi="宋体" w:cs="宋体"/>
      <w:kern w:val="0"/>
      <w:sz w:val="24"/>
      <w:szCs w:val="24"/>
    </w:rPr>
  </w:style>
  <w:style w:type="character" w:customStyle="1" w:styleId="content">
    <w:name w:val="content"/>
    <w:basedOn w:val="a0"/>
    <w:qFormat/>
    <w:rsid w:val="009013E5"/>
  </w:style>
  <w:style w:type="paragraph" w:customStyle="1" w:styleId="New">
    <w:name w:val="正文 New"/>
    <w:rsid w:val="009013E5"/>
    <w:pPr>
      <w:widowControl w:val="0"/>
      <w:spacing w:after="120" w:line="276" w:lineRule="auto"/>
      <w:jc w:val="both"/>
    </w:pPr>
    <w:rPr>
      <w:rFonts w:ascii="Times New Roman" w:hAnsi="Times New Roman"/>
      <w:kern w:val="2"/>
      <w:sz w:val="21"/>
    </w:rPr>
  </w:style>
  <w:style w:type="character" w:customStyle="1" w:styleId="Char2">
    <w:name w:val="正文文本缩进 Char"/>
    <w:link w:val="aa"/>
    <w:rsid w:val="005A443F"/>
    <w:rPr>
      <w:kern w:val="2"/>
      <w:sz w:val="32"/>
      <w:szCs w:val="22"/>
    </w:rPr>
  </w:style>
  <w:style w:type="character" w:customStyle="1" w:styleId="Char5">
    <w:name w:val="正文文本 Char"/>
    <w:link w:val="af0"/>
    <w:rsid w:val="005A443F"/>
    <w:rPr>
      <w:kern w:val="2"/>
      <w:sz w:val="44"/>
      <w:szCs w:val="24"/>
    </w:rPr>
  </w:style>
  <w:style w:type="paragraph" w:styleId="af0">
    <w:name w:val="Body Text"/>
    <w:basedOn w:val="a"/>
    <w:link w:val="Char5"/>
    <w:rsid w:val="005A443F"/>
    <w:rPr>
      <w:sz w:val="44"/>
      <w:szCs w:val="24"/>
    </w:rPr>
  </w:style>
  <w:style w:type="character" w:customStyle="1" w:styleId="Char10">
    <w:name w:val="正文文本 Char1"/>
    <w:rsid w:val="005A443F"/>
    <w:rPr>
      <w:kern w:val="2"/>
      <w:sz w:val="32"/>
      <w:szCs w:val="22"/>
    </w:rPr>
  </w:style>
  <w:style w:type="character" w:customStyle="1" w:styleId="11">
    <w:name w:val="已访问的超链接1"/>
    <w:uiPriority w:val="99"/>
    <w:rsid w:val="005A443F"/>
    <w:rPr>
      <w:color w:val="800080"/>
      <w:u w:val="single"/>
    </w:rPr>
  </w:style>
  <w:style w:type="paragraph" w:customStyle="1" w:styleId="12">
    <w:name w:val="标题1"/>
    <w:basedOn w:val="a"/>
    <w:next w:val="a"/>
    <w:rsid w:val="004D4100"/>
    <w:pPr>
      <w:tabs>
        <w:tab w:val="left" w:pos="9193"/>
        <w:tab w:val="left" w:pos="9827"/>
      </w:tabs>
      <w:autoSpaceDE w:val="0"/>
      <w:autoSpaceDN w:val="0"/>
      <w:snapToGrid w:val="0"/>
      <w:spacing w:line="640" w:lineRule="atLeast"/>
      <w:jc w:val="center"/>
    </w:pPr>
    <w:rPr>
      <w:rFonts w:ascii="Times New Roman" w:eastAsia="方正小标宋_GBK" w:hAnsi="Times New Roman"/>
      <w:kern w:val="0"/>
      <w:sz w:val="44"/>
      <w:szCs w:val="20"/>
    </w:rPr>
  </w:style>
  <w:style w:type="paragraph" w:customStyle="1" w:styleId="CharChar2CharChar0">
    <w:name w:val="Char Char2 Char Char"/>
    <w:basedOn w:val="a"/>
    <w:rsid w:val="004D4100"/>
    <w:pPr>
      <w:ind w:firstLineChars="200" w:firstLine="640"/>
    </w:pPr>
    <w:rPr>
      <w:rFonts w:ascii="Times New Roman" w:hAnsi="Times New Roman"/>
      <w:sz w:val="21"/>
      <w:szCs w:val="24"/>
    </w:rPr>
  </w:style>
  <w:style w:type="paragraph" w:customStyle="1" w:styleId="Char6">
    <w:name w:val="Char"/>
    <w:basedOn w:val="a"/>
    <w:rsid w:val="004D4100"/>
    <w:rPr>
      <w:rFonts w:ascii="宋体" w:hAnsi="宋体" w:cs="Courier New" w:hint="eastAsia"/>
      <w:szCs w:val="32"/>
    </w:rPr>
  </w:style>
  <w:style w:type="character" w:customStyle="1" w:styleId="CharChar5">
    <w:name w:val="Char Char5"/>
    <w:locked/>
    <w:rsid w:val="004D4100"/>
    <w:rPr>
      <w:rFonts w:cs="Times New Roman"/>
      <w:sz w:val="18"/>
      <w:szCs w:val="18"/>
    </w:rPr>
  </w:style>
  <w:style w:type="character" w:customStyle="1" w:styleId="CharChar4">
    <w:name w:val="Char Char4"/>
    <w:locked/>
    <w:rsid w:val="004D4100"/>
    <w:rPr>
      <w:rFonts w:cs="Times New Roman"/>
      <w:sz w:val="18"/>
      <w:szCs w:val="18"/>
    </w:rPr>
  </w:style>
  <w:style w:type="character" w:customStyle="1" w:styleId="CharChar1">
    <w:name w:val="Char Char1"/>
    <w:rsid w:val="004D4100"/>
    <w:rPr>
      <w:rFonts w:ascii="Times New Roman" w:hAnsi="Times New Roman"/>
      <w:kern w:val="2"/>
      <w:sz w:val="44"/>
      <w:szCs w:val="24"/>
    </w:rPr>
  </w:style>
  <w:style w:type="paragraph" w:customStyle="1" w:styleId="p17">
    <w:name w:val="p17"/>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rsid w:val="004D410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7">
    <w:name w:val="font7"/>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4D4100"/>
    <w:pPr>
      <w:widowControl/>
      <w:spacing w:before="100" w:beforeAutospacing="1" w:after="100" w:afterAutospacing="1"/>
      <w:jc w:val="left"/>
    </w:pPr>
    <w:rPr>
      <w:rFonts w:ascii="宋体" w:hAnsi="宋体" w:cs="宋体"/>
      <w:color w:val="000000"/>
      <w:kern w:val="0"/>
      <w:sz w:val="16"/>
      <w:szCs w:val="16"/>
    </w:rPr>
  </w:style>
  <w:style w:type="paragraph" w:customStyle="1" w:styleId="font10">
    <w:name w:val="font10"/>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xl78">
    <w:name w:val="xl78"/>
    <w:basedOn w:val="a"/>
    <w:rsid w:val="004D4100"/>
    <w:pPr>
      <w:widowControl/>
      <w:spacing w:before="100" w:beforeAutospacing="1" w:after="100" w:afterAutospacing="1"/>
      <w:jc w:val="center"/>
    </w:pPr>
    <w:rPr>
      <w:rFonts w:ascii="仿宋" w:eastAsia="仿宋" w:hAnsi="仿宋" w:cs="宋体"/>
      <w:kern w:val="0"/>
      <w:sz w:val="20"/>
      <w:szCs w:val="20"/>
    </w:rPr>
  </w:style>
  <w:style w:type="paragraph" w:customStyle="1" w:styleId="xl79">
    <w:name w:val="xl7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80">
    <w:name w:val="xl80"/>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2">
    <w:name w:val="xl82"/>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3">
    <w:name w:val="xl8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4">
    <w:name w:val="xl8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6">
    <w:name w:val="xl8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7">
    <w:name w:val="xl8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8">
    <w:name w:val="xl8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9">
    <w:name w:val="xl8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0">
    <w:name w:val="xl9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1">
    <w:name w:val="xl9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2">
    <w:name w:val="xl9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3">
    <w:name w:val="xl9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4">
    <w:name w:val="xl9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5">
    <w:name w:val="xl9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6">
    <w:name w:val="xl96"/>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7">
    <w:name w:val="xl97"/>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6"/>
      <w:szCs w:val="16"/>
    </w:rPr>
  </w:style>
  <w:style w:type="paragraph" w:customStyle="1" w:styleId="xl98">
    <w:name w:val="xl98"/>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9">
    <w:name w:val="xl9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0">
    <w:name w:val="xl10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1">
    <w:name w:val="xl10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2">
    <w:name w:val="xl10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3">
    <w:name w:val="xl10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4">
    <w:name w:val="xl10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5">
    <w:name w:val="xl10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6">
    <w:name w:val="xl10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7">
    <w:name w:val="xl10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8">
    <w:name w:val="xl10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9">
    <w:name w:val="xl10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10">
    <w:name w:val="xl11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CCFF"/>
      <w:kern w:val="0"/>
      <w:sz w:val="16"/>
      <w:szCs w:val="16"/>
    </w:rPr>
  </w:style>
  <w:style w:type="paragraph" w:customStyle="1" w:styleId="xl111">
    <w:name w:val="xl11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13">
    <w:name w:val="xl11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color w:val="000000"/>
      <w:kern w:val="0"/>
      <w:sz w:val="16"/>
      <w:szCs w:val="16"/>
    </w:rPr>
  </w:style>
  <w:style w:type="paragraph" w:customStyle="1" w:styleId="xl114">
    <w:name w:val="xl11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5">
    <w:name w:val="xl11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numbering" w:customStyle="1" w:styleId="13">
    <w:name w:val="无列表1"/>
    <w:next w:val="a2"/>
    <w:uiPriority w:val="99"/>
    <w:semiHidden/>
    <w:unhideWhenUsed/>
    <w:rsid w:val="004D4100"/>
  </w:style>
  <w:style w:type="table" w:customStyle="1" w:styleId="14">
    <w:name w:val="网格型1"/>
    <w:basedOn w:val="a1"/>
    <w:next w:val="a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无列表2"/>
    <w:next w:val="a2"/>
    <w:uiPriority w:val="99"/>
    <w:semiHidden/>
    <w:unhideWhenUsed/>
    <w:rsid w:val="004D4100"/>
  </w:style>
  <w:style w:type="table" w:customStyle="1" w:styleId="21">
    <w:name w:val="网格型2"/>
    <w:basedOn w:val="a1"/>
    <w:next w:val="a9"/>
    <w:uiPriority w:val="3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Emphasis"/>
    <w:qFormat/>
    <w:locked/>
    <w:rsid w:val="00964EFC"/>
    <w:rPr>
      <w:i/>
      <w:iCs/>
    </w:rPr>
  </w:style>
  <w:style w:type="paragraph" w:customStyle="1" w:styleId="af2">
    <w:uiPriority w:val="99"/>
    <w:unhideWhenUsed/>
    <w:rsid w:val="00FC1C65"/>
    <w:pPr>
      <w:widowControl w:val="0"/>
      <w:jc w:val="both"/>
    </w:pPr>
    <w:rPr>
      <w:kern w:val="2"/>
      <w:sz w:val="32"/>
      <w:szCs w:val="22"/>
    </w:rPr>
  </w:style>
  <w:style w:type="character" w:customStyle="1" w:styleId="font01">
    <w:name w:val="font01"/>
    <w:qFormat/>
    <w:rsid w:val="000963D1"/>
    <w:rPr>
      <w:rFonts w:ascii="Times New Roman" w:hAnsi="Times New Roman" w:cs="Times New Roman" w:hint="default"/>
      <w:color w:val="000000"/>
      <w:sz w:val="22"/>
      <w:szCs w:val="22"/>
      <w:u w:val="none"/>
    </w:rPr>
  </w:style>
  <w:style w:type="paragraph" w:customStyle="1" w:styleId="af3">
    <w:name w:val="附件栏"/>
    <w:basedOn w:val="a"/>
    <w:rsid w:val="000963D1"/>
    <w:pPr>
      <w:autoSpaceDE w:val="0"/>
      <w:autoSpaceDN w:val="0"/>
      <w:snapToGrid w:val="0"/>
      <w:spacing w:line="590" w:lineRule="atLeast"/>
      <w:ind w:firstLine="624"/>
    </w:pPr>
    <w:rPr>
      <w:rFonts w:ascii="方正仿宋_GBK" w:eastAsia="方正仿宋_GBK" w:hAnsi="Times New Roman"/>
      <w:snapToGrid w:val="0"/>
      <w:kern w:val="0"/>
      <w:szCs w:val="20"/>
    </w:rPr>
  </w:style>
  <w:style w:type="paragraph" w:customStyle="1" w:styleId="3">
    <w:name w:val="3"/>
    <w:basedOn w:val="a"/>
    <w:rsid w:val="00EE1847"/>
    <w:pPr>
      <w:ind w:firstLineChars="200" w:firstLine="640"/>
    </w:pPr>
    <w:rPr>
      <w:rFonts w:ascii="Times New Roman" w:hAnsi="Times New Roman"/>
      <w:sz w:val="21"/>
      <w:szCs w:val="24"/>
    </w:rPr>
  </w:style>
  <w:style w:type="paragraph" w:customStyle="1" w:styleId="22">
    <w:name w:val="2"/>
    <w:rsid w:val="00EE1847"/>
    <w:pPr>
      <w:widowControl w:val="0"/>
      <w:jc w:val="both"/>
    </w:pPr>
    <w:rPr>
      <w:kern w:val="2"/>
      <w:sz w:val="32"/>
      <w:szCs w:val="22"/>
    </w:rPr>
  </w:style>
  <w:style w:type="paragraph" w:customStyle="1" w:styleId="15">
    <w:name w:val="1"/>
    <w:rsid w:val="00EE1847"/>
    <w:pPr>
      <w:widowControl w:val="0"/>
      <w:jc w:val="both"/>
    </w:pPr>
    <w:rPr>
      <w:kern w:val="2"/>
      <w:sz w:val="32"/>
      <w:szCs w:val="22"/>
    </w:rPr>
  </w:style>
  <w:style w:type="paragraph" w:customStyle="1" w:styleId="xl66">
    <w:name w:val="xl66"/>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b/>
      <w:bCs/>
      <w:kern w:val="0"/>
      <w:sz w:val="18"/>
      <w:szCs w:val="18"/>
    </w:rPr>
  </w:style>
  <w:style w:type="paragraph" w:customStyle="1" w:styleId="xl67">
    <w:name w:val="xl67"/>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68">
    <w:name w:val="xl68"/>
    <w:basedOn w:val="a"/>
    <w:rsid w:val="00EE1847"/>
    <w:pPr>
      <w:widowControl/>
      <w:spacing w:before="100" w:beforeAutospacing="1" w:after="100" w:afterAutospacing="1"/>
      <w:jc w:val="center"/>
    </w:pPr>
    <w:rPr>
      <w:rFonts w:ascii="宋体" w:hAnsi="宋体" w:cs="宋体"/>
      <w:kern w:val="0"/>
      <w:sz w:val="24"/>
      <w:szCs w:val="24"/>
    </w:rPr>
  </w:style>
  <w:style w:type="paragraph" w:customStyle="1" w:styleId="xl69">
    <w:name w:val="xl69"/>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70">
    <w:name w:val="xl70"/>
    <w:basedOn w:val="a"/>
    <w:rsid w:val="00EE1847"/>
    <w:pPr>
      <w:widowControl/>
      <w:spacing w:before="100" w:beforeAutospacing="1" w:after="100" w:afterAutospacing="1"/>
      <w:jc w:val="left"/>
    </w:pPr>
    <w:rPr>
      <w:rFonts w:ascii="宋体" w:hAnsi="宋体" w:cs="宋体"/>
      <w:color w:val="FF0000"/>
      <w:kern w:val="0"/>
      <w:sz w:val="24"/>
      <w:szCs w:val="24"/>
    </w:rPr>
  </w:style>
  <w:style w:type="paragraph" w:customStyle="1" w:styleId="xl71">
    <w:name w:val="xl71"/>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2">
    <w:name w:val="xl72"/>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1"/>
      <w:szCs w:val="21"/>
    </w:rPr>
  </w:style>
  <w:style w:type="paragraph" w:customStyle="1" w:styleId="xl75">
    <w:name w:val="xl75"/>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6">
    <w:name w:val="xl76"/>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7">
    <w:name w:val="xl77"/>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2Char">
    <w:name w:val="标题 2 Char"/>
    <w:link w:val="2"/>
    <w:uiPriority w:val="9"/>
    <w:rsid w:val="00B37426"/>
    <w:rPr>
      <w:rFonts w:ascii="Cambria" w:hAnsi="Cambria"/>
      <w:b/>
      <w:bCs/>
      <w:kern w:val="2"/>
      <w:sz w:val="32"/>
      <w:szCs w:val="32"/>
    </w:rPr>
  </w:style>
  <w:style w:type="table" w:customStyle="1" w:styleId="30">
    <w:name w:val="网格型3"/>
    <w:basedOn w:val="a1"/>
    <w:next w:val="a9"/>
    <w:locked/>
    <w:rsid w:val="00B3742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列出段落2"/>
    <w:basedOn w:val="a"/>
    <w:rsid w:val="00A00D4E"/>
    <w:pPr>
      <w:ind w:firstLineChars="200" w:firstLine="420"/>
    </w:pPr>
    <w:rPr>
      <w:rFonts w:cs="Calibri"/>
      <w:szCs w:val="21"/>
    </w:rPr>
  </w:style>
  <w:style w:type="paragraph" w:customStyle="1" w:styleId="CharChar2CharChar1">
    <w:name w:val="Char Char2 Char Char"/>
    <w:basedOn w:val="a"/>
    <w:rsid w:val="00A00D4E"/>
    <w:pPr>
      <w:ind w:firstLineChars="200" w:firstLine="640"/>
    </w:pPr>
    <w:rPr>
      <w:rFonts w:ascii="Times New Roman" w:hAnsi="Times New Roman"/>
      <w:sz w:val="21"/>
      <w:szCs w:val="24"/>
    </w:rPr>
  </w:style>
  <w:style w:type="character" w:styleId="af4">
    <w:name w:val="FollowedHyperlink"/>
    <w:uiPriority w:val="99"/>
    <w:unhideWhenUsed/>
    <w:rsid w:val="00A00D4E"/>
    <w:rPr>
      <w:color w:val="FF79C2"/>
      <w:u w:val="single"/>
    </w:rPr>
  </w:style>
  <w:style w:type="paragraph" w:styleId="af5">
    <w:name w:val="List Paragraph"/>
    <w:basedOn w:val="a"/>
    <w:uiPriority w:val="34"/>
    <w:qFormat/>
    <w:rsid w:val="00D87AC8"/>
    <w:pPr>
      <w:ind w:firstLineChars="200" w:firstLine="420"/>
    </w:pPr>
  </w:style>
  <w:style w:type="paragraph" w:customStyle="1" w:styleId="31">
    <w:name w:val="列出段落3"/>
    <w:basedOn w:val="a"/>
    <w:rsid w:val="008E3EB7"/>
    <w:pPr>
      <w:ind w:firstLineChars="200" w:firstLine="420"/>
    </w:pPr>
    <w:rPr>
      <w:rFonts w:cs="Calibri"/>
      <w:szCs w:val="21"/>
    </w:rPr>
  </w:style>
  <w:style w:type="paragraph" w:customStyle="1" w:styleId="CharChar2CharChar2">
    <w:name w:val="Char Char2 Char Char"/>
    <w:basedOn w:val="a"/>
    <w:rsid w:val="008E3EB7"/>
    <w:pPr>
      <w:ind w:firstLineChars="200" w:firstLine="640"/>
    </w:pPr>
    <w:rPr>
      <w:rFonts w:ascii="Times New Roman" w:hAnsi="Times New Roman"/>
      <w:sz w:val="21"/>
      <w:szCs w:val="24"/>
    </w:rPr>
  </w:style>
  <w:style w:type="character" w:customStyle="1" w:styleId="CharChar50">
    <w:name w:val="Char Char5"/>
    <w:locked/>
    <w:rsid w:val="008E3EB7"/>
    <w:rPr>
      <w:rFonts w:cs="Times New Roman"/>
      <w:sz w:val="18"/>
      <w:szCs w:val="18"/>
    </w:rPr>
  </w:style>
  <w:style w:type="character" w:customStyle="1" w:styleId="CharChar40">
    <w:name w:val="Char Char4"/>
    <w:locked/>
    <w:rsid w:val="008E3EB7"/>
    <w:rPr>
      <w:rFonts w:cs="Times New Roman"/>
      <w:sz w:val="18"/>
      <w:szCs w:val="18"/>
    </w:rPr>
  </w:style>
  <w:style w:type="character" w:customStyle="1" w:styleId="CharChar10">
    <w:name w:val="Char Char1"/>
    <w:rsid w:val="008E3EB7"/>
    <w:rPr>
      <w:rFonts w:ascii="Times New Roman" w:hAnsi="Times New Roman"/>
      <w:kern w:val="2"/>
      <w:sz w:val="44"/>
      <w:szCs w:val="24"/>
    </w:rPr>
  </w:style>
  <w:style w:type="paragraph" w:styleId="af6">
    <w:name w:val="No Spacing"/>
    <w:uiPriority w:val="1"/>
    <w:qFormat/>
    <w:rsid w:val="00576B15"/>
    <w:pPr>
      <w:widowControl w:val="0"/>
      <w:jc w:val="both"/>
    </w:pPr>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rmal (Web)"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D20"/>
    <w:pPr>
      <w:widowControl w:val="0"/>
      <w:jc w:val="both"/>
    </w:pPr>
    <w:rPr>
      <w:kern w:val="2"/>
      <w:sz w:val="32"/>
      <w:szCs w:val="22"/>
    </w:rPr>
  </w:style>
  <w:style w:type="paragraph" w:styleId="1">
    <w:name w:val="heading 1"/>
    <w:basedOn w:val="a"/>
    <w:next w:val="a"/>
    <w:link w:val="1Char"/>
    <w:qFormat/>
    <w:locked/>
    <w:rsid w:val="00FC5765"/>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Char"/>
    <w:uiPriority w:val="9"/>
    <w:qFormat/>
    <w:locked/>
    <w:rsid w:val="00B37426"/>
    <w:pPr>
      <w:keepNext/>
      <w:keepLines/>
      <w:spacing w:before="260" w:after="260" w:line="416" w:lineRule="auto"/>
      <w:outlineLvl w:val="1"/>
    </w:pPr>
    <w:rPr>
      <w:rFonts w:ascii="Cambria" w:hAnsi="Cambria"/>
      <w:b/>
      <w:bCs/>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007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3"/>
    <w:locked/>
    <w:rsid w:val="0000007B"/>
    <w:rPr>
      <w:rFonts w:cs="Times New Roman"/>
      <w:sz w:val="18"/>
      <w:szCs w:val="18"/>
    </w:rPr>
  </w:style>
  <w:style w:type="paragraph" w:styleId="a4">
    <w:name w:val="footer"/>
    <w:basedOn w:val="a"/>
    <w:link w:val="Char0"/>
    <w:rsid w:val="0000007B"/>
    <w:pPr>
      <w:tabs>
        <w:tab w:val="center" w:pos="4153"/>
        <w:tab w:val="right" w:pos="8306"/>
      </w:tabs>
      <w:snapToGrid w:val="0"/>
      <w:jc w:val="left"/>
    </w:pPr>
    <w:rPr>
      <w:kern w:val="0"/>
      <w:sz w:val="18"/>
      <w:szCs w:val="18"/>
      <w:lang w:val="x-none" w:eastAsia="x-none"/>
    </w:rPr>
  </w:style>
  <w:style w:type="character" w:customStyle="1" w:styleId="Char0">
    <w:name w:val="页脚 Char"/>
    <w:link w:val="a4"/>
    <w:locked/>
    <w:rsid w:val="0000007B"/>
    <w:rPr>
      <w:rFonts w:cs="Times New Roman"/>
      <w:sz w:val="18"/>
      <w:szCs w:val="18"/>
    </w:rPr>
  </w:style>
  <w:style w:type="paragraph" w:styleId="a5">
    <w:name w:val="Date"/>
    <w:basedOn w:val="a"/>
    <w:next w:val="a"/>
    <w:link w:val="Char1"/>
    <w:rsid w:val="007A0FFC"/>
    <w:pPr>
      <w:ind w:leftChars="2500" w:left="100"/>
    </w:pPr>
    <w:rPr>
      <w:kern w:val="0"/>
      <w:sz w:val="20"/>
      <w:szCs w:val="20"/>
      <w:lang w:val="x-none" w:eastAsia="x-none"/>
    </w:rPr>
  </w:style>
  <w:style w:type="character" w:customStyle="1" w:styleId="Char1">
    <w:name w:val="日期 Char"/>
    <w:link w:val="a5"/>
    <w:locked/>
    <w:rsid w:val="007A0FFC"/>
    <w:rPr>
      <w:rFonts w:cs="Times New Roman"/>
    </w:rPr>
  </w:style>
  <w:style w:type="paragraph" w:customStyle="1" w:styleId="10">
    <w:name w:val="列出段落1"/>
    <w:basedOn w:val="a"/>
    <w:rsid w:val="000D7B06"/>
    <w:pPr>
      <w:ind w:firstLineChars="200" w:firstLine="420"/>
    </w:pPr>
    <w:rPr>
      <w:rFonts w:cs="Calibri"/>
      <w:szCs w:val="21"/>
    </w:rPr>
  </w:style>
  <w:style w:type="character" w:styleId="a6">
    <w:name w:val="page number"/>
    <w:basedOn w:val="a0"/>
    <w:rsid w:val="00B40AE6"/>
  </w:style>
  <w:style w:type="character" w:styleId="a7">
    <w:name w:val="Strong"/>
    <w:qFormat/>
    <w:locked/>
    <w:rsid w:val="002873B7"/>
    <w:rPr>
      <w:b/>
      <w:bCs/>
    </w:rPr>
  </w:style>
  <w:style w:type="paragraph" w:customStyle="1" w:styleId="CharChar2CharChar">
    <w:name w:val="Char Char2 Char Char"/>
    <w:basedOn w:val="a"/>
    <w:rsid w:val="00570474"/>
    <w:pPr>
      <w:ind w:firstLineChars="200" w:firstLine="640"/>
    </w:pPr>
    <w:rPr>
      <w:rFonts w:ascii="Times New Roman" w:hAnsi="Times New Roman"/>
      <w:sz w:val="21"/>
      <w:szCs w:val="24"/>
    </w:rPr>
  </w:style>
  <w:style w:type="character" w:styleId="a8">
    <w:name w:val="Hyperlink"/>
    <w:uiPriority w:val="99"/>
    <w:rsid w:val="00EF5BE4"/>
    <w:rPr>
      <w:rFonts w:cs="Times New Roman"/>
      <w:color w:val="0000FF"/>
      <w:u w:val="single"/>
    </w:rPr>
  </w:style>
  <w:style w:type="table" w:styleId="a9">
    <w:name w:val="Table Grid"/>
    <w:basedOn w:val="a1"/>
    <w:locked/>
    <w:rsid w:val="00FF17B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Char2"/>
    <w:rsid w:val="000434A8"/>
    <w:pPr>
      <w:spacing w:after="120"/>
      <w:ind w:leftChars="200" w:left="200"/>
    </w:pPr>
    <w:rPr>
      <w:lang w:val="x-none" w:eastAsia="x-none"/>
    </w:rPr>
  </w:style>
  <w:style w:type="paragraph" w:styleId="ab">
    <w:name w:val="Plain Text"/>
    <w:basedOn w:val="a"/>
    <w:link w:val="Char3"/>
    <w:rsid w:val="00280E3E"/>
    <w:rPr>
      <w:rFonts w:ascii="宋体" w:hAnsi="Courier New"/>
      <w:color w:val="FF0000"/>
      <w:sz w:val="21"/>
      <w:szCs w:val="21"/>
      <w:u w:val="single"/>
      <w:lang w:val="x-none" w:eastAsia="x-none"/>
    </w:rPr>
  </w:style>
  <w:style w:type="character" w:customStyle="1" w:styleId="Char3">
    <w:name w:val="纯文本 Char"/>
    <w:link w:val="ab"/>
    <w:rsid w:val="00280E3E"/>
    <w:rPr>
      <w:rFonts w:ascii="宋体" w:hAnsi="Courier New" w:cs="Courier New"/>
      <w:color w:val="FF0000"/>
      <w:kern w:val="2"/>
      <w:sz w:val="21"/>
      <w:szCs w:val="21"/>
      <w:u w:val="single"/>
    </w:rPr>
  </w:style>
  <w:style w:type="paragraph" w:styleId="ac">
    <w:name w:val="Balloon Text"/>
    <w:basedOn w:val="a"/>
    <w:link w:val="Char4"/>
    <w:rsid w:val="00074DFE"/>
    <w:rPr>
      <w:sz w:val="18"/>
      <w:szCs w:val="18"/>
      <w:lang w:val="x-none" w:eastAsia="x-none"/>
    </w:rPr>
  </w:style>
  <w:style w:type="character" w:customStyle="1" w:styleId="Char4">
    <w:name w:val="批注框文本 Char"/>
    <w:link w:val="ac"/>
    <w:rsid w:val="00074DFE"/>
    <w:rPr>
      <w:kern w:val="2"/>
      <w:sz w:val="18"/>
      <w:szCs w:val="18"/>
    </w:rPr>
  </w:style>
  <w:style w:type="paragraph" w:customStyle="1" w:styleId="ad">
    <w:name w:val="份数"/>
    <w:basedOn w:val="a"/>
    <w:rsid w:val="00FC5765"/>
    <w:pPr>
      <w:autoSpaceDE w:val="0"/>
      <w:autoSpaceDN w:val="0"/>
      <w:spacing w:line="454" w:lineRule="exact"/>
      <w:jc w:val="right"/>
    </w:pPr>
    <w:rPr>
      <w:rFonts w:ascii="Times New Roman" w:eastAsia="方正仿宋_GBK" w:hAnsi="Times New Roman"/>
      <w:snapToGrid w:val="0"/>
      <w:kern w:val="0"/>
      <w:szCs w:val="20"/>
    </w:rPr>
  </w:style>
  <w:style w:type="paragraph" w:customStyle="1" w:styleId="ae">
    <w:name w:val="文头"/>
    <w:basedOn w:val="1"/>
    <w:rsid w:val="00FC5765"/>
    <w:pPr>
      <w:keepNext w:val="0"/>
      <w:keepLines w:val="0"/>
      <w:autoSpaceDE w:val="0"/>
      <w:autoSpaceDN w:val="0"/>
      <w:adjustRightInd w:val="0"/>
      <w:snapToGrid w:val="0"/>
      <w:spacing w:before="0" w:after="460" w:line="1560" w:lineRule="atLeast"/>
      <w:ind w:left="794" w:right="794"/>
      <w:jc w:val="distribute"/>
    </w:pPr>
    <w:rPr>
      <w:rFonts w:ascii="方正小标宋_GBK" w:eastAsia="方正小标宋_GBK" w:hAnsi="Times New Roman"/>
      <w:bCs w:val="0"/>
      <w:snapToGrid w:val="0"/>
      <w:color w:val="FF0000"/>
      <w:spacing w:val="36"/>
      <w:w w:val="85"/>
      <w:kern w:val="0"/>
      <w:sz w:val="84"/>
      <w:szCs w:val="20"/>
    </w:rPr>
  </w:style>
  <w:style w:type="character" w:customStyle="1" w:styleId="1Char">
    <w:name w:val="标题 1 Char"/>
    <w:link w:val="1"/>
    <w:rsid w:val="00FC5765"/>
    <w:rPr>
      <w:b/>
      <w:bCs/>
      <w:kern w:val="44"/>
      <w:sz w:val="44"/>
      <w:szCs w:val="44"/>
    </w:rPr>
  </w:style>
  <w:style w:type="paragraph" w:styleId="af">
    <w:name w:val="Normal (Web)"/>
    <w:basedOn w:val="a"/>
    <w:unhideWhenUsed/>
    <w:qFormat/>
    <w:rsid w:val="00327A2A"/>
    <w:pPr>
      <w:widowControl/>
      <w:spacing w:before="100" w:beforeAutospacing="1" w:after="100" w:afterAutospacing="1"/>
      <w:jc w:val="left"/>
    </w:pPr>
    <w:rPr>
      <w:rFonts w:ascii="宋体" w:hAnsi="宋体" w:cs="宋体"/>
      <w:kern w:val="0"/>
      <w:sz w:val="24"/>
      <w:szCs w:val="24"/>
    </w:rPr>
  </w:style>
  <w:style w:type="character" w:customStyle="1" w:styleId="content">
    <w:name w:val="content"/>
    <w:basedOn w:val="a0"/>
    <w:qFormat/>
    <w:rsid w:val="009013E5"/>
  </w:style>
  <w:style w:type="paragraph" w:customStyle="1" w:styleId="New">
    <w:name w:val="正文 New"/>
    <w:rsid w:val="009013E5"/>
    <w:pPr>
      <w:widowControl w:val="0"/>
      <w:spacing w:after="120" w:line="276" w:lineRule="auto"/>
      <w:jc w:val="both"/>
    </w:pPr>
    <w:rPr>
      <w:rFonts w:ascii="Times New Roman" w:hAnsi="Times New Roman"/>
      <w:kern w:val="2"/>
      <w:sz w:val="21"/>
    </w:rPr>
  </w:style>
  <w:style w:type="character" w:customStyle="1" w:styleId="Char2">
    <w:name w:val="正文文本缩进 Char"/>
    <w:link w:val="aa"/>
    <w:rsid w:val="005A443F"/>
    <w:rPr>
      <w:kern w:val="2"/>
      <w:sz w:val="32"/>
      <w:szCs w:val="22"/>
    </w:rPr>
  </w:style>
  <w:style w:type="character" w:customStyle="1" w:styleId="Char5">
    <w:name w:val="正文文本 Char"/>
    <w:link w:val="af0"/>
    <w:rsid w:val="005A443F"/>
    <w:rPr>
      <w:kern w:val="2"/>
      <w:sz w:val="44"/>
      <w:szCs w:val="24"/>
    </w:rPr>
  </w:style>
  <w:style w:type="paragraph" w:styleId="af0">
    <w:name w:val="Body Text"/>
    <w:basedOn w:val="a"/>
    <w:link w:val="Char5"/>
    <w:rsid w:val="005A443F"/>
    <w:rPr>
      <w:sz w:val="44"/>
      <w:szCs w:val="24"/>
      <w:lang w:val="x-none" w:eastAsia="x-none"/>
    </w:rPr>
  </w:style>
  <w:style w:type="character" w:customStyle="1" w:styleId="Char10">
    <w:name w:val="正文文本 Char1"/>
    <w:rsid w:val="005A443F"/>
    <w:rPr>
      <w:kern w:val="2"/>
      <w:sz w:val="32"/>
      <w:szCs w:val="22"/>
    </w:rPr>
  </w:style>
  <w:style w:type="character" w:customStyle="1" w:styleId="af1">
    <w:name w:val="已访问的超链接"/>
    <w:uiPriority w:val="99"/>
    <w:rsid w:val="005A443F"/>
    <w:rPr>
      <w:color w:val="800080"/>
      <w:u w:val="single"/>
    </w:rPr>
  </w:style>
  <w:style w:type="paragraph" w:customStyle="1" w:styleId="11">
    <w:name w:val="标题1"/>
    <w:basedOn w:val="a"/>
    <w:next w:val="a"/>
    <w:rsid w:val="004D4100"/>
    <w:pPr>
      <w:tabs>
        <w:tab w:val="left" w:pos="9193"/>
        <w:tab w:val="left" w:pos="9827"/>
      </w:tabs>
      <w:autoSpaceDE w:val="0"/>
      <w:autoSpaceDN w:val="0"/>
      <w:snapToGrid w:val="0"/>
      <w:spacing w:line="640" w:lineRule="atLeast"/>
      <w:jc w:val="center"/>
    </w:pPr>
    <w:rPr>
      <w:rFonts w:ascii="Times New Roman" w:eastAsia="方正小标宋_GBK" w:hAnsi="Times New Roman"/>
      <w:kern w:val="0"/>
      <w:sz w:val="44"/>
      <w:szCs w:val="20"/>
    </w:rPr>
  </w:style>
  <w:style w:type="paragraph" w:customStyle="1" w:styleId="CharChar2CharChar0">
    <w:name w:val="Char Char2 Char Char"/>
    <w:basedOn w:val="a"/>
    <w:rsid w:val="004D4100"/>
    <w:pPr>
      <w:ind w:firstLineChars="200" w:firstLine="640"/>
    </w:pPr>
    <w:rPr>
      <w:rFonts w:ascii="Times New Roman" w:hAnsi="Times New Roman"/>
      <w:sz w:val="21"/>
      <w:szCs w:val="24"/>
    </w:rPr>
  </w:style>
  <w:style w:type="paragraph" w:customStyle="1" w:styleId="Char6">
    <w:name w:val="Char"/>
    <w:basedOn w:val="a"/>
    <w:rsid w:val="004D4100"/>
    <w:rPr>
      <w:rFonts w:ascii="宋体" w:hAnsi="宋体" w:cs="Courier New" w:hint="eastAsia"/>
      <w:szCs w:val="32"/>
    </w:rPr>
  </w:style>
  <w:style w:type="character" w:customStyle="1" w:styleId="CharChar5">
    <w:name w:val="Char Char5"/>
    <w:locked/>
    <w:rsid w:val="004D4100"/>
    <w:rPr>
      <w:rFonts w:cs="Times New Roman"/>
      <w:sz w:val="18"/>
      <w:szCs w:val="18"/>
    </w:rPr>
  </w:style>
  <w:style w:type="character" w:customStyle="1" w:styleId="CharChar4">
    <w:name w:val="Char Char4"/>
    <w:locked/>
    <w:rsid w:val="004D4100"/>
    <w:rPr>
      <w:rFonts w:cs="Times New Roman"/>
      <w:sz w:val="18"/>
      <w:szCs w:val="18"/>
    </w:rPr>
  </w:style>
  <w:style w:type="character" w:customStyle="1" w:styleId="CharChar1">
    <w:name w:val="Char Char1"/>
    <w:rsid w:val="004D4100"/>
    <w:rPr>
      <w:rFonts w:ascii="Times New Roman" w:hAnsi="Times New Roman"/>
      <w:kern w:val="2"/>
      <w:sz w:val="44"/>
      <w:szCs w:val="24"/>
    </w:rPr>
  </w:style>
  <w:style w:type="paragraph" w:customStyle="1" w:styleId="p17">
    <w:name w:val="p17"/>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rsid w:val="004D410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7">
    <w:name w:val="font7"/>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4D4100"/>
    <w:pPr>
      <w:widowControl/>
      <w:spacing w:before="100" w:beforeAutospacing="1" w:after="100" w:afterAutospacing="1"/>
      <w:jc w:val="left"/>
    </w:pPr>
    <w:rPr>
      <w:rFonts w:ascii="宋体" w:hAnsi="宋体" w:cs="宋体"/>
      <w:color w:val="000000"/>
      <w:kern w:val="0"/>
      <w:sz w:val="16"/>
      <w:szCs w:val="16"/>
    </w:rPr>
  </w:style>
  <w:style w:type="paragraph" w:customStyle="1" w:styleId="font10">
    <w:name w:val="font10"/>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xl78">
    <w:name w:val="xl78"/>
    <w:basedOn w:val="a"/>
    <w:rsid w:val="004D4100"/>
    <w:pPr>
      <w:widowControl/>
      <w:spacing w:before="100" w:beforeAutospacing="1" w:after="100" w:afterAutospacing="1"/>
      <w:jc w:val="center"/>
    </w:pPr>
    <w:rPr>
      <w:rFonts w:ascii="仿宋" w:eastAsia="仿宋" w:hAnsi="仿宋" w:cs="宋体"/>
      <w:kern w:val="0"/>
      <w:sz w:val="20"/>
      <w:szCs w:val="20"/>
    </w:rPr>
  </w:style>
  <w:style w:type="paragraph" w:customStyle="1" w:styleId="xl79">
    <w:name w:val="xl7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80">
    <w:name w:val="xl80"/>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2">
    <w:name w:val="xl82"/>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3">
    <w:name w:val="xl8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4">
    <w:name w:val="xl8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6">
    <w:name w:val="xl8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7">
    <w:name w:val="xl8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8">
    <w:name w:val="xl8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9">
    <w:name w:val="xl8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0">
    <w:name w:val="xl9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1">
    <w:name w:val="xl9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2">
    <w:name w:val="xl9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3">
    <w:name w:val="xl9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4">
    <w:name w:val="xl9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5">
    <w:name w:val="xl9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6">
    <w:name w:val="xl96"/>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7">
    <w:name w:val="xl97"/>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6"/>
      <w:szCs w:val="16"/>
    </w:rPr>
  </w:style>
  <w:style w:type="paragraph" w:customStyle="1" w:styleId="xl98">
    <w:name w:val="xl98"/>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9">
    <w:name w:val="xl9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0">
    <w:name w:val="xl10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1">
    <w:name w:val="xl10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2">
    <w:name w:val="xl10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3">
    <w:name w:val="xl10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4">
    <w:name w:val="xl10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5">
    <w:name w:val="xl10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6">
    <w:name w:val="xl10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7">
    <w:name w:val="xl10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8">
    <w:name w:val="xl10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9">
    <w:name w:val="xl10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10">
    <w:name w:val="xl11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CCFF"/>
      <w:kern w:val="0"/>
      <w:sz w:val="16"/>
      <w:szCs w:val="16"/>
    </w:rPr>
  </w:style>
  <w:style w:type="paragraph" w:customStyle="1" w:styleId="xl111">
    <w:name w:val="xl11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13">
    <w:name w:val="xl11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color w:val="000000"/>
      <w:kern w:val="0"/>
      <w:sz w:val="16"/>
      <w:szCs w:val="16"/>
    </w:rPr>
  </w:style>
  <w:style w:type="paragraph" w:customStyle="1" w:styleId="xl114">
    <w:name w:val="xl11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5">
    <w:name w:val="xl11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numbering" w:customStyle="1" w:styleId="12">
    <w:name w:val="无列表1"/>
    <w:next w:val="a2"/>
    <w:uiPriority w:val="99"/>
    <w:semiHidden/>
    <w:unhideWhenUsed/>
    <w:rsid w:val="004D4100"/>
  </w:style>
  <w:style w:type="table" w:customStyle="1" w:styleId="13">
    <w:name w:val="网格型1"/>
    <w:basedOn w:val="a1"/>
    <w:next w:val="a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无列表2"/>
    <w:next w:val="a2"/>
    <w:uiPriority w:val="99"/>
    <w:semiHidden/>
    <w:unhideWhenUsed/>
    <w:rsid w:val="004D4100"/>
  </w:style>
  <w:style w:type="table" w:customStyle="1" w:styleId="21">
    <w:name w:val="网格型2"/>
    <w:basedOn w:val="a1"/>
    <w:next w:val="a9"/>
    <w:uiPriority w:val="3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qFormat/>
    <w:locked/>
    <w:rsid w:val="00964EFC"/>
    <w:rPr>
      <w:i/>
      <w:iCs/>
    </w:rPr>
  </w:style>
  <w:style w:type="paragraph" w:customStyle="1" w:styleId="af3">
    <w:uiPriority w:val="99"/>
    <w:unhideWhenUsed/>
    <w:rsid w:val="00FC1C65"/>
    <w:pPr>
      <w:widowControl w:val="0"/>
      <w:jc w:val="both"/>
    </w:pPr>
    <w:rPr>
      <w:kern w:val="2"/>
      <w:sz w:val="32"/>
      <w:szCs w:val="22"/>
    </w:rPr>
  </w:style>
  <w:style w:type="character" w:customStyle="1" w:styleId="font01">
    <w:name w:val="font01"/>
    <w:qFormat/>
    <w:rsid w:val="000963D1"/>
    <w:rPr>
      <w:rFonts w:ascii="Times New Roman" w:hAnsi="Times New Roman" w:cs="Times New Roman" w:hint="default"/>
      <w:color w:val="000000"/>
      <w:sz w:val="22"/>
      <w:szCs w:val="22"/>
      <w:u w:val="none"/>
    </w:rPr>
  </w:style>
  <w:style w:type="paragraph" w:customStyle="1" w:styleId="af4">
    <w:name w:val="附件栏"/>
    <w:basedOn w:val="a"/>
    <w:rsid w:val="000963D1"/>
    <w:pPr>
      <w:autoSpaceDE w:val="0"/>
      <w:autoSpaceDN w:val="0"/>
      <w:snapToGrid w:val="0"/>
      <w:spacing w:line="590" w:lineRule="atLeast"/>
      <w:ind w:firstLine="624"/>
    </w:pPr>
    <w:rPr>
      <w:rFonts w:ascii="方正仿宋_GBK" w:eastAsia="方正仿宋_GBK" w:hAnsi="Times New Roman"/>
      <w:snapToGrid w:val="0"/>
      <w:kern w:val="0"/>
      <w:szCs w:val="20"/>
    </w:rPr>
  </w:style>
  <w:style w:type="paragraph" w:customStyle="1" w:styleId="3">
    <w:name w:val="3"/>
    <w:basedOn w:val="a"/>
    <w:rsid w:val="00EE1847"/>
    <w:pPr>
      <w:ind w:firstLineChars="200" w:firstLine="640"/>
    </w:pPr>
    <w:rPr>
      <w:rFonts w:ascii="Times New Roman" w:hAnsi="Times New Roman"/>
      <w:sz w:val="21"/>
      <w:szCs w:val="24"/>
    </w:rPr>
  </w:style>
  <w:style w:type="paragraph" w:customStyle="1" w:styleId="22">
    <w:name w:val="2"/>
    <w:rsid w:val="00EE1847"/>
    <w:pPr>
      <w:widowControl w:val="0"/>
      <w:jc w:val="both"/>
    </w:pPr>
    <w:rPr>
      <w:kern w:val="2"/>
      <w:sz w:val="32"/>
      <w:szCs w:val="22"/>
    </w:rPr>
  </w:style>
  <w:style w:type="paragraph" w:customStyle="1" w:styleId="14">
    <w:name w:val="1"/>
    <w:rsid w:val="00EE1847"/>
    <w:pPr>
      <w:widowControl w:val="0"/>
      <w:jc w:val="both"/>
    </w:pPr>
    <w:rPr>
      <w:kern w:val="2"/>
      <w:sz w:val="32"/>
      <w:szCs w:val="22"/>
    </w:rPr>
  </w:style>
  <w:style w:type="paragraph" w:customStyle="1" w:styleId="xl66">
    <w:name w:val="xl66"/>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b/>
      <w:bCs/>
      <w:kern w:val="0"/>
      <w:sz w:val="18"/>
      <w:szCs w:val="18"/>
    </w:rPr>
  </w:style>
  <w:style w:type="paragraph" w:customStyle="1" w:styleId="xl67">
    <w:name w:val="xl67"/>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68">
    <w:name w:val="xl68"/>
    <w:basedOn w:val="a"/>
    <w:rsid w:val="00EE1847"/>
    <w:pPr>
      <w:widowControl/>
      <w:spacing w:before="100" w:beforeAutospacing="1" w:after="100" w:afterAutospacing="1"/>
      <w:jc w:val="center"/>
    </w:pPr>
    <w:rPr>
      <w:rFonts w:ascii="宋体" w:hAnsi="宋体" w:cs="宋体"/>
      <w:kern w:val="0"/>
      <w:sz w:val="24"/>
      <w:szCs w:val="24"/>
    </w:rPr>
  </w:style>
  <w:style w:type="paragraph" w:customStyle="1" w:styleId="xl69">
    <w:name w:val="xl69"/>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70">
    <w:name w:val="xl70"/>
    <w:basedOn w:val="a"/>
    <w:rsid w:val="00EE1847"/>
    <w:pPr>
      <w:widowControl/>
      <w:spacing w:before="100" w:beforeAutospacing="1" w:after="100" w:afterAutospacing="1"/>
      <w:jc w:val="left"/>
    </w:pPr>
    <w:rPr>
      <w:rFonts w:ascii="宋体" w:hAnsi="宋体" w:cs="宋体"/>
      <w:color w:val="FF0000"/>
      <w:kern w:val="0"/>
      <w:sz w:val="24"/>
      <w:szCs w:val="24"/>
    </w:rPr>
  </w:style>
  <w:style w:type="paragraph" w:customStyle="1" w:styleId="xl71">
    <w:name w:val="xl71"/>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2">
    <w:name w:val="xl72"/>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1"/>
      <w:szCs w:val="21"/>
    </w:rPr>
  </w:style>
  <w:style w:type="paragraph" w:customStyle="1" w:styleId="xl75">
    <w:name w:val="xl75"/>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6">
    <w:name w:val="xl76"/>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7">
    <w:name w:val="xl77"/>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2Char">
    <w:name w:val="标题 2 Char"/>
    <w:link w:val="2"/>
    <w:uiPriority w:val="9"/>
    <w:rsid w:val="00B37426"/>
    <w:rPr>
      <w:rFonts w:ascii="Cambria" w:hAnsi="Cambria"/>
      <w:b/>
      <w:bCs/>
      <w:kern w:val="2"/>
      <w:sz w:val="32"/>
      <w:szCs w:val="32"/>
      <w:lang w:val="x-none" w:eastAsia="x-none"/>
    </w:rPr>
  </w:style>
  <w:style w:type="table" w:customStyle="1" w:styleId="30">
    <w:name w:val="网格型3"/>
    <w:basedOn w:val="a1"/>
    <w:next w:val="a9"/>
    <w:locked/>
    <w:rsid w:val="00B3742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列出段落2"/>
    <w:basedOn w:val="a"/>
    <w:rsid w:val="00A00D4E"/>
    <w:pPr>
      <w:ind w:firstLineChars="200" w:firstLine="420"/>
    </w:pPr>
    <w:rPr>
      <w:rFonts w:cs="Calibri"/>
      <w:szCs w:val="21"/>
    </w:rPr>
  </w:style>
  <w:style w:type="paragraph" w:customStyle="1" w:styleId="CharChar2CharChar1">
    <w:name w:val="Char Char2 Char Char"/>
    <w:basedOn w:val="a"/>
    <w:rsid w:val="00A00D4E"/>
    <w:pPr>
      <w:ind w:firstLineChars="200" w:firstLine="640"/>
    </w:pPr>
    <w:rPr>
      <w:rFonts w:ascii="Times New Roman" w:hAnsi="Times New Roman"/>
      <w:sz w:val="21"/>
      <w:szCs w:val="24"/>
    </w:rPr>
  </w:style>
  <w:style w:type="character" w:styleId="af5">
    <w:name w:val="FollowedHyperlink"/>
    <w:uiPriority w:val="99"/>
    <w:unhideWhenUsed/>
    <w:rsid w:val="00A00D4E"/>
    <w:rPr>
      <w:color w:val="FF79C2"/>
      <w:u w:val="single"/>
    </w:rPr>
  </w:style>
  <w:style w:type="paragraph" w:styleId="af6">
    <w:name w:val="List Paragraph"/>
    <w:basedOn w:val="a"/>
    <w:uiPriority w:val="34"/>
    <w:qFormat/>
    <w:rsid w:val="00D87AC8"/>
    <w:pPr>
      <w:ind w:firstLineChars="200" w:firstLine="420"/>
    </w:pPr>
  </w:style>
  <w:style w:type="paragraph" w:customStyle="1" w:styleId="31">
    <w:name w:val="列出段落3"/>
    <w:basedOn w:val="a"/>
    <w:rsid w:val="008E3EB7"/>
    <w:pPr>
      <w:ind w:firstLineChars="200" w:firstLine="420"/>
    </w:pPr>
    <w:rPr>
      <w:rFonts w:cs="Calibri"/>
      <w:szCs w:val="21"/>
    </w:rPr>
  </w:style>
  <w:style w:type="paragraph" w:customStyle="1" w:styleId="CharChar2CharChar2">
    <w:name w:val="Char Char2 Char Char"/>
    <w:basedOn w:val="a"/>
    <w:rsid w:val="008E3EB7"/>
    <w:pPr>
      <w:ind w:firstLineChars="200" w:firstLine="640"/>
    </w:pPr>
    <w:rPr>
      <w:rFonts w:ascii="Times New Roman" w:hAnsi="Times New Roman"/>
      <w:sz w:val="21"/>
      <w:szCs w:val="24"/>
    </w:rPr>
  </w:style>
  <w:style w:type="character" w:customStyle="1" w:styleId="CharChar50">
    <w:name w:val="Char Char5"/>
    <w:locked/>
    <w:rsid w:val="008E3EB7"/>
    <w:rPr>
      <w:rFonts w:cs="Times New Roman"/>
      <w:sz w:val="18"/>
      <w:szCs w:val="18"/>
    </w:rPr>
  </w:style>
  <w:style w:type="character" w:customStyle="1" w:styleId="CharChar40">
    <w:name w:val="Char Char4"/>
    <w:locked/>
    <w:rsid w:val="008E3EB7"/>
    <w:rPr>
      <w:rFonts w:cs="Times New Roman"/>
      <w:sz w:val="18"/>
      <w:szCs w:val="18"/>
    </w:rPr>
  </w:style>
  <w:style w:type="character" w:customStyle="1" w:styleId="CharChar10">
    <w:name w:val="Char Char1"/>
    <w:rsid w:val="008E3EB7"/>
    <w:rPr>
      <w:rFonts w:ascii="Times New Roman" w:hAnsi="Times New Roman"/>
      <w:kern w:val="2"/>
      <w:sz w:val="44"/>
      <w:szCs w:val="24"/>
    </w:rPr>
  </w:style>
  <w:style w:type="paragraph" w:styleId="af7">
    <w:name w:val="No Spacing"/>
    <w:uiPriority w:val="1"/>
    <w:qFormat/>
    <w:rsid w:val="00576B15"/>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36609081">
      <w:bodyDiv w:val="1"/>
      <w:marLeft w:val="0"/>
      <w:marRight w:val="0"/>
      <w:marTop w:val="0"/>
      <w:marBottom w:val="0"/>
      <w:divBdr>
        <w:top w:val="none" w:sz="0" w:space="0" w:color="auto"/>
        <w:left w:val="none" w:sz="0" w:space="0" w:color="auto"/>
        <w:bottom w:val="none" w:sz="0" w:space="0" w:color="auto"/>
        <w:right w:val="none" w:sz="0" w:space="0" w:color="auto"/>
      </w:divBdr>
    </w:div>
    <w:div w:id="233205604">
      <w:bodyDiv w:val="1"/>
      <w:marLeft w:val="0"/>
      <w:marRight w:val="0"/>
      <w:marTop w:val="0"/>
      <w:marBottom w:val="0"/>
      <w:divBdr>
        <w:top w:val="none" w:sz="0" w:space="0" w:color="auto"/>
        <w:left w:val="none" w:sz="0" w:space="0" w:color="auto"/>
        <w:bottom w:val="none" w:sz="0" w:space="0" w:color="auto"/>
        <w:right w:val="none" w:sz="0" w:space="0" w:color="auto"/>
      </w:divBdr>
    </w:div>
    <w:div w:id="524288764">
      <w:bodyDiv w:val="1"/>
      <w:marLeft w:val="0"/>
      <w:marRight w:val="0"/>
      <w:marTop w:val="0"/>
      <w:marBottom w:val="0"/>
      <w:divBdr>
        <w:top w:val="none" w:sz="0" w:space="0" w:color="auto"/>
        <w:left w:val="none" w:sz="0" w:space="0" w:color="auto"/>
        <w:bottom w:val="none" w:sz="0" w:space="0" w:color="auto"/>
        <w:right w:val="none" w:sz="0" w:space="0" w:color="auto"/>
      </w:divBdr>
    </w:div>
    <w:div w:id="526451380">
      <w:bodyDiv w:val="1"/>
      <w:marLeft w:val="0"/>
      <w:marRight w:val="0"/>
      <w:marTop w:val="0"/>
      <w:marBottom w:val="0"/>
      <w:divBdr>
        <w:top w:val="none" w:sz="0" w:space="0" w:color="auto"/>
        <w:left w:val="none" w:sz="0" w:space="0" w:color="auto"/>
        <w:bottom w:val="none" w:sz="0" w:space="0" w:color="auto"/>
        <w:right w:val="none" w:sz="0" w:space="0" w:color="auto"/>
      </w:divBdr>
    </w:div>
    <w:div w:id="662048294">
      <w:bodyDiv w:val="1"/>
      <w:marLeft w:val="0"/>
      <w:marRight w:val="0"/>
      <w:marTop w:val="0"/>
      <w:marBottom w:val="0"/>
      <w:divBdr>
        <w:top w:val="none" w:sz="0" w:space="0" w:color="auto"/>
        <w:left w:val="none" w:sz="0" w:space="0" w:color="auto"/>
        <w:bottom w:val="none" w:sz="0" w:space="0" w:color="auto"/>
        <w:right w:val="none" w:sz="0" w:space="0" w:color="auto"/>
      </w:divBdr>
    </w:div>
    <w:div w:id="1165054711">
      <w:bodyDiv w:val="1"/>
      <w:marLeft w:val="0"/>
      <w:marRight w:val="0"/>
      <w:marTop w:val="0"/>
      <w:marBottom w:val="0"/>
      <w:divBdr>
        <w:top w:val="none" w:sz="0" w:space="0" w:color="auto"/>
        <w:left w:val="none" w:sz="0" w:space="0" w:color="auto"/>
        <w:bottom w:val="none" w:sz="0" w:space="0" w:color="auto"/>
        <w:right w:val="none" w:sz="0" w:space="0" w:color="auto"/>
      </w:divBdr>
    </w:div>
    <w:div w:id="1210730376">
      <w:bodyDiv w:val="1"/>
      <w:marLeft w:val="0"/>
      <w:marRight w:val="0"/>
      <w:marTop w:val="0"/>
      <w:marBottom w:val="0"/>
      <w:divBdr>
        <w:top w:val="none" w:sz="0" w:space="0" w:color="auto"/>
        <w:left w:val="none" w:sz="0" w:space="0" w:color="auto"/>
        <w:bottom w:val="none" w:sz="0" w:space="0" w:color="auto"/>
        <w:right w:val="none" w:sz="0" w:space="0" w:color="auto"/>
      </w:divBdr>
    </w:div>
    <w:div w:id="1244994007">
      <w:bodyDiv w:val="1"/>
      <w:marLeft w:val="0"/>
      <w:marRight w:val="0"/>
      <w:marTop w:val="0"/>
      <w:marBottom w:val="0"/>
      <w:divBdr>
        <w:top w:val="none" w:sz="0" w:space="0" w:color="auto"/>
        <w:left w:val="none" w:sz="0" w:space="0" w:color="auto"/>
        <w:bottom w:val="none" w:sz="0" w:space="0" w:color="auto"/>
        <w:right w:val="none" w:sz="0" w:space="0" w:color="auto"/>
      </w:divBdr>
    </w:div>
    <w:div w:id="1264454126">
      <w:bodyDiv w:val="1"/>
      <w:marLeft w:val="0"/>
      <w:marRight w:val="0"/>
      <w:marTop w:val="0"/>
      <w:marBottom w:val="0"/>
      <w:divBdr>
        <w:top w:val="none" w:sz="0" w:space="0" w:color="auto"/>
        <w:left w:val="none" w:sz="0" w:space="0" w:color="auto"/>
        <w:bottom w:val="none" w:sz="0" w:space="0" w:color="auto"/>
        <w:right w:val="none" w:sz="0" w:space="0" w:color="auto"/>
      </w:divBdr>
    </w:div>
    <w:div w:id="1294869730">
      <w:bodyDiv w:val="1"/>
      <w:marLeft w:val="0"/>
      <w:marRight w:val="0"/>
      <w:marTop w:val="0"/>
      <w:marBottom w:val="0"/>
      <w:divBdr>
        <w:top w:val="none" w:sz="0" w:space="0" w:color="auto"/>
        <w:left w:val="none" w:sz="0" w:space="0" w:color="auto"/>
        <w:bottom w:val="none" w:sz="0" w:space="0" w:color="auto"/>
        <w:right w:val="none" w:sz="0" w:space="0" w:color="auto"/>
      </w:divBdr>
    </w:div>
    <w:div w:id="1631862077">
      <w:bodyDiv w:val="1"/>
      <w:marLeft w:val="0"/>
      <w:marRight w:val="0"/>
      <w:marTop w:val="0"/>
      <w:marBottom w:val="0"/>
      <w:divBdr>
        <w:top w:val="none" w:sz="0" w:space="0" w:color="auto"/>
        <w:left w:val="none" w:sz="0" w:space="0" w:color="auto"/>
        <w:bottom w:val="none" w:sz="0" w:space="0" w:color="auto"/>
        <w:right w:val="none" w:sz="0" w:space="0" w:color="auto"/>
      </w:divBdr>
    </w:div>
    <w:div w:id="1652713356">
      <w:bodyDiv w:val="1"/>
      <w:marLeft w:val="0"/>
      <w:marRight w:val="0"/>
      <w:marTop w:val="0"/>
      <w:marBottom w:val="0"/>
      <w:divBdr>
        <w:top w:val="none" w:sz="0" w:space="0" w:color="auto"/>
        <w:left w:val="none" w:sz="0" w:space="0" w:color="auto"/>
        <w:bottom w:val="none" w:sz="0" w:space="0" w:color="auto"/>
        <w:right w:val="none" w:sz="0" w:space="0" w:color="auto"/>
      </w:divBdr>
    </w:div>
    <w:div w:id="1741439251">
      <w:bodyDiv w:val="1"/>
      <w:marLeft w:val="0"/>
      <w:marRight w:val="0"/>
      <w:marTop w:val="0"/>
      <w:marBottom w:val="0"/>
      <w:divBdr>
        <w:top w:val="none" w:sz="0" w:space="0" w:color="auto"/>
        <w:left w:val="none" w:sz="0" w:space="0" w:color="auto"/>
        <w:bottom w:val="none" w:sz="0" w:space="0" w:color="auto"/>
        <w:right w:val="none" w:sz="0" w:space="0" w:color="auto"/>
      </w:divBdr>
    </w:div>
    <w:div w:id="1762487825">
      <w:bodyDiv w:val="1"/>
      <w:marLeft w:val="0"/>
      <w:marRight w:val="0"/>
      <w:marTop w:val="0"/>
      <w:marBottom w:val="0"/>
      <w:divBdr>
        <w:top w:val="none" w:sz="0" w:space="0" w:color="auto"/>
        <w:left w:val="none" w:sz="0" w:space="0" w:color="auto"/>
        <w:bottom w:val="none" w:sz="0" w:space="0" w:color="auto"/>
        <w:right w:val="none" w:sz="0" w:space="0" w:color="auto"/>
      </w:divBdr>
    </w:div>
    <w:div w:id="1933929355">
      <w:bodyDiv w:val="1"/>
      <w:marLeft w:val="0"/>
      <w:marRight w:val="0"/>
      <w:marTop w:val="0"/>
      <w:marBottom w:val="0"/>
      <w:divBdr>
        <w:top w:val="none" w:sz="0" w:space="0" w:color="auto"/>
        <w:left w:val="none" w:sz="0" w:space="0" w:color="auto"/>
        <w:bottom w:val="none" w:sz="0" w:space="0" w:color="auto"/>
        <w:right w:val="none" w:sz="0" w:space="0" w:color="auto"/>
      </w:divBdr>
      <w:divsChild>
        <w:div w:id="1446651049">
          <w:marLeft w:val="0"/>
          <w:marRight w:val="0"/>
          <w:marTop w:val="0"/>
          <w:marBottom w:val="0"/>
          <w:divBdr>
            <w:top w:val="none" w:sz="0" w:space="0" w:color="auto"/>
            <w:left w:val="none" w:sz="0" w:space="0" w:color="auto"/>
            <w:bottom w:val="none" w:sz="0" w:space="0" w:color="auto"/>
            <w:right w:val="none" w:sz="0" w:space="0" w:color="auto"/>
          </w:divBdr>
        </w:div>
      </w:divsChild>
    </w:div>
    <w:div w:id="1948997065">
      <w:bodyDiv w:val="1"/>
      <w:marLeft w:val="0"/>
      <w:marRight w:val="0"/>
      <w:marTop w:val="0"/>
      <w:marBottom w:val="0"/>
      <w:divBdr>
        <w:top w:val="none" w:sz="0" w:space="0" w:color="auto"/>
        <w:left w:val="none" w:sz="0" w:space="0" w:color="auto"/>
        <w:bottom w:val="none" w:sz="0" w:space="0" w:color="auto"/>
        <w:right w:val="none" w:sz="0" w:space="0" w:color="auto"/>
      </w:divBdr>
    </w:div>
    <w:div w:id="1992633093">
      <w:bodyDiv w:val="1"/>
      <w:marLeft w:val="0"/>
      <w:marRight w:val="0"/>
      <w:marTop w:val="0"/>
      <w:marBottom w:val="0"/>
      <w:divBdr>
        <w:top w:val="none" w:sz="0" w:space="0" w:color="auto"/>
        <w:left w:val="none" w:sz="0" w:space="0" w:color="auto"/>
        <w:bottom w:val="none" w:sz="0" w:space="0" w:color="auto"/>
        <w:right w:val="none" w:sz="0" w:space="0" w:color="auto"/>
      </w:divBdr>
    </w:div>
    <w:div w:id="21330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09390-3D60-497F-AD99-34F1519C8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684</Words>
  <Characters>3899</Characters>
  <Application>Microsoft Office Word</Application>
  <DocSecurity>0</DocSecurity>
  <Lines>32</Lines>
  <Paragraphs>9</Paragraphs>
  <ScaleCrop>false</ScaleCrop>
  <Company>微软中国</Company>
  <LinksUpToDate>false</LinksUpToDate>
  <CharactersWithSpaces>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苏体经〔2012〕85号</dc:title>
  <dc:creator>Administrator</dc:creator>
  <cp:lastModifiedBy>Administrator</cp:lastModifiedBy>
  <cp:revision>21</cp:revision>
  <cp:lastPrinted>2022-04-29T01:07:00Z</cp:lastPrinted>
  <dcterms:created xsi:type="dcterms:W3CDTF">2022-07-14T07:46:00Z</dcterms:created>
  <dcterms:modified xsi:type="dcterms:W3CDTF">2022-08-03T04:01:00Z</dcterms:modified>
</cp:coreProperties>
</file>